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CDD" w:rsidRDefault="00083CDD" w:rsidP="009B3BA2"/>
    <w:p w:rsidR="00C72E29" w:rsidRDefault="00C72E29" w:rsidP="00C72E29"/>
    <w:tbl>
      <w:tblPr>
        <w:tblW w:w="8646" w:type="dxa"/>
        <w:jc w:val="center"/>
        <w:tblCellMar>
          <w:left w:w="0" w:type="dxa"/>
          <w:right w:w="0" w:type="dxa"/>
        </w:tblCellMar>
        <w:tblLook w:val="04A0" w:firstRow="1" w:lastRow="0" w:firstColumn="1" w:lastColumn="0" w:noHBand="0" w:noVBand="1"/>
      </w:tblPr>
      <w:tblGrid>
        <w:gridCol w:w="7088"/>
        <w:gridCol w:w="1558"/>
      </w:tblGrid>
      <w:tr w:rsidR="00C72E29" w:rsidRPr="00AA14F6" w:rsidTr="005A3A3B">
        <w:trPr>
          <w:trHeight w:val="510"/>
          <w:jc w:val="center"/>
        </w:trPr>
        <w:tc>
          <w:tcPr>
            <w:tcW w:w="8646" w:type="dxa"/>
            <w:gridSpan w:val="2"/>
            <w:tcBorders>
              <w:top w:val="single" w:sz="4" w:space="0" w:color="auto"/>
            </w:tcBorders>
            <w:shd w:val="clear" w:color="auto" w:fill="auto"/>
            <w:vAlign w:val="center"/>
          </w:tcPr>
          <w:p w:rsidR="00C72E29" w:rsidRPr="00FF1DC6" w:rsidRDefault="00C72E29" w:rsidP="00C72E29">
            <w:pPr>
              <w:rPr>
                <w:caps/>
                <w:color w:val="000000"/>
              </w:rPr>
            </w:pPr>
          </w:p>
        </w:tc>
      </w:tr>
      <w:tr w:rsidR="00C72E29" w:rsidRPr="00DA1E27" w:rsidTr="005A3A3B">
        <w:trPr>
          <w:trHeight w:val="510"/>
          <w:jc w:val="center"/>
        </w:trPr>
        <w:tc>
          <w:tcPr>
            <w:tcW w:w="8646" w:type="dxa"/>
            <w:gridSpan w:val="2"/>
            <w:shd w:val="clear" w:color="auto" w:fill="auto"/>
            <w:vAlign w:val="center"/>
          </w:tcPr>
          <w:p w:rsidR="00C72E29" w:rsidRPr="00FF1DC6" w:rsidRDefault="005A3A3B" w:rsidP="00AE2F5D">
            <w:pPr>
              <w:spacing w:line="360" w:lineRule="auto"/>
              <w:jc w:val="center"/>
              <w:rPr>
                <w:b/>
                <w:caps/>
                <w:color w:val="000000"/>
                <w:sz w:val="30"/>
                <w:szCs w:val="30"/>
              </w:rPr>
            </w:pPr>
            <w:r>
              <w:rPr>
                <w:b/>
                <w:caps/>
                <w:color w:val="000000"/>
                <w:sz w:val="30"/>
                <w:szCs w:val="30"/>
              </w:rPr>
              <w:t>Kanalizace Frýdek-Místek  -  skalice</w:t>
            </w:r>
          </w:p>
        </w:tc>
      </w:tr>
      <w:tr w:rsidR="00C72E29" w:rsidRPr="00DA1E27" w:rsidTr="005A3A3B">
        <w:trPr>
          <w:trHeight w:val="510"/>
          <w:jc w:val="center"/>
        </w:trPr>
        <w:tc>
          <w:tcPr>
            <w:tcW w:w="8646" w:type="dxa"/>
            <w:gridSpan w:val="2"/>
            <w:shd w:val="clear" w:color="auto" w:fill="auto"/>
            <w:vAlign w:val="center"/>
          </w:tcPr>
          <w:p w:rsidR="00C72E29" w:rsidRPr="00DA1E27" w:rsidRDefault="00C72E29" w:rsidP="00C72E29">
            <w:pPr>
              <w:jc w:val="center"/>
              <w:rPr>
                <w:caps/>
                <w:color w:val="000000"/>
                <w:sz w:val="24"/>
                <w:szCs w:val="24"/>
                <w:highlight w:val="yellow"/>
              </w:rPr>
            </w:pPr>
            <w:r w:rsidRPr="00DA1E27">
              <w:rPr>
                <w:rFonts w:cs="Arial"/>
                <w:b/>
                <w:color w:val="000000"/>
                <w:sz w:val="40"/>
                <w:szCs w:val="40"/>
                <w:highlight w:val="yellow"/>
              </w:rPr>
              <w:t xml:space="preserve">  </w:t>
            </w:r>
          </w:p>
        </w:tc>
      </w:tr>
      <w:tr w:rsidR="00C72E29" w:rsidRPr="00DA1E27" w:rsidTr="005A3A3B">
        <w:trPr>
          <w:trHeight w:val="227"/>
          <w:jc w:val="center"/>
        </w:trPr>
        <w:tc>
          <w:tcPr>
            <w:tcW w:w="8646" w:type="dxa"/>
            <w:gridSpan w:val="2"/>
            <w:shd w:val="clear" w:color="auto" w:fill="auto"/>
            <w:tcMar>
              <w:top w:w="113" w:type="dxa"/>
              <w:bottom w:w="57" w:type="dxa"/>
              <w:right w:w="113" w:type="dxa"/>
            </w:tcMar>
          </w:tcPr>
          <w:p w:rsidR="00C72E29" w:rsidRPr="00DA1E27" w:rsidRDefault="00C72E29" w:rsidP="00C72E29">
            <w:pPr>
              <w:tabs>
                <w:tab w:val="left" w:pos="648"/>
              </w:tabs>
              <w:jc w:val="center"/>
              <w:rPr>
                <w:rFonts w:cs="Arial"/>
                <w:bCs/>
                <w:color w:val="000000"/>
                <w:sz w:val="36"/>
                <w:szCs w:val="36"/>
                <w:highlight w:val="yellow"/>
              </w:rPr>
            </w:pPr>
            <w:r w:rsidRPr="00DA1E27">
              <w:rPr>
                <w:rFonts w:cs="Arial"/>
                <w:bCs/>
                <w:color w:val="000000"/>
                <w:sz w:val="36"/>
                <w:szCs w:val="36"/>
                <w:highlight w:val="yellow"/>
              </w:rPr>
              <w:t xml:space="preserve">  </w:t>
            </w:r>
          </w:p>
        </w:tc>
      </w:tr>
      <w:tr w:rsidR="00C72E29" w:rsidRPr="00FF1DC6" w:rsidTr="005A3A3B">
        <w:trPr>
          <w:trHeight w:val="477"/>
          <w:jc w:val="center"/>
        </w:trPr>
        <w:tc>
          <w:tcPr>
            <w:tcW w:w="7088" w:type="dxa"/>
            <w:tcBorders>
              <w:bottom w:val="single" w:sz="4" w:space="0" w:color="auto"/>
            </w:tcBorders>
            <w:shd w:val="clear" w:color="auto" w:fill="auto"/>
            <w:tcMar>
              <w:top w:w="113" w:type="dxa"/>
              <w:bottom w:w="57" w:type="dxa"/>
              <w:right w:w="113" w:type="dxa"/>
            </w:tcMar>
          </w:tcPr>
          <w:p w:rsidR="00C72E29" w:rsidRPr="00FF1DC6" w:rsidRDefault="00C72E29" w:rsidP="00C72E29">
            <w:pPr>
              <w:spacing w:after="120"/>
              <w:rPr>
                <w:rFonts w:cs="Arial"/>
                <w:bCs/>
                <w:caps/>
                <w:color w:val="000000"/>
                <w:sz w:val="12"/>
                <w:szCs w:val="12"/>
              </w:rPr>
            </w:pPr>
            <w:r w:rsidRPr="00FF1DC6">
              <w:rPr>
                <w:rFonts w:cs="Arial"/>
                <w:bCs/>
                <w:caps/>
                <w:color w:val="000000"/>
                <w:sz w:val="12"/>
                <w:szCs w:val="12"/>
              </w:rPr>
              <w:t>Stupeň projektové dokumentace:</w:t>
            </w:r>
          </w:p>
          <w:p w:rsidR="00C72E29" w:rsidRPr="00FF1DC6" w:rsidRDefault="00C72E29" w:rsidP="00E421B9">
            <w:pPr>
              <w:tabs>
                <w:tab w:val="left" w:pos="648"/>
              </w:tabs>
              <w:rPr>
                <w:rFonts w:cs="Arial"/>
                <w:bCs/>
                <w:color w:val="000000"/>
                <w:sz w:val="18"/>
                <w:szCs w:val="18"/>
              </w:rPr>
            </w:pPr>
            <w:r w:rsidRPr="00FF1DC6">
              <w:rPr>
                <w:rFonts w:cs="Arial"/>
                <w:b/>
                <w:bCs/>
                <w:color w:val="000000"/>
                <w:szCs w:val="22"/>
              </w:rPr>
              <w:t xml:space="preserve"> </w:t>
            </w:r>
            <w:r w:rsidR="00E421B9">
              <w:rPr>
                <w:rFonts w:cs="Arial"/>
                <w:b/>
                <w:bCs/>
                <w:color w:val="000000"/>
                <w:szCs w:val="22"/>
              </w:rPr>
              <w:t>RD</w:t>
            </w:r>
            <w:r w:rsidR="00AE2F5D" w:rsidRPr="00FF1DC6">
              <w:rPr>
                <w:rFonts w:cs="Arial"/>
                <w:b/>
                <w:bCs/>
                <w:color w:val="000000"/>
                <w:szCs w:val="22"/>
              </w:rPr>
              <w:t>S</w:t>
            </w:r>
          </w:p>
        </w:tc>
        <w:tc>
          <w:tcPr>
            <w:tcW w:w="1558" w:type="dxa"/>
            <w:tcBorders>
              <w:bottom w:val="single" w:sz="4" w:space="0" w:color="auto"/>
            </w:tcBorders>
            <w:shd w:val="clear" w:color="auto" w:fill="auto"/>
            <w:tcMar>
              <w:top w:w="113" w:type="dxa"/>
              <w:left w:w="113" w:type="dxa"/>
              <w:bottom w:w="57" w:type="dxa"/>
              <w:right w:w="0" w:type="dxa"/>
            </w:tcMar>
          </w:tcPr>
          <w:p w:rsidR="00C72E29" w:rsidRPr="00FF1DC6" w:rsidRDefault="00C72E29" w:rsidP="00C72E29">
            <w:pPr>
              <w:spacing w:after="120"/>
              <w:jc w:val="right"/>
              <w:rPr>
                <w:rFonts w:cs="Arial"/>
                <w:bCs/>
                <w:caps/>
                <w:color w:val="000000"/>
                <w:sz w:val="12"/>
                <w:szCs w:val="12"/>
              </w:rPr>
            </w:pPr>
            <w:r w:rsidRPr="00FF1DC6">
              <w:rPr>
                <w:rFonts w:cs="Arial"/>
                <w:bCs/>
                <w:caps/>
                <w:color w:val="000000"/>
                <w:sz w:val="12"/>
                <w:szCs w:val="12"/>
              </w:rPr>
              <w:t>Datum:</w:t>
            </w:r>
          </w:p>
          <w:p w:rsidR="00C72E29" w:rsidRPr="00FF1DC6" w:rsidRDefault="00E421B9" w:rsidP="00E421B9">
            <w:pPr>
              <w:jc w:val="right"/>
              <w:rPr>
                <w:rFonts w:cs="Arial"/>
                <w:bCs/>
                <w:color w:val="000000"/>
                <w:szCs w:val="22"/>
              </w:rPr>
            </w:pPr>
            <w:r>
              <w:t>0</w:t>
            </w:r>
            <w:r w:rsidR="00AE2F5D" w:rsidRPr="00FF1DC6">
              <w:t>1</w:t>
            </w:r>
            <w:r>
              <w:t>/2020</w:t>
            </w:r>
            <w:r w:rsidR="00C72E29" w:rsidRPr="00FF1DC6">
              <w:t xml:space="preserve"> </w:t>
            </w:r>
          </w:p>
        </w:tc>
      </w:tr>
    </w:tbl>
    <w:p w:rsidR="00C72E29" w:rsidRPr="00FF1DC6" w:rsidRDefault="00C72E29" w:rsidP="00C72E29">
      <w:pPr>
        <w:jc w:val="center"/>
        <w:rPr>
          <w:color w:val="000000"/>
        </w:rPr>
      </w:pPr>
    </w:p>
    <w:p w:rsidR="00C72E29" w:rsidRPr="00FF1DC6" w:rsidRDefault="00C72E29" w:rsidP="00C72E29">
      <w:pPr>
        <w:jc w:val="center"/>
        <w:rPr>
          <w:color w:val="000000"/>
        </w:rPr>
      </w:pPr>
    </w:p>
    <w:p w:rsidR="00C72E29" w:rsidRPr="00FF1DC6" w:rsidRDefault="00C72E29" w:rsidP="00C72E29">
      <w:pPr>
        <w:jc w:val="center"/>
        <w:rPr>
          <w:color w:val="000000"/>
        </w:rPr>
      </w:pPr>
    </w:p>
    <w:p w:rsidR="00C72E29" w:rsidRPr="00FF1DC6" w:rsidRDefault="00C72E29" w:rsidP="00C72E29">
      <w:pPr>
        <w:jc w:val="center"/>
        <w:rPr>
          <w:color w:val="000000"/>
        </w:rPr>
      </w:pPr>
    </w:p>
    <w:p w:rsidR="00C72E29" w:rsidRPr="00FF1DC6" w:rsidRDefault="00C72E29" w:rsidP="00C72E29">
      <w:pPr>
        <w:jc w:val="center"/>
        <w:rPr>
          <w:color w:val="000000"/>
        </w:rPr>
      </w:pPr>
    </w:p>
    <w:p w:rsidR="00C72E29" w:rsidRPr="00FF1DC6" w:rsidRDefault="00C72E29" w:rsidP="00C72E29"/>
    <w:p w:rsidR="00C72E29" w:rsidRPr="00FF1DC6" w:rsidRDefault="00C72E29" w:rsidP="00C72E29"/>
    <w:p w:rsidR="00C72E29" w:rsidRPr="00FF1DC6" w:rsidRDefault="00C72E29" w:rsidP="00C72E29"/>
    <w:p w:rsidR="00C72E29" w:rsidRPr="00FF1DC6" w:rsidRDefault="00C72E29" w:rsidP="00C72E29">
      <w:pPr>
        <w:ind w:left="360"/>
        <w:jc w:val="center"/>
      </w:pPr>
      <w:r w:rsidRPr="00FF1DC6">
        <w:rPr>
          <w:rFonts w:cs="Arial"/>
          <w:b/>
          <w:color w:val="000000"/>
          <w:sz w:val="40"/>
          <w:szCs w:val="40"/>
        </w:rPr>
        <w:t>D.</w:t>
      </w:r>
      <w:r w:rsidR="00856A50" w:rsidRPr="00FF1DC6">
        <w:rPr>
          <w:rFonts w:cs="Arial"/>
          <w:b/>
          <w:color w:val="000000"/>
          <w:sz w:val="40"/>
          <w:szCs w:val="40"/>
        </w:rPr>
        <w:t>1</w:t>
      </w:r>
      <w:r w:rsidRPr="00FF1DC6">
        <w:rPr>
          <w:rFonts w:cs="Arial"/>
          <w:b/>
          <w:color w:val="000000"/>
          <w:sz w:val="40"/>
          <w:szCs w:val="40"/>
        </w:rPr>
        <w:t>.</w:t>
      </w:r>
      <w:r w:rsidR="00D9195B">
        <w:rPr>
          <w:rFonts w:cs="Arial"/>
          <w:b/>
          <w:color w:val="000000"/>
          <w:sz w:val="40"/>
          <w:szCs w:val="40"/>
        </w:rPr>
        <w:t>6</w:t>
      </w:r>
      <w:r w:rsidRPr="00FF1DC6">
        <w:rPr>
          <w:rFonts w:cs="Arial"/>
          <w:b/>
          <w:color w:val="000000"/>
          <w:sz w:val="40"/>
          <w:szCs w:val="40"/>
        </w:rPr>
        <w:t>.1   Technická zpráva</w:t>
      </w:r>
    </w:p>
    <w:p w:rsidR="00C72E29" w:rsidRPr="00FF1DC6" w:rsidRDefault="00C72E29" w:rsidP="00C72E29"/>
    <w:p w:rsidR="00C72E29" w:rsidRPr="00FF1DC6" w:rsidRDefault="00C72E29" w:rsidP="00C72E29"/>
    <w:p w:rsidR="003E3113" w:rsidRPr="00FF1DC6" w:rsidRDefault="003E3113" w:rsidP="003E3113">
      <w:pPr>
        <w:jc w:val="center"/>
        <w:rPr>
          <w:rFonts w:cs="Arial"/>
          <w:b/>
          <w:sz w:val="28"/>
        </w:rPr>
      </w:pPr>
      <w:r w:rsidRPr="00FF1DC6">
        <w:rPr>
          <w:b/>
          <w:sz w:val="28"/>
          <w:szCs w:val="28"/>
        </w:rPr>
        <w:t xml:space="preserve">SO </w:t>
      </w:r>
      <w:r w:rsidR="00D9195B">
        <w:rPr>
          <w:b/>
          <w:sz w:val="28"/>
          <w:szCs w:val="28"/>
        </w:rPr>
        <w:t>06</w:t>
      </w:r>
      <w:r w:rsidRPr="00FF1DC6">
        <w:rPr>
          <w:b/>
          <w:sz w:val="28"/>
          <w:szCs w:val="28"/>
        </w:rPr>
        <w:t xml:space="preserve">    </w:t>
      </w:r>
      <w:r w:rsidR="00F63DFD" w:rsidRPr="00FF1DC6">
        <w:rPr>
          <w:b/>
          <w:sz w:val="28"/>
          <w:szCs w:val="28"/>
        </w:rPr>
        <w:t>K</w:t>
      </w:r>
      <w:r w:rsidR="00856A50" w:rsidRPr="00FF1DC6">
        <w:rPr>
          <w:b/>
          <w:sz w:val="28"/>
          <w:szCs w:val="28"/>
        </w:rPr>
        <w:t>analiza</w:t>
      </w:r>
      <w:r w:rsidR="00F63DFD" w:rsidRPr="00FF1DC6">
        <w:rPr>
          <w:b/>
          <w:sz w:val="28"/>
          <w:szCs w:val="28"/>
        </w:rPr>
        <w:t>ční přípojky</w:t>
      </w:r>
      <w:r w:rsidR="00FF1DC6" w:rsidRPr="00FF1DC6">
        <w:rPr>
          <w:b/>
          <w:sz w:val="28"/>
          <w:szCs w:val="28"/>
        </w:rPr>
        <w:t xml:space="preserve"> – neuznatelné náklady</w:t>
      </w:r>
      <w:r w:rsidRPr="00FF1DC6">
        <w:rPr>
          <w:b/>
          <w:sz w:val="28"/>
          <w:szCs w:val="28"/>
        </w:rPr>
        <w:t xml:space="preserve"> </w:t>
      </w:r>
    </w:p>
    <w:p w:rsidR="00C72E29" w:rsidRPr="00FF1DC6" w:rsidRDefault="00C72E29" w:rsidP="00C72E29">
      <w:pPr>
        <w:pStyle w:val="Hlavikarejstku"/>
        <w:tabs>
          <w:tab w:val="left" w:pos="5873"/>
        </w:tabs>
        <w:rPr>
          <w:rFonts w:cs="Arial"/>
          <w:b/>
          <w:sz w:val="28"/>
        </w:rPr>
      </w:pPr>
      <w:r w:rsidRPr="00FF1DC6">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DA1E27" w:rsidTr="00C72E29">
        <w:trPr>
          <w:trHeight w:val="735"/>
          <w:jc w:val="center"/>
        </w:trPr>
        <w:tc>
          <w:tcPr>
            <w:tcW w:w="2834" w:type="dxa"/>
            <w:tcBorders>
              <w:top w:val="single" w:sz="4" w:space="0" w:color="auto"/>
            </w:tcBorders>
            <w:shd w:val="clear" w:color="auto" w:fill="auto"/>
            <w:tcMar>
              <w:top w:w="113" w:type="dxa"/>
            </w:tcMar>
          </w:tcPr>
          <w:p w:rsidR="00C72E29" w:rsidRPr="00DA1E27" w:rsidRDefault="00C72E29" w:rsidP="00C72E29">
            <w:pPr>
              <w:rPr>
                <w:bCs/>
                <w:caps/>
                <w:color w:val="000000"/>
                <w:sz w:val="24"/>
                <w:szCs w:val="24"/>
                <w:highlight w:val="yellow"/>
              </w:rPr>
            </w:pPr>
          </w:p>
          <w:p w:rsidR="00C72E29" w:rsidRPr="00DA1E27" w:rsidRDefault="00C72E29" w:rsidP="00C72E29">
            <w:pPr>
              <w:rPr>
                <w:bCs/>
                <w:caps/>
                <w:color w:val="000000"/>
                <w:sz w:val="24"/>
                <w:szCs w:val="24"/>
                <w:highlight w:val="yellow"/>
              </w:rPr>
            </w:pPr>
          </w:p>
          <w:p w:rsidR="00C72E29" w:rsidRPr="00DA1E27" w:rsidRDefault="00C72E29" w:rsidP="00C72E29">
            <w:pPr>
              <w:rPr>
                <w:bCs/>
                <w:caps/>
                <w:color w:val="000000"/>
                <w:sz w:val="24"/>
                <w:szCs w:val="24"/>
                <w:highlight w:val="yellow"/>
              </w:rPr>
            </w:pPr>
          </w:p>
        </w:tc>
        <w:tc>
          <w:tcPr>
            <w:tcW w:w="5670" w:type="dxa"/>
            <w:tcBorders>
              <w:top w:val="single" w:sz="4" w:space="0" w:color="auto"/>
            </w:tcBorders>
            <w:shd w:val="clear" w:color="auto" w:fill="auto"/>
          </w:tcPr>
          <w:p w:rsidR="00C72E29" w:rsidRPr="00DA1E27" w:rsidRDefault="00C72E29" w:rsidP="00C72E29">
            <w:pPr>
              <w:ind w:left="143"/>
              <w:rPr>
                <w:caps/>
                <w:highlight w:val="yellow"/>
              </w:rPr>
            </w:pPr>
            <w:r w:rsidRPr="00DA1E27">
              <w:rPr>
                <w:caps/>
                <w:highlight w:val="yellow"/>
              </w:rPr>
              <w:t xml:space="preserve"> </w:t>
            </w:r>
          </w:p>
          <w:p w:rsidR="00C72E29" w:rsidRPr="00DA1E27" w:rsidRDefault="00C72E29" w:rsidP="00C72E29">
            <w:pPr>
              <w:ind w:left="143"/>
              <w:rPr>
                <w:caps/>
                <w:highlight w:val="yellow"/>
              </w:rPr>
            </w:pPr>
          </w:p>
          <w:p w:rsidR="00C72E29" w:rsidRPr="00DA1E27" w:rsidRDefault="00C72E29" w:rsidP="00C72E29">
            <w:pPr>
              <w:ind w:left="143"/>
              <w:rPr>
                <w:caps/>
                <w:highlight w:val="yellow"/>
              </w:rPr>
            </w:pPr>
          </w:p>
          <w:p w:rsidR="00C72E29" w:rsidRPr="00DA1E27" w:rsidRDefault="00C72E29" w:rsidP="00C72E29">
            <w:pPr>
              <w:ind w:left="143"/>
              <w:rPr>
                <w:caps/>
                <w:highlight w:val="yellow"/>
              </w:rPr>
            </w:pPr>
          </w:p>
          <w:p w:rsidR="00C72E29" w:rsidRPr="00DA1E27" w:rsidRDefault="00C72E29" w:rsidP="00C72E29">
            <w:pPr>
              <w:ind w:left="143"/>
              <w:rPr>
                <w:caps/>
                <w:highlight w:val="yellow"/>
              </w:rPr>
            </w:pPr>
          </w:p>
          <w:p w:rsidR="00C72E29" w:rsidRPr="00DA1E27" w:rsidRDefault="00C72E29" w:rsidP="00C72E29">
            <w:pPr>
              <w:ind w:left="143"/>
              <w:rPr>
                <w:caps/>
                <w:highlight w:val="yellow"/>
              </w:rPr>
            </w:pPr>
          </w:p>
          <w:p w:rsidR="00C72E29" w:rsidRPr="00DA1E27" w:rsidRDefault="00C72E29" w:rsidP="00C72E29">
            <w:pPr>
              <w:ind w:left="143"/>
              <w:rPr>
                <w:caps/>
                <w:highlight w:val="yellow"/>
              </w:rPr>
            </w:pPr>
          </w:p>
          <w:p w:rsidR="00C72E29" w:rsidRPr="00DA1E27" w:rsidRDefault="00C72E29" w:rsidP="00C72E29">
            <w:pPr>
              <w:rPr>
                <w:caps/>
                <w:color w:val="000000"/>
                <w:sz w:val="24"/>
                <w:szCs w:val="24"/>
                <w:highlight w:val="yellow"/>
              </w:rPr>
            </w:pPr>
            <w:r w:rsidRPr="00DA1E27">
              <w:rPr>
                <w:caps/>
                <w:highlight w:val="yellow"/>
              </w:rPr>
              <w:t xml:space="preserve">                          </w:t>
            </w:r>
          </w:p>
        </w:tc>
      </w:tr>
    </w:tbl>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5554BE" w:rsidRPr="00DA1E27" w:rsidRDefault="005554BE" w:rsidP="009B3BA2">
      <w:pPr>
        <w:rPr>
          <w:highlight w:val="yellow"/>
        </w:rPr>
      </w:pPr>
    </w:p>
    <w:p w:rsidR="0009710A" w:rsidRDefault="0009710A" w:rsidP="009B3BA2">
      <w:pPr>
        <w:rPr>
          <w:highlight w:val="yellow"/>
        </w:rPr>
      </w:pPr>
    </w:p>
    <w:p w:rsidR="0009710A" w:rsidRDefault="0009710A">
      <w:pPr>
        <w:rPr>
          <w:highlight w:val="yellow"/>
        </w:rPr>
      </w:pPr>
      <w:r>
        <w:rPr>
          <w:highlight w:val="yellow"/>
        </w:rPr>
        <w:br w:type="page"/>
      </w:r>
    </w:p>
    <w:p w:rsidR="0009710A" w:rsidRDefault="0009710A" w:rsidP="009B3BA2">
      <w:pPr>
        <w:rPr>
          <w:highlight w:val="yellow"/>
        </w:rPr>
      </w:pPr>
    </w:p>
    <w:p w:rsidR="0009710A" w:rsidRDefault="0009710A">
      <w:pPr>
        <w:rPr>
          <w:highlight w:val="yellow"/>
        </w:rPr>
      </w:pPr>
      <w:bookmarkStart w:id="0" w:name="_GoBack"/>
      <w:bookmarkEnd w:id="0"/>
      <w:r>
        <w:rPr>
          <w:highlight w:val="yellow"/>
        </w:rPr>
        <w:br w:type="page"/>
      </w:r>
    </w:p>
    <w:p w:rsidR="005554BE" w:rsidRDefault="005554BE" w:rsidP="009B3BA2">
      <w:pPr>
        <w:rPr>
          <w:highlight w:val="yellow"/>
        </w:rPr>
      </w:pPr>
    </w:p>
    <w:p w:rsidR="00FC05BA" w:rsidRPr="00DA1E27" w:rsidRDefault="00FC05BA" w:rsidP="009B3BA2">
      <w:pPr>
        <w:rPr>
          <w:highlight w:val="yellow"/>
        </w:rPr>
      </w:pPr>
    </w:p>
    <w:p w:rsidR="005554BE" w:rsidRPr="00DA1E27" w:rsidRDefault="005554BE" w:rsidP="001642E3">
      <w:pPr>
        <w:tabs>
          <w:tab w:val="left" w:pos="3686"/>
        </w:tabs>
        <w:rPr>
          <w:highlight w:val="yellow"/>
        </w:rPr>
      </w:pPr>
    </w:p>
    <w:p w:rsidR="009B3BA2" w:rsidRPr="00DA1E27" w:rsidRDefault="009B3BA2">
      <w:pPr>
        <w:rPr>
          <w:color w:val="000000" w:themeColor="text1"/>
          <w:highlight w:val="yellow"/>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F1DC6" w:rsidTr="005554BE">
        <w:trPr>
          <w:trHeight w:val="510"/>
        </w:trPr>
        <w:tc>
          <w:tcPr>
            <w:tcW w:w="8510" w:type="dxa"/>
            <w:tcMar>
              <w:left w:w="0" w:type="dxa"/>
            </w:tcMar>
            <w:vAlign w:val="center"/>
          </w:tcPr>
          <w:p w:rsidR="00532923" w:rsidRPr="00FF1DC6" w:rsidRDefault="00532923" w:rsidP="008156A3">
            <w:pPr>
              <w:tabs>
                <w:tab w:val="left" w:pos="3960"/>
                <w:tab w:val="left" w:pos="4320"/>
              </w:tabs>
              <w:rPr>
                <w:bCs/>
                <w:color w:val="000000" w:themeColor="text1"/>
                <w:sz w:val="30"/>
                <w:szCs w:val="30"/>
              </w:rPr>
            </w:pPr>
            <w:r w:rsidRPr="00FF1DC6">
              <w:rPr>
                <w:bCs/>
                <w:color w:val="000000" w:themeColor="text1"/>
                <w:sz w:val="30"/>
                <w:szCs w:val="30"/>
              </w:rPr>
              <w:t xml:space="preserve">OBSAH </w:t>
            </w:r>
          </w:p>
        </w:tc>
      </w:tr>
    </w:tbl>
    <w:p w:rsidR="006744BF" w:rsidRPr="00FF1DC6" w:rsidRDefault="006744BF" w:rsidP="00161E68"/>
    <w:p w:rsidR="00F6635F" w:rsidRPr="00FF1DC6" w:rsidRDefault="00F6635F" w:rsidP="00161E68">
      <w:pPr>
        <w:tabs>
          <w:tab w:val="right" w:pos="8505"/>
        </w:tabs>
        <w:rPr>
          <w:bCs/>
          <w:color w:val="000000" w:themeColor="text1"/>
          <w:szCs w:val="22"/>
        </w:rPr>
      </w:pPr>
      <w:r w:rsidRPr="00FF1DC6">
        <w:rPr>
          <w:b/>
          <w:bCs/>
          <w:color w:val="000000" w:themeColor="text1"/>
        </w:rPr>
        <w:tab/>
      </w:r>
      <w:r w:rsidRPr="00FF1DC6">
        <w:rPr>
          <w:bCs/>
          <w:color w:val="000000" w:themeColor="text1"/>
          <w:szCs w:val="22"/>
        </w:rPr>
        <w:t>strana</w:t>
      </w:r>
    </w:p>
    <w:p w:rsidR="00B713A1" w:rsidRPr="00F31AF0" w:rsidRDefault="00EF0509">
      <w:pPr>
        <w:pStyle w:val="Obsah1"/>
        <w:rPr>
          <w:rFonts w:asciiTheme="minorHAnsi" w:eastAsiaTheme="minorEastAsia" w:hAnsiTheme="minorHAnsi" w:cstheme="minorBidi"/>
          <w:b w:val="0"/>
          <w:noProof/>
          <w:szCs w:val="22"/>
        </w:rPr>
      </w:pPr>
      <w:r w:rsidRPr="00F31AF0">
        <w:rPr>
          <w:b w:val="0"/>
          <w:color w:val="000000" w:themeColor="text1"/>
          <w:szCs w:val="22"/>
        </w:rPr>
        <w:fldChar w:fldCharType="begin"/>
      </w:r>
      <w:r w:rsidR="00952B1F" w:rsidRPr="00F31AF0">
        <w:rPr>
          <w:b w:val="0"/>
          <w:color w:val="000000" w:themeColor="text1"/>
          <w:szCs w:val="22"/>
        </w:rPr>
        <w:instrText xml:space="preserve"> TOC \o \h \z \u </w:instrText>
      </w:r>
      <w:r w:rsidRPr="00F31AF0">
        <w:rPr>
          <w:b w:val="0"/>
          <w:color w:val="000000" w:themeColor="text1"/>
          <w:szCs w:val="22"/>
        </w:rPr>
        <w:fldChar w:fldCharType="separate"/>
      </w:r>
      <w:hyperlink w:anchor="_Toc476631473" w:history="1">
        <w:r w:rsidR="00B713A1" w:rsidRPr="00F31AF0">
          <w:rPr>
            <w:rStyle w:val="Hypertextovodkaz"/>
            <w:noProof/>
          </w:rPr>
          <w:t>1</w:t>
        </w:r>
        <w:r w:rsidR="00B713A1" w:rsidRPr="00F31AF0">
          <w:rPr>
            <w:rFonts w:asciiTheme="minorHAnsi" w:eastAsiaTheme="minorEastAsia" w:hAnsiTheme="minorHAnsi" w:cstheme="minorBidi"/>
            <w:b w:val="0"/>
            <w:noProof/>
            <w:szCs w:val="22"/>
          </w:rPr>
          <w:tab/>
        </w:r>
        <w:r w:rsidR="00B713A1" w:rsidRPr="00F31AF0">
          <w:rPr>
            <w:rStyle w:val="Hypertextovodkaz"/>
            <w:noProof/>
          </w:rPr>
          <w:t>SO 0</w:t>
        </w:r>
        <w:r w:rsidR="00D9195B" w:rsidRPr="00F31AF0">
          <w:rPr>
            <w:rStyle w:val="Hypertextovodkaz"/>
            <w:noProof/>
          </w:rPr>
          <w:t>6</w:t>
        </w:r>
        <w:r w:rsidR="00B713A1" w:rsidRPr="00F31AF0">
          <w:rPr>
            <w:rStyle w:val="Hypertextovodkaz"/>
            <w:noProof/>
          </w:rPr>
          <w:t xml:space="preserve">  Kanalizační přípojky</w:t>
        </w:r>
        <w:r w:rsidR="00B713A1" w:rsidRPr="00F31AF0">
          <w:rPr>
            <w:noProof/>
            <w:webHidden/>
          </w:rPr>
          <w:tab/>
        </w:r>
        <w:r w:rsidR="00B713A1" w:rsidRPr="00F31AF0">
          <w:rPr>
            <w:noProof/>
            <w:webHidden/>
          </w:rPr>
          <w:fldChar w:fldCharType="begin"/>
        </w:r>
        <w:r w:rsidR="00B713A1" w:rsidRPr="00F31AF0">
          <w:rPr>
            <w:noProof/>
            <w:webHidden/>
          </w:rPr>
          <w:instrText xml:space="preserve"> PAGEREF _Toc476631473 \h </w:instrText>
        </w:r>
        <w:r w:rsidR="00B713A1" w:rsidRPr="00F31AF0">
          <w:rPr>
            <w:noProof/>
            <w:webHidden/>
          </w:rPr>
        </w:r>
        <w:r w:rsidR="00B713A1" w:rsidRPr="00F31AF0">
          <w:rPr>
            <w:noProof/>
            <w:webHidden/>
          </w:rPr>
          <w:fldChar w:fldCharType="separate"/>
        </w:r>
        <w:r w:rsidR="0009710A">
          <w:rPr>
            <w:noProof/>
            <w:webHidden/>
          </w:rPr>
          <w:t>4</w:t>
        </w:r>
        <w:r w:rsidR="00B713A1" w:rsidRPr="00F31AF0">
          <w:rPr>
            <w:noProof/>
            <w:webHidden/>
          </w:rPr>
          <w:fldChar w:fldCharType="end"/>
        </w:r>
      </w:hyperlink>
    </w:p>
    <w:p w:rsidR="00B713A1" w:rsidRPr="00F31AF0" w:rsidRDefault="0009710A">
      <w:pPr>
        <w:pStyle w:val="Obsah3"/>
        <w:rPr>
          <w:rFonts w:asciiTheme="minorHAnsi" w:eastAsiaTheme="minorEastAsia" w:hAnsiTheme="minorHAnsi" w:cstheme="minorBidi"/>
          <w:noProof/>
          <w:szCs w:val="22"/>
        </w:rPr>
      </w:pPr>
      <w:hyperlink w:anchor="_Toc476631474" w:history="1">
        <w:r w:rsidR="00B713A1" w:rsidRPr="00F31AF0">
          <w:rPr>
            <w:rStyle w:val="Hypertextovodkaz"/>
            <w:noProof/>
          </w:rPr>
          <w:t>1.1</w:t>
        </w:r>
        <w:r w:rsidR="00B713A1" w:rsidRPr="00F31AF0">
          <w:rPr>
            <w:rFonts w:asciiTheme="minorHAnsi" w:eastAsiaTheme="minorEastAsia" w:hAnsiTheme="minorHAnsi" w:cstheme="minorBidi"/>
            <w:noProof/>
            <w:szCs w:val="22"/>
          </w:rPr>
          <w:tab/>
        </w:r>
        <w:r w:rsidR="00B713A1" w:rsidRPr="00F31AF0">
          <w:rPr>
            <w:rStyle w:val="Hypertextovodkaz"/>
            <w:noProof/>
          </w:rPr>
          <w:t>Úvodní informace o účelu objektu</w:t>
        </w:r>
        <w:r w:rsidR="00B713A1" w:rsidRPr="00F31AF0">
          <w:rPr>
            <w:noProof/>
            <w:webHidden/>
          </w:rPr>
          <w:tab/>
        </w:r>
        <w:r w:rsidR="00B713A1" w:rsidRPr="00F31AF0">
          <w:rPr>
            <w:noProof/>
            <w:webHidden/>
          </w:rPr>
          <w:fldChar w:fldCharType="begin"/>
        </w:r>
        <w:r w:rsidR="00B713A1" w:rsidRPr="00F31AF0">
          <w:rPr>
            <w:noProof/>
            <w:webHidden/>
          </w:rPr>
          <w:instrText xml:space="preserve"> PAGEREF _Toc476631474 \h </w:instrText>
        </w:r>
        <w:r w:rsidR="00B713A1" w:rsidRPr="00F31AF0">
          <w:rPr>
            <w:noProof/>
            <w:webHidden/>
          </w:rPr>
        </w:r>
        <w:r w:rsidR="00B713A1" w:rsidRPr="00F31AF0">
          <w:rPr>
            <w:noProof/>
            <w:webHidden/>
          </w:rPr>
          <w:fldChar w:fldCharType="separate"/>
        </w:r>
        <w:r>
          <w:rPr>
            <w:noProof/>
            <w:webHidden/>
          </w:rPr>
          <w:t>4</w:t>
        </w:r>
        <w:r w:rsidR="00B713A1" w:rsidRPr="00F31AF0">
          <w:rPr>
            <w:noProof/>
            <w:webHidden/>
          </w:rPr>
          <w:fldChar w:fldCharType="end"/>
        </w:r>
      </w:hyperlink>
    </w:p>
    <w:p w:rsidR="00B713A1" w:rsidRPr="00F31AF0" w:rsidRDefault="0009710A">
      <w:pPr>
        <w:pStyle w:val="Obsah3"/>
        <w:rPr>
          <w:rFonts w:asciiTheme="minorHAnsi" w:eastAsiaTheme="minorEastAsia" w:hAnsiTheme="minorHAnsi" w:cstheme="minorBidi"/>
          <w:noProof/>
          <w:szCs w:val="22"/>
        </w:rPr>
      </w:pPr>
      <w:hyperlink w:anchor="_Toc476631475" w:history="1">
        <w:r w:rsidR="00B713A1" w:rsidRPr="00F31AF0">
          <w:rPr>
            <w:rStyle w:val="Hypertextovodkaz"/>
            <w:noProof/>
          </w:rPr>
          <w:t>1.2</w:t>
        </w:r>
        <w:r w:rsidR="00B713A1" w:rsidRPr="00F31AF0">
          <w:rPr>
            <w:rFonts w:asciiTheme="minorHAnsi" w:eastAsiaTheme="minorEastAsia" w:hAnsiTheme="minorHAnsi" w:cstheme="minorBidi"/>
            <w:noProof/>
            <w:szCs w:val="22"/>
          </w:rPr>
          <w:tab/>
        </w:r>
        <w:r w:rsidR="00B713A1" w:rsidRPr="00F31AF0">
          <w:rPr>
            <w:rStyle w:val="Hypertextovodkaz"/>
            <w:noProof/>
          </w:rPr>
          <w:t>Popis stavebního objektu</w:t>
        </w:r>
        <w:r w:rsidR="00B713A1" w:rsidRPr="00F31AF0">
          <w:rPr>
            <w:noProof/>
            <w:webHidden/>
          </w:rPr>
          <w:tab/>
        </w:r>
        <w:r w:rsidR="00B713A1" w:rsidRPr="00F31AF0">
          <w:rPr>
            <w:noProof/>
            <w:webHidden/>
          </w:rPr>
          <w:fldChar w:fldCharType="begin"/>
        </w:r>
        <w:r w:rsidR="00B713A1" w:rsidRPr="00F31AF0">
          <w:rPr>
            <w:noProof/>
            <w:webHidden/>
          </w:rPr>
          <w:instrText xml:space="preserve"> PAGEREF _Toc476631475 \h </w:instrText>
        </w:r>
        <w:r w:rsidR="00B713A1" w:rsidRPr="00F31AF0">
          <w:rPr>
            <w:noProof/>
            <w:webHidden/>
          </w:rPr>
        </w:r>
        <w:r w:rsidR="00B713A1" w:rsidRPr="00F31AF0">
          <w:rPr>
            <w:noProof/>
            <w:webHidden/>
          </w:rPr>
          <w:fldChar w:fldCharType="separate"/>
        </w:r>
        <w:r>
          <w:rPr>
            <w:noProof/>
            <w:webHidden/>
          </w:rPr>
          <w:t>4</w:t>
        </w:r>
        <w:r w:rsidR="00B713A1" w:rsidRPr="00F31AF0">
          <w:rPr>
            <w:noProof/>
            <w:webHidden/>
          </w:rPr>
          <w:fldChar w:fldCharType="end"/>
        </w:r>
      </w:hyperlink>
    </w:p>
    <w:p w:rsidR="00B713A1" w:rsidRPr="00F31AF0" w:rsidRDefault="0009710A" w:rsidP="008B2EEC">
      <w:pPr>
        <w:pStyle w:val="Obsah1"/>
        <w:ind w:right="-1"/>
        <w:rPr>
          <w:rFonts w:asciiTheme="minorHAnsi" w:eastAsiaTheme="minorEastAsia" w:hAnsiTheme="minorHAnsi" w:cstheme="minorBidi"/>
          <w:b w:val="0"/>
          <w:noProof/>
          <w:szCs w:val="22"/>
        </w:rPr>
      </w:pPr>
      <w:hyperlink w:anchor="_Toc476631476" w:history="1">
        <w:r w:rsidR="00B713A1" w:rsidRPr="00F31AF0">
          <w:rPr>
            <w:rStyle w:val="Hypertextovodkaz"/>
            <w:noProof/>
          </w:rPr>
          <w:t>2</w:t>
        </w:r>
        <w:r w:rsidR="00B713A1" w:rsidRPr="00F31AF0">
          <w:rPr>
            <w:rFonts w:asciiTheme="minorHAnsi" w:eastAsiaTheme="minorEastAsia" w:hAnsiTheme="minorHAnsi" w:cstheme="minorBidi"/>
            <w:b w:val="0"/>
            <w:noProof/>
            <w:szCs w:val="22"/>
          </w:rPr>
          <w:tab/>
        </w:r>
        <w:r w:rsidR="00B713A1" w:rsidRPr="00F31AF0">
          <w:rPr>
            <w:rStyle w:val="Hypertextovodkaz"/>
            <w:noProof/>
          </w:rPr>
          <w:t xml:space="preserve">Napojení na stávající technickou </w:t>
        </w:r>
        <w:r w:rsidR="00FB4D01">
          <w:rPr>
            <w:rStyle w:val="Hypertextovodkaz"/>
            <w:noProof/>
          </w:rPr>
          <w:t>infas</w:t>
        </w:r>
        <w:r w:rsidR="00B713A1" w:rsidRPr="00F31AF0">
          <w:rPr>
            <w:rStyle w:val="Hypertextovodkaz"/>
            <w:noProof/>
          </w:rPr>
          <w:t>trukturu</w:t>
        </w:r>
      </w:hyperlink>
      <w:r w:rsidR="00FB4D01">
        <w:rPr>
          <w:noProof/>
        </w:rPr>
        <w:t>……………………</w:t>
      </w:r>
      <w:r w:rsidR="008B2EEC">
        <w:rPr>
          <w:noProof/>
        </w:rPr>
        <w:t>……</w:t>
      </w:r>
      <w:r w:rsidR="00FB4D01">
        <w:rPr>
          <w:noProof/>
        </w:rPr>
        <w:t>.6</w:t>
      </w:r>
    </w:p>
    <w:p w:rsidR="00B713A1" w:rsidRPr="00F31AF0" w:rsidRDefault="0009710A">
      <w:pPr>
        <w:pStyle w:val="Obsah1"/>
        <w:rPr>
          <w:rFonts w:asciiTheme="minorHAnsi" w:eastAsiaTheme="minorEastAsia" w:hAnsiTheme="minorHAnsi" w:cstheme="minorBidi"/>
          <w:b w:val="0"/>
          <w:noProof/>
          <w:szCs w:val="22"/>
        </w:rPr>
      </w:pPr>
      <w:hyperlink w:anchor="_Toc476631477" w:history="1">
        <w:r w:rsidR="00B713A1" w:rsidRPr="00F31AF0">
          <w:rPr>
            <w:rStyle w:val="Hypertextovodkaz"/>
            <w:noProof/>
          </w:rPr>
          <w:t>3</w:t>
        </w:r>
        <w:r w:rsidR="00B713A1" w:rsidRPr="00F31AF0">
          <w:rPr>
            <w:rFonts w:asciiTheme="minorHAnsi" w:eastAsiaTheme="minorEastAsia" w:hAnsiTheme="minorHAnsi" w:cstheme="minorBidi"/>
            <w:b w:val="0"/>
            <w:noProof/>
            <w:szCs w:val="22"/>
          </w:rPr>
          <w:tab/>
        </w:r>
        <w:r w:rsidR="00B713A1" w:rsidRPr="00F31AF0">
          <w:rPr>
            <w:rStyle w:val="Hypertextovodkaz"/>
            <w:noProof/>
          </w:rPr>
          <w:t>Vliv na povrchové a podzemní vody včetně řešení jejich zneškodňování</w:t>
        </w:r>
        <w:r w:rsidR="00B713A1" w:rsidRPr="00F31AF0">
          <w:rPr>
            <w:noProof/>
            <w:webHidden/>
          </w:rPr>
          <w:tab/>
        </w:r>
      </w:hyperlink>
      <w:r w:rsidR="00FB4D01">
        <w:rPr>
          <w:noProof/>
        </w:rPr>
        <w:t>7</w:t>
      </w:r>
    </w:p>
    <w:p w:rsidR="00B713A1" w:rsidRPr="00F31AF0" w:rsidRDefault="0009710A">
      <w:pPr>
        <w:pStyle w:val="Obsah1"/>
        <w:rPr>
          <w:rFonts w:asciiTheme="minorHAnsi" w:eastAsiaTheme="minorEastAsia" w:hAnsiTheme="minorHAnsi" w:cstheme="minorBidi"/>
          <w:b w:val="0"/>
          <w:noProof/>
          <w:szCs w:val="22"/>
        </w:rPr>
      </w:pPr>
      <w:hyperlink w:anchor="_Toc476631478" w:history="1">
        <w:r w:rsidR="00B713A1" w:rsidRPr="00F31AF0">
          <w:rPr>
            <w:rStyle w:val="Hypertextovodkaz"/>
            <w:noProof/>
          </w:rPr>
          <w:t>4</w:t>
        </w:r>
        <w:r w:rsidR="00B713A1" w:rsidRPr="00F31AF0">
          <w:rPr>
            <w:rFonts w:asciiTheme="minorHAnsi" w:eastAsiaTheme="minorEastAsia" w:hAnsiTheme="minorHAnsi" w:cstheme="minorBidi"/>
            <w:b w:val="0"/>
            <w:noProof/>
            <w:szCs w:val="22"/>
          </w:rPr>
          <w:tab/>
        </w:r>
        <w:r w:rsidR="00B713A1" w:rsidRPr="00F31AF0">
          <w:rPr>
            <w:rStyle w:val="Hypertextovodkaz"/>
            <w:noProof/>
          </w:rPr>
          <w:t>Údaje o zpracovaných technických výpočtech, jejich vliv na řešení</w:t>
        </w:r>
        <w:r w:rsidR="00B713A1" w:rsidRPr="00F31AF0">
          <w:rPr>
            <w:noProof/>
            <w:webHidden/>
          </w:rPr>
          <w:tab/>
        </w:r>
      </w:hyperlink>
      <w:r w:rsidR="00FB4D01">
        <w:rPr>
          <w:noProof/>
        </w:rPr>
        <w:t>7</w:t>
      </w:r>
    </w:p>
    <w:p w:rsidR="00B713A1" w:rsidRPr="00F31AF0" w:rsidRDefault="0009710A">
      <w:pPr>
        <w:pStyle w:val="Obsah1"/>
        <w:rPr>
          <w:rFonts w:asciiTheme="minorHAnsi" w:eastAsiaTheme="minorEastAsia" w:hAnsiTheme="minorHAnsi" w:cstheme="minorBidi"/>
          <w:b w:val="0"/>
          <w:noProof/>
          <w:szCs w:val="22"/>
        </w:rPr>
      </w:pPr>
      <w:hyperlink w:anchor="_Toc476631479" w:history="1">
        <w:r w:rsidR="00B713A1" w:rsidRPr="00F31AF0">
          <w:rPr>
            <w:rStyle w:val="Hypertextovodkaz"/>
            <w:noProof/>
          </w:rPr>
          <w:t>5</w:t>
        </w:r>
        <w:r w:rsidR="00B713A1" w:rsidRPr="00F31AF0">
          <w:rPr>
            <w:rFonts w:asciiTheme="minorHAnsi" w:eastAsiaTheme="minorEastAsia" w:hAnsiTheme="minorHAnsi" w:cstheme="minorBidi"/>
            <w:b w:val="0"/>
            <w:noProof/>
            <w:szCs w:val="22"/>
          </w:rPr>
          <w:tab/>
        </w:r>
        <w:r w:rsidR="00B713A1" w:rsidRPr="00F31AF0">
          <w:rPr>
            <w:rStyle w:val="Hypertextovodkaz"/>
            <w:noProof/>
          </w:rPr>
          <w:t>Požadavky na postup stavebních a montážních prací</w:t>
        </w:r>
        <w:r w:rsidR="00B713A1" w:rsidRPr="00F31AF0">
          <w:rPr>
            <w:noProof/>
            <w:webHidden/>
          </w:rPr>
          <w:tab/>
        </w:r>
      </w:hyperlink>
      <w:r w:rsidR="00FB4D01">
        <w:rPr>
          <w:noProof/>
        </w:rPr>
        <w:t>7</w:t>
      </w:r>
    </w:p>
    <w:p w:rsidR="00B713A1" w:rsidRPr="00F31AF0" w:rsidRDefault="0009710A">
      <w:pPr>
        <w:pStyle w:val="Obsah1"/>
        <w:rPr>
          <w:rFonts w:asciiTheme="minorHAnsi" w:eastAsiaTheme="minorEastAsia" w:hAnsiTheme="minorHAnsi" w:cstheme="minorBidi"/>
          <w:b w:val="0"/>
          <w:noProof/>
          <w:szCs w:val="22"/>
        </w:rPr>
      </w:pPr>
      <w:hyperlink w:anchor="_Toc476631480" w:history="1">
        <w:r w:rsidR="00B713A1" w:rsidRPr="00F31AF0">
          <w:rPr>
            <w:rStyle w:val="Hypertextovodkaz"/>
            <w:noProof/>
          </w:rPr>
          <w:t>6</w:t>
        </w:r>
        <w:r w:rsidR="00B713A1" w:rsidRPr="00F31AF0">
          <w:rPr>
            <w:rFonts w:asciiTheme="minorHAnsi" w:eastAsiaTheme="minorEastAsia" w:hAnsiTheme="minorHAnsi" w:cstheme="minorBidi"/>
            <w:b w:val="0"/>
            <w:noProof/>
            <w:szCs w:val="22"/>
          </w:rPr>
          <w:tab/>
        </w:r>
        <w:r w:rsidR="00B713A1" w:rsidRPr="00F31AF0">
          <w:rPr>
            <w:rStyle w:val="Hypertextovodkaz"/>
            <w:noProof/>
          </w:rPr>
          <w:t>Požadavky na materiály a práce</w:t>
        </w:r>
        <w:r w:rsidR="00B713A1" w:rsidRPr="00F31AF0">
          <w:rPr>
            <w:noProof/>
            <w:webHidden/>
          </w:rPr>
          <w:tab/>
        </w:r>
      </w:hyperlink>
      <w:r w:rsidR="00FB4D01">
        <w:rPr>
          <w:noProof/>
        </w:rPr>
        <w:t>7</w:t>
      </w:r>
    </w:p>
    <w:p w:rsidR="00B713A1" w:rsidRPr="00F31AF0" w:rsidRDefault="0009710A">
      <w:pPr>
        <w:pStyle w:val="Obsah1"/>
        <w:rPr>
          <w:rFonts w:asciiTheme="minorHAnsi" w:eastAsiaTheme="minorEastAsia" w:hAnsiTheme="minorHAnsi" w:cstheme="minorBidi"/>
          <w:b w:val="0"/>
          <w:noProof/>
          <w:szCs w:val="22"/>
        </w:rPr>
      </w:pPr>
      <w:hyperlink w:anchor="_Toc476631481" w:history="1">
        <w:r w:rsidR="00B713A1" w:rsidRPr="00F31AF0">
          <w:rPr>
            <w:rStyle w:val="Hypertextovodkaz"/>
            <w:noProof/>
          </w:rPr>
          <w:t>7</w:t>
        </w:r>
        <w:r w:rsidR="00B713A1" w:rsidRPr="00F31AF0">
          <w:rPr>
            <w:rFonts w:asciiTheme="minorHAnsi" w:eastAsiaTheme="minorEastAsia" w:hAnsiTheme="minorHAnsi" w:cstheme="minorBidi"/>
            <w:b w:val="0"/>
            <w:noProof/>
            <w:szCs w:val="22"/>
          </w:rPr>
          <w:tab/>
        </w:r>
        <w:r w:rsidR="00B713A1" w:rsidRPr="00F31AF0">
          <w:rPr>
            <w:rStyle w:val="Hypertextovodkaz"/>
            <w:noProof/>
          </w:rPr>
          <w:t>Řešení komunikací a ploch z hlediska přístupu a užívání osobami s omezenou schopností pohybu a orientace</w:t>
        </w:r>
        <w:r w:rsidR="00B713A1" w:rsidRPr="00F31AF0">
          <w:rPr>
            <w:noProof/>
            <w:webHidden/>
          </w:rPr>
          <w:tab/>
        </w:r>
      </w:hyperlink>
      <w:r w:rsidR="00FB4D01">
        <w:rPr>
          <w:noProof/>
        </w:rPr>
        <w:t>7</w:t>
      </w:r>
    </w:p>
    <w:p w:rsidR="00B713A1" w:rsidRPr="00F31AF0" w:rsidRDefault="0009710A">
      <w:pPr>
        <w:pStyle w:val="Obsah1"/>
        <w:rPr>
          <w:rFonts w:asciiTheme="minorHAnsi" w:eastAsiaTheme="minorEastAsia" w:hAnsiTheme="minorHAnsi" w:cstheme="minorBidi"/>
          <w:b w:val="0"/>
          <w:noProof/>
          <w:szCs w:val="22"/>
        </w:rPr>
      </w:pPr>
      <w:hyperlink w:anchor="_Toc476631482" w:history="1">
        <w:r w:rsidR="00B713A1" w:rsidRPr="00F31AF0">
          <w:rPr>
            <w:rStyle w:val="Hypertextovodkaz"/>
            <w:noProof/>
          </w:rPr>
          <w:t>8</w:t>
        </w:r>
        <w:r w:rsidR="00B713A1" w:rsidRPr="00F31AF0">
          <w:rPr>
            <w:rFonts w:asciiTheme="minorHAnsi" w:eastAsiaTheme="minorEastAsia" w:hAnsiTheme="minorHAnsi" w:cstheme="minorBidi"/>
            <w:b w:val="0"/>
            <w:noProof/>
            <w:szCs w:val="22"/>
          </w:rPr>
          <w:tab/>
        </w:r>
        <w:r w:rsidR="00B713A1" w:rsidRPr="00F31AF0">
          <w:rPr>
            <w:rStyle w:val="Hypertextovodkaz"/>
            <w:noProof/>
          </w:rPr>
          <w:t>Důsledky na životní prostředí a bezpečnost práce</w:t>
        </w:r>
        <w:r w:rsidR="00B713A1" w:rsidRPr="00F31AF0">
          <w:rPr>
            <w:noProof/>
            <w:webHidden/>
          </w:rPr>
          <w:tab/>
        </w:r>
      </w:hyperlink>
      <w:r w:rsidR="00FB4D01">
        <w:rPr>
          <w:noProof/>
        </w:rPr>
        <w:t>8</w:t>
      </w:r>
    </w:p>
    <w:p w:rsidR="00B713A1" w:rsidRPr="00F31AF0" w:rsidRDefault="0009710A">
      <w:pPr>
        <w:pStyle w:val="Obsah1"/>
        <w:rPr>
          <w:rFonts w:asciiTheme="minorHAnsi" w:eastAsiaTheme="minorEastAsia" w:hAnsiTheme="minorHAnsi" w:cstheme="minorBidi"/>
          <w:b w:val="0"/>
          <w:noProof/>
          <w:szCs w:val="22"/>
        </w:rPr>
      </w:pPr>
      <w:hyperlink w:anchor="_Toc476631483" w:history="1">
        <w:r w:rsidR="00B713A1" w:rsidRPr="00F31AF0">
          <w:rPr>
            <w:rStyle w:val="Hypertextovodkaz"/>
            <w:noProof/>
          </w:rPr>
          <w:t>9</w:t>
        </w:r>
        <w:r w:rsidR="00B713A1" w:rsidRPr="00F31AF0">
          <w:rPr>
            <w:rFonts w:asciiTheme="minorHAnsi" w:eastAsiaTheme="minorEastAsia" w:hAnsiTheme="minorHAnsi" w:cstheme="minorBidi"/>
            <w:b w:val="0"/>
            <w:noProof/>
            <w:szCs w:val="22"/>
          </w:rPr>
          <w:tab/>
        </w:r>
        <w:r w:rsidR="00B713A1" w:rsidRPr="00F31AF0">
          <w:rPr>
            <w:rStyle w:val="Hypertextovodkaz"/>
            <w:noProof/>
          </w:rPr>
          <w:t>Seznam použitých podkladů, ČSN</w:t>
        </w:r>
        <w:r w:rsidR="00063743" w:rsidRPr="00F31AF0">
          <w:rPr>
            <w:rStyle w:val="Hypertextovodkaz"/>
            <w:noProof/>
          </w:rPr>
          <w:t xml:space="preserve"> (nebo rovnocennou normou)</w:t>
        </w:r>
        <w:r w:rsidR="00B713A1" w:rsidRPr="00F31AF0">
          <w:rPr>
            <w:rStyle w:val="Hypertextovodkaz"/>
            <w:noProof/>
          </w:rPr>
          <w:t>, literatury a výpočetních programů</w:t>
        </w:r>
        <w:r w:rsidR="00B713A1" w:rsidRPr="00F31AF0">
          <w:rPr>
            <w:noProof/>
            <w:webHidden/>
          </w:rPr>
          <w:tab/>
        </w:r>
      </w:hyperlink>
      <w:r w:rsidR="00FB4D01">
        <w:rPr>
          <w:noProof/>
        </w:rPr>
        <w:t>10</w:t>
      </w:r>
    </w:p>
    <w:p w:rsidR="00B713A1" w:rsidRPr="00F31AF0" w:rsidRDefault="0009710A">
      <w:pPr>
        <w:pStyle w:val="Obsah1"/>
        <w:rPr>
          <w:rFonts w:asciiTheme="minorHAnsi" w:eastAsiaTheme="minorEastAsia" w:hAnsiTheme="minorHAnsi" w:cstheme="minorBidi"/>
          <w:b w:val="0"/>
          <w:noProof/>
          <w:szCs w:val="22"/>
        </w:rPr>
      </w:pPr>
      <w:hyperlink w:anchor="_Toc476631484" w:history="1">
        <w:r w:rsidR="00B713A1" w:rsidRPr="00F31AF0">
          <w:rPr>
            <w:rStyle w:val="Hypertextovodkaz"/>
            <w:noProof/>
          </w:rPr>
          <w:t>10</w:t>
        </w:r>
        <w:r w:rsidR="00B713A1" w:rsidRPr="00F31AF0">
          <w:rPr>
            <w:rFonts w:asciiTheme="minorHAnsi" w:eastAsiaTheme="minorEastAsia" w:hAnsiTheme="minorHAnsi" w:cstheme="minorBidi"/>
            <w:b w:val="0"/>
            <w:noProof/>
            <w:szCs w:val="22"/>
          </w:rPr>
          <w:tab/>
        </w:r>
        <w:r w:rsidR="00B713A1" w:rsidRPr="00F31AF0">
          <w:rPr>
            <w:rStyle w:val="Hypertextovodkaz"/>
            <w:noProof/>
          </w:rPr>
          <w:t>Závěr</w:t>
        </w:r>
        <w:r w:rsidR="00B713A1" w:rsidRPr="00F31AF0">
          <w:rPr>
            <w:noProof/>
            <w:webHidden/>
          </w:rPr>
          <w:tab/>
        </w:r>
      </w:hyperlink>
      <w:r w:rsidR="00FB4D01">
        <w:rPr>
          <w:noProof/>
        </w:rPr>
        <w:t>11</w:t>
      </w:r>
    </w:p>
    <w:p w:rsidR="00693245" w:rsidRPr="00FF1DC6" w:rsidRDefault="00EF0509" w:rsidP="00161E68">
      <w:pPr>
        <w:pStyle w:val="Obsah5"/>
        <w:rPr>
          <w:color w:val="000000" w:themeColor="text1"/>
        </w:rPr>
      </w:pPr>
      <w:r w:rsidRPr="00F31AF0">
        <w:rPr>
          <w:szCs w:val="22"/>
        </w:rPr>
        <w:fldChar w:fldCharType="end"/>
      </w:r>
      <w:r w:rsidR="00693245" w:rsidRPr="00FF1DC6">
        <w:rPr>
          <w:color w:val="000000" w:themeColor="text1"/>
        </w:rPr>
        <w:br w:type="page"/>
      </w:r>
      <w:bookmarkStart w:id="1" w:name="_Toc167240464"/>
      <w:bookmarkStart w:id="2" w:name="_Toc170478967"/>
    </w:p>
    <w:p w:rsidR="00DB1CDC" w:rsidRPr="00FF1DC6" w:rsidRDefault="00DF0578" w:rsidP="00DB1CDC">
      <w:pPr>
        <w:pStyle w:val="Nadpis1"/>
        <w:numPr>
          <w:ilvl w:val="0"/>
          <w:numId w:val="33"/>
        </w:numPr>
      </w:pPr>
      <w:bookmarkStart w:id="3" w:name="_Toc476631473"/>
      <w:bookmarkEnd w:id="1"/>
      <w:bookmarkEnd w:id="2"/>
      <w:r w:rsidRPr="00FF1DC6">
        <w:lastRenderedPageBreak/>
        <w:t>SO 0</w:t>
      </w:r>
      <w:r w:rsidR="00D9195B">
        <w:t>6</w:t>
      </w:r>
      <w:r w:rsidRPr="00FF1DC6">
        <w:t xml:space="preserve"> </w:t>
      </w:r>
      <w:r w:rsidR="003E3113" w:rsidRPr="00FF1DC6">
        <w:t xml:space="preserve"> </w:t>
      </w:r>
      <w:r w:rsidR="00F63DFD" w:rsidRPr="00FF1DC6">
        <w:t>K</w:t>
      </w:r>
      <w:r w:rsidR="00856A50" w:rsidRPr="00FF1DC6">
        <w:t>analiza</w:t>
      </w:r>
      <w:r w:rsidR="00F63DFD" w:rsidRPr="00FF1DC6">
        <w:t>ční přípojky</w:t>
      </w:r>
      <w:bookmarkEnd w:id="3"/>
      <w:r w:rsidR="008534D3">
        <w:t xml:space="preserve"> – </w:t>
      </w:r>
      <w:r w:rsidR="008534D3">
        <w:rPr>
          <w:caps w:val="0"/>
        </w:rPr>
        <w:t>neuznatelné náklady</w:t>
      </w:r>
    </w:p>
    <w:p w:rsidR="000F4689" w:rsidRPr="008534D3" w:rsidRDefault="008534D3" w:rsidP="000F4689">
      <w:pPr>
        <w:pStyle w:val="Nadpis3"/>
        <w:numPr>
          <w:ilvl w:val="1"/>
          <w:numId w:val="33"/>
        </w:numPr>
        <w:rPr>
          <w:szCs w:val="22"/>
        </w:rPr>
      </w:pPr>
      <w:bookmarkStart w:id="4" w:name="_Toc164223246"/>
      <w:bookmarkStart w:id="5" w:name="_Toc164741675"/>
      <w:bookmarkStart w:id="6" w:name="_Toc170388380"/>
      <w:bookmarkStart w:id="7" w:name="_Toc298402366"/>
      <w:bookmarkStart w:id="8" w:name="_Toc476631474"/>
      <w:r>
        <w:rPr>
          <w:szCs w:val="22"/>
        </w:rPr>
        <w:t xml:space="preserve">  </w:t>
      </w:r>
      <w:r w:rsidR="00ED44E9" w:rsidRPr="00FF1DC6">
        <w:rPr>
          <w:szCs w:val="22"/>
        </w:rPr>
        <w:t>Úvodní informace o účelu objektu</w:t>
      </w:r>
      <w:bookmarkEnd w:id="4"/>
      <w:bookmarkEnd w:id="5"/>
      <w:bookmarkEnd w:id="6"/>
      <w:bookmarkEnd w:id="7"/>
      <w:bookmarkEnd w:id="8"/>
    </w:p>
    <w:p w:rsidR="00856A50" w:rsidRPr="00FF1DC6" w:rsidRDefault="000F4689" w:rsidP="000F4689">
      <w:pPr>
        <w:jc w:val="both"/>
        <w:rPr>
          <w:sz w:val="20"/>
        </w:rPr>
      </w:pPr>
      <w:r w:rsidRPr="00FF1DC6">
        <w:rPr>
          <w:sz w:val="20"/>
        </w:rPr>
        <w:t>Předmětná stavba je charakterizována jako stavba trvalá. Technicky se jedná o stavbu oddílné kanalizace pro odvádění splaškových odpadních vod od obyvatelstva včetně místní čerpací stanic</w:t>
      </w:r>
      <w:r w:rsidR="009D4D3A">
        <w:rPr>
          <w:sz w:val="20"/>
        </w:rPr>
        <w:t>e a jejího</w:t>
      </w:r>
      <w:r w:rsidRPr="00FF1DC6">
        <w:rPr>
          <w:sz w:val="20"/>
        </w:rPr>
        <w:t xml:space="preserve"> výtlačn</w:t>
      </w:r>
      <w:r w:rsidR="009D4D3A">
        <w:rPr>
          <w:sz w:val="20"/>
        </w:rPr>
        <w:t>ého</w:t>
      </w:r>
      <w:r w:rsidRPr="00FF1DC6">
        <w:rPr>
          <w:sz w:val="20"/>
        </w:rPr>
        <w:t xml:space="preserve"> řad</w:t>
      </w:r>
      <w:r w:rsidR="009D4D3A">
        <w:rPr>
          <w:sz w:val="20"/>
        </w:rPr>
        <w:t>u</w:t>
      </w:r>
      <w:r w:rsidRPr="00FF1DC6">
        <w:rPr>
          <w:sz w:val="20"/>
        </w:rPr>
        <w:t xml:space="preserve">. </w:t>
      </w:r>
    </w:p>
    <w:p w:rsidR="00705E36" w:rsidRPr="00FF1DC6" w:rsidRDefault="00705E36" w:rsidP="000F4689">
      <w:pPr>
        <w:jc w:val="both"/>
        <w:rPr>
          <w:sz w:val="20"/>
        </w:rPr>
      </w:pPr>
    </w:p>
    <w:p w:rsidR="000F4689" w:rsidRPr="00FF1DC6" w:rsidRDefault="000F4689" w:rsidP="00981DE4">
      <w:pPr>
        <w:jc w:val="both"/>
        <w:rPr>
          <w:sz w:val="20"/>
        </w:rPr>
      </w:pPr>
      <w:r w:rsidRPr="00FF1DC6">
        <w:rPr>
          <w:sz w:val="20"/>
        </w:rPr>
        <w:t xml:space="preserve">Předmětem stavebního objektu SO </w:t>
      </w:r>
      <w:r w:rsidR="0086008B">
        <w:rPr>
          <w:sz w:val="20"/>
        </w:rPr>
        <w:t>06</w:t>
      </w:r>
      <w:r w:rsidRPr="00FF1DC6">
        <w:rPr>
          <w:sz w:val="20"/>
        </w:rPr>
        <w:t xml:space="preserve"> </w:t>
      </w:r>
      <w:r w:rsidR="00F63DFD" w:rsidRPr="00FF1DC6">
        <w:rPr>
          <w:sz w:val="20"/>
        </w:rPr>
        <w:t>Kanalizační přípojky</w:t>
      </w:r>
      <w:r w:rsidRPr="00FF1DC6">
        <w:rPr>
          <w:sz w:val="20"/>
        </w:rPr>
        <w:t xml:space="preserve"> je </w:t>
      </w:r>
      <w:r w:rsidR="00F63DFD" w:rsidRPr="00FF1DC6">
        <w:rPr>
          <w:sz w:val="20"/>
        </w:rPr>
        <w:t>zřízení částí přípojek ve veřejně přístupném prostoru – tzv.</w:t>
      </w:r>
      <w:r w:rsidRPr="00FF1DC6">
        <w:rPr>
          <w:sz w:val="20"/>
        </w:rPr>
        <w:t xml:space="preserve"> veřejn</w:t>
      </w:r>
      <w:r w:rsidR="00F63DFD" w:rsidRPr="00FF1DC6">
        <w:rPr>
          <w:sz w:val="20"/>
        </w:rPr>
        <w:t>é</w:t>
      </w:r>
      <w:r w:rsidRPr="00FF1DC6">
        <w:rPr>
          <w:sz w:val="20"/>
        </w:rPr>
        <w:t xml:space="preserve"> část</w:t>
      </w:r>
      <w:r w:rsidR="00F63DFD" w:rsidRPr="00FF1DC6">
        <w:rPr>
          <w:sz w:val="20"/>
        </w:rPr>
        <w:t>i</w:t>
      </w:r>
      <w:r w:rsidRPr="00FF1DC6">
        <w:rPr>
          <w:sz w:val="20"/>
        </w:rPr>
        <w:t xml:space="preserve"> přípojek.</w:t>
      </w:r>
    </w:p>
    <w:p w:rsidR="00856A50" w:rsidRPr="00FF1DC6" w:rsidRDefault="00856A50" w:rsidP="000F4689">
      <w:pPr>
        <w:jc w:val="both"/>
        <w:rPr>
          <w:sz w:val="20"/>
        </w:rPr>
      </w:pPr>
    </w:p>
    <w:p w:rsidR="00087E83" w:rsidRPr="00FF1DC6" w:rsidRDefault="00087E83" w:rsidP="009C4C99">
      <w:pPr>
        <w:jc w:val="both"/>
        <w:rPr>
          <w:b/>
          <w:sz w:val="20"/>
        </w:rPr>
      </w:pPr>
      <w:bookmarkStart w:id="9" w:name="_Toc164223248"/>
      <w:bookmarkStart w:id="10" w:name="_Toc164741677"/>
      <w:bookmarkStart w:id="11" w:name="_Toc170388382"/>
      <w:bookmarkStart w:id="12" w:name="_Toc298402368"/>
      <w:r w:rsidRPr="00FF1DC6">
        <w:rPr>
          <w:b/>
          <w:sz w:val="20"/>
        </w:rPr>
        <w:t>Inženýrsko-geologický průzkum</w:t>
      </w:r>
    </w:p>
    <w:p w:rsidR="00CE5E2A" w:rsidRPr="00FF1DC6" w:rsidRDefault="00CE5E2A" w:rsidP="00CE5E2A">
      <w:pPr>
        <w:rPr>
          <w:sz w:val="20"/>
        </w:rPr>
      </w:pPr>
      <w:r w:rsidRPr="00FF1DC6">
        <w:rPr>
          <w:sz w:val="20"/>
        </w:rPr>
        <w:t>Předpokládaná třída těžitelnosti výkopových materiálů  :          II. třída – 50%</w:t>
      </w:r>
    </w:p>
    <w:p w:rsidR="00CE5E2A" w:rsidRPr="00FF1DC6" w:rsidRDefault="00CE5E2A" w:rsidP="00CE5E2A">
      <w:pPr>
        <w:ind w:left="4963"/>
        <w:rPr>
          <w:sz w:val="20"/>
        </w:rPr>
      </w:pPr>
      <w:r w:rsidRPr="00FF1DC6">
        <w:rPr>
          <w:sz w:val="20"/>
        </w:rPr>
        <w:t xml:space="preserve">         III. třída – 50%</w:t>
      </w:r>
    </w:p>
    <w:p w:rsidR="00CE5E2A" w:rsidRPr="00FF1DC6" w:rsidRDefault="00CE5E2A" w:rsidP="009C4C99">
      <w:pPr>
        <w:jc w:val="both"/>
        <w:rPr>
          <w:b/>
          <w:sz w:val="20"/>
        </w:rPr>
      </w:pPr>
    </w:p>
    <w:p w:rsidR="009C4C99" w:rsidRPr="00FF1DC6" w:rsidRDefault="00087E83" w:rsidP="009C4C99">
      <w:pPr>
        <w:jc w:val="both"/>
        <w:rPr>
          <w:sz w:val="20"/>
        </w:rPr>
      </w:pPr>
      <w:r w:rsidRPr="00FF1DC6">
        <w:rPr>
          <w:rFonts w:cs="Arial"/>
          <w:sz w:val="20"/>
        </w:rPr>
        <w:t>Geologick</w:t>
      </w:r>
      <w:r w:rsidR="009C4C99" w:rsidRPr="00FF1DC6">
        <w:rPr>
          <w:rFonts w:cs="Arial"/>
          <w:sz w:val="20"/>
        </w:rPr>
        <w:t xml:space="preserve">ý průzkum byl proveden v místech budoucích čerpacích stanic. </w:t>
      </w:r>
      <w:r w:rsidR="009C4C99" w:rsidRPr="00FF1DC6">
        <w:rPr>
          <w:sz w:val="20"/>
        </w:rPr>
        <w:t>Stavba nebude ovlivněna povrchově tekoucí vodou a založení objektu pravděpodobně nebude ovlivněno podzemní vodou (pří kopaných sondách nebyla podzemní voda do hloubky 3 m zastižena). V podloží pro uložení kanalizace se nevyskytují velmi stlačitelné a pravděpodobně ani prosedavé zeminy.</w:t>
      </w:r>
    </w:p>
    <w:p w:rsidR="00CE5E2A" w:rsidRPr="00DA1E27" w:rsidRDefault="00CE5E2A" w:rsidP="009C4C99">
      <w:pPr>
        <w:jc w:val="both"/>
        <w:rPr>
          <w:sz w:val="20"/>
          <w:highlight w:val="yellow"/>
        </w:rPr>
      </w:pPr>
    </w:p>
    <w:p w:rsidR="00CE5E2A" w:rsidRPr="00DA1E27" w:rsidRDefault="00CE5E2A" w:rsidP="009C4C99">
      <w:pPr>
        <w:jc w:val="both"/>
        <w:rPr>
          <w:sz w:val="20"/>
          <w:highlight w:val="yellow"/>
        </w:rPr>
      </w:pPr>
    </w:p>
    <w:p w:rsidR="00EF3F62" w:rsidRPr="00FF1DC6" w:rsidRDefault="008534D3" w:rsidP="00C72E29">
      <w:pPr>
        <w:pStyle w:val="Nadpis3"/>
        <w:numPr>
          <w:ilvl w:val="1"/>
          <w:numId w:val="33"/>
        </w:numPr>
        <w:rPr>
          <w:szCs w:val="22"/>
        </w:rPr>
      </w:pPr>
      <w:bookmarkStart w:id="13" w:name="_Toc476631475"/>
      <w:r>
        <w:rPr>
          <w:szCs w:val="22"/>
        </w:rPr>
        <w:t xml:space="preserve">  </w:t>
      </w:r>
      <w:r w:rsidR="00196E4A" w:rsidRPr="00FF1DC6">
        <w:rPr>
          <w:szCs w:val="22"/>
        </w:rPr>
        <w:t>Popis stavebního objektu</w:t>
      </w:r>
      <w:bookmarkEnd w:id="9"/>
      <w:bookmarkEnd w:id="10"/>
      <w:bookmarkEnd w:id="11"/>
      <w:bookmarkEnd w:id="12"/>
      <w:bookmarkEnd w:id="13"/>
    </w:p>
    <w:p w:rsidR="003E3113" w:rsidRPr="00FF1DC6" w:rsidRDefault="003E3113" w:rsidP="00196E4A">
      <w:pPr>
        <w:jc w:val="both"/>
        <w:rPr>
          <w:rFonts w:cs="Arial"/>
          <w:sz w:val="20"/>
        </w:rPr>
      </w:pPr>
    </w:p>
    <w:p w:rsidR="003E3113" w:rsidRPr="00FF1DC6" w:rsidRDefault="003E3113" w:rsidP="003E3113">
      <w:pPr>
        <w:jc w:val="both"/>
        <w:rPr>
          <w:b/>
          <w:sz w:val="20"/>
        </w:rPr>
      </w:pPr>
      <w:r w:rsidRPr="00FF1DC6">
        <w:rPr>
          <w:b/>
          <w:sz w:val="20"/>
        </w:rPr>
        <w:t>S</w:t>
      </w:r>
      <w:r w:rsidR="00ED4C7F" w:rsidRPr="00FF1DC6">
        <w:rPr>
          <w:b/>
          <w:sz w:val="20"/>
        </w:rPr>
        <w:t xml:space="preserve">O  </w:t>
      </w:r>
      <w:r w:rsidR="0086008B">
        <w:rPr>
          <w:b/>
          <w:sz w:val="20"/>
        </w:rPr>
        <w:t>06</w:t>
      </w:r>
      <w:r w:rsidRPr="00FF1DC6">
        <w:rPr>
          <w:b/>
          <w:sz w:val="20"/>
        </w:rPr>
        <w:t xml:space="preserve"> </w:t>
      </w:r>
      <w:r w:rsidR="000F4689" w:rsidRPr="00FF1DC6">
        <w:rPr>
          <w:b/>
          <w:sz w:val="20"/>
        </w:rPr>
        <w:t xml:space="preserve">    </w:t>
      </w:r>
      <w:r w:rsidR="00194402" w:rsidRPr="00FF1DC6">
        <w:rPr>
          <w:b/>
          <w:sz w:val="20"/>
        </w:rPr>
        <w:t>Kanalizační přípojky</w:t>
      </w:r>
    </w:p>
    <w:p w:rsidR="00DB1CDC" w:rsidRPr="00FF1DC6" w:rsidRDefault="00DB1CDC" w:rsidP="003E3113">
      <w:pPr>
        <w:jc w:val="both"/>
        <w:rPr>
          <w:sz w:val="20"/>
        </w:rPr>
      </w:pPr>
    </w:p>
    <w:p w:rsidR="00662C3E" w:rsidRPr="00FF1DC6" w:rsidRDefault="00662C3E" w:rsidP="00511F7A">
      <w:pPr>
        <w:pStyle w:val="TPOOdstavec"/>
        <w:spacing w:before="0" w:after="0"/>
        <w:ind w:firstLine="0"/>
        <w:rPr>
          <w:rFonts w:ascii="Arial" w:hAnsi="Arial" w:cs="Arial"/>
          <w:sz w:val="20"/>
        </w:rPr>
      </w:pPr>
      <w:bookmarkStart w:id="14" w:name="_Toc130262331"/>
      <w:bookmarkStart w:id="15" w:name="_Toc257204523"/>
      <w:bookmarkStart w:id="16" w:name="_Toc164223249"/>
      <w:bookmarkStart w:id="17" w:name="_Toc164741678"/>
      <w:bookmarkStart w:id="18" w:name="_Toc170388387"/>
      <w:bookmarkStart w:id="19" w:name="_Toc298402373"/>
      <w:r w:rsidRPr="00FF1DC6">
        <w:rPr>
          <w:rFonts w:ascii="Arial" w:hAnsi="Arial" w:cs="Arial"/>
          <w:sz w:val="20"/>
        </w:rPr>
        <w:t xml:space="preserve">S ohledem na stísněné podmínky a umístění sítí kolem komunikací jsou trasy vedeny převážně v komunikaci. Při návrhu byly respektovány stávající sítě a ČSN 73 6005. Dále jsou respektovány požadavky správců sítí – viz jejich vyjádření. </w:t>
      </w:r>
    </w:p>
    <w:p w:rsidR="00981DE4" w:rsidRPr="00FF1DC6" w:rsidRDefault="00981DE4" w:rsidP="0076677A">
      <w:pPr>
        <w:rPr>
          <w:b/>
          <w:sz w:val="20"/>
        </w:rPr>
      </w:pPr>
      <w:bookmarkStart w:id="20" w:name="_Toc303670200"/>
    </w:p>
    <w:p w:rsidR="00284074" w:rsidRPr="00FF1DC6" w:rsidRDefault="00284074" w:rsidP="00284074">
      <w:pPr>
        <w:pStyle w:val="Normlnodsazen"/>
        <w:ind w:left="0"/>
        <w:jc w:val="both"/>
        <w:rPr>
          <w:sz w:val="20"/>
        </w:rPr>
      </w:pPr>
      <w:r w:rsidRPr="00FF1DC6">
        <w:rPr>
          <w:sz w:val="20"/>
        </w:rPr>
        <w:t>V rámci stavby se provede zřízení kanalizačních odboček, a to pouze na veřejně přístupných pozemcích. Odbočky se navrhují z</w:t>
      </w:r>
      <w:r w:rsidR="00BF5CF7">
        <w:rPr>
          <w:sz w:val="20"/>
        </w:rPr>
        <w:t> hladkého plnostěnného potrubí PP</w:t>
      </w:r>
      <w:r w:rsidR="007732C9" w:rsidRPr="00FF1DC6">
        <w:rPr>
          <w:sz w:val="20"/>
        </w:rPr>
        <w:t xml:space="preserve"> </w:t>
      </w:r>
      <w:r w:rsidRPr="00FF1DC6">
        <w:rPr>
          <w:sz w:val="20"/>
        </w:rPr>
        <w:t>DN</w:t>
      </w:r>
      <w:r w:rsidR="00BF5CF7">
        <w:rPr>
          <w:sz w:val="20"/>
        </w:rPr>
        <w:t xml:space="preserve"> </w:t>
      </w:r>
      <w:r w:rsidRPr="00FF1DC6">
        <w:rPr>
          <w:sz w:val="20"/>
        </w:rPr>
        <w:t>150</w:t>
      </w:r>
      <w:r w:rsidR="00BF5CF7">
        <w:rPr>
          <w:sz w:val="20"/>
        </w:rPr>
        <w:t xml:space="preserve"> SN 10 </w:t>
      </w:r>
      <w:r w:rsidRPr="00FF1DC6">
        <w:rPr>
          <w:sz w:val="20"/>
        </w:rPr>
        <w:t xml:space="preserve"> </w:t>
      </w:r>
      <w:r w:rsidR="00BF5CF7">
        <w:rPr>
          <w:sz w:val="20"/>
        </w:rPr>
        <w:t xml:space="preserve">pomocí hrdla a těsnícího kroužku </w:t>
      </w:r>
      <w:r w:rsidRPr="00FF1DC6">
        <w:rPr>
          <w:sz w:val="20"/>
        </w:rPr>
        <w:t>a</w:t>
      </w:r>
      <w:r w:rsidR="009C4C99" w:rsidRPr="00FF1DC6">
        <w:rPr>
          <w:sz w:val="20"/>
        </w:rPr>
        <w:t xml:space="preserve"> to</w:t>
      </w:r>
      <w:r w:rsidRPr="00FF1DC6">
        <w:rPr>
          <w:sz w:val="20"/>
        </w:rPr>
        <w:t xml:space="preserve"> v úseku od příslušného kanalizačního sběrače po hranici soukromého pozemku. </w:t>
      </w:r>
    </w:p>
    <w:p w:rsidR="00D311D4" w:rsidRPr="00FF1DC6"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r w:rsidRPr="00FF1DC6">
        <w:rPr>
          <w:rFonts w:ascii="Arial" w:hAnsi="Arial" w:cs="Arial"/>
          <w:sz w:val="20"/>
        </w:rPr>
        <w:t>S ohledem na rozsah stavby je v rámci SO</w:t>
      </w:r>
      <w:r w:rsidR="00DE20BA" w:rsidRPr="00FF1DC6">
        <w:rPr>
          <w:rFonts w:ascii="Arial" w:hAnsi="Arial" w:cs="Arial"/>
          <w:sz w:val="20"/>
        </w:rPr>
        <w:t xml:space="preserve"> </w:t>
      </w:r>
      <w:r w:rsidR="0086008B">
        <w:rPr>
          <w:rFonts w:ascii="Arial" w:hAnsi="Arial" w:cs="Arial"/>
          <w:sz w:val="20"/>
        </w:rPr>
        <w:t>06</w:t>
      </w:r>
      <w:r w:rsidR="00FF1DC6" w:rsidRPr="00FF1DC6">
        <w:rPr>
          <w:rFonts w:ascii="Arial" w:hAnsi="Arial" w:cs="Arial"/>
          <w:sz w:val="20"/>
        </w:rPr>
        <w:t xml:space="preserve"> </w:t>
      </w:r>
      <w:r w:rsidRPr="00FF1DC6">
        <w:rPr>
          <w:rFonts w:ascii="Arial" w:hAnsi="Arial" w:cs="Arial"/>
          <w:sz w:val="20"/>
        </w:rPr>
        <w:t xml:space="preserve">řešeno napojení jednotlivých </w:t>
      </w:r>
      <w:r w:rsidR="00FF1DC6" w:rsidRPr="00FF1DC6">
        <w:rPr>
          <w:rFonts w:ascii="Arial" w:hAnsi="Arial" w:cs="Arial"/>
          <w:sz w:val="20"/>
        </w:rPr>
        <w:t>budoucích nemovitostí</w:t>
      </w:r>
      <w:r w:rsidRPr="00FF1DC6">
        <w:rPr>
          <w:rFonts w:ascii="Arial" w:hAnsi="Arial" w:cs="Arial"/>
          <w:sz w:val="20"/>
        </w:rPr>
        <w:t xml:space="preserve"> do projektované veřejné kanalizace. Je řešeno budování veřejné části přípojek, tj. od hl. řadu po hranici soukromého pozemku vč. os</w:t>
      </w:r>
      <w:r w:rsidR="009C4C99" w:rsidRPr="00FF1DC6">
        <w:rPr>
          <w:rFonts w:ascii="Arial" w:hAnsi="Arial" w:cs="Arial"/>
          <w:sz w:val="20"/>
        </w:rPr>
        <w:t>azení domovních šachtic průměru 425</w:t>
      </w:r>
      <w:r w:rsidRPr="00FF1DC6">
        <w:rPr>
          <w:rFonts w:ascii="Arial" w:hAnsi="Arial" w:cs="Arial"/>
          <w:sz w:val="20"/>
        </w:rPr>
        <w:t xml:space="preserve"> mm. V případě, kdy je hlavní řad budován na soukromých pozemcích, jsou domovní šachtice osazeny na přístupném místě po doho</w:t>
      </w:r>
      <w:r w:rsidR="009C4C99" w:rsidRPr="00FF1DC6">
        <w:rPr>
          <w:rFonts w:ascii="Arial" w:hAnsi="Arial" w:cs="Arial"/>
          <w:sz w:val="20"/>
        </w:rPr>
        <w:t xml:space="preserve">dě s majiteli dotčených pozemků. </w:t>
      </w:r>
      <w:r w:rsidRPr="00FF1DC6">
        <w:rPr>
          <w:rFonts w:ascii="Arial" w:hAnsi="Arial" w:cs="Arial"/>
          <w:sz w:val="20"/>
        </w:rPr>
        <w:t xml:space="preserve">Vybudování soukromé části kanalizační přípojky (nejčastěji se jedná o přípojku od hranice soukromého pozemku k objektu RD) je již v režii majitele té dané nemovitosti. </w:t>
      </w:r>
    </w:p>
    <w:p w:rsidR="00D311D4" w:rsidRPr="00DA1E27"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284074" w:rsidRDefault="00D311D4" w:rsidP="00803301">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b/>
          <w:sz w:val="20"/>
          <w:u w:val="single"/>
        </w:rPr>
      </w:pPr>
      <w:r w:rsidRPr="0042229D">
        <w:rPr>
          <w:rFonts w:ascii="Arial" w:hAnsi="Arial" w:cs="Arial"/>
          <w:sz w:val="20"/>
        </w:rPr>
        <w:t xml:space="preserve">V rámci </w:t>
      </w:r>
      <w:r w:rsidR="0021556E" w:rsidRPr="0042229D">
        <w:rPr>
          <w:rFonts w:ascii="Arial" w:hAnsi="Arial" w:cs="Arial"/>
          <w:sz w:val="20"/>
        </w:rPr>
        <w:t>stavebníh</w:t>
      </w:r>
      <w:r w:rsidR="00B60A69" w:rsidRPr="0042229D">
        <w:rPr>
          <w:rFonts w:ascii="Arial" w:hAnsi="Arial" w:cs="Arial"/>
          <w:sz w:val="20"/>
        </w:rPr>
        <w:t xml:space="preserve">o objektu </w:t>
      </w:r>
      <w:r w:rsidRPr="0042229D">
        <w:rPr>
          <w:rFonts w:ascii="Arial" w:hAnsi="Arial" w:cs="Arial"/>
          <w:sz w:val="20"/>
        </w:rPr>
        <w:t xml:space="preserve">SO </w:t>
      </w:r>
      <w:r w:rsidR="00164018">
        <w:rPr>
          <w:rFonts w:ascii="Arial" w:hAnsi="Arial" w:cs="Arial"/>
          <w:sz w:val="20"/>
        </w:rPr>
        <w:t>06</w:t>
      </w:r>
      <w:r w:rsidR="00B60A69" w:rsidRPr="0042229D">
        <w:rPr>
          <w:rFonts w:ascii="Arial" w:hAnsi="Arial" w:cs="Arial"/>
          <w:sz w:val="20"/>
        </w:rPr>
        <w:t xml:space="preserve"> </w:t>
      </w:r>
      <w:r w:rsidRPr="0042229D">
        <w:rPr>
          <w:rFonts w:ascii="Arial" w:hAnsi="Arial" w:cs="Arial"/>
          <w:sz w:val="20"/>
        </w:rPr>
        <w:t>bud</w:t>
      </w:r>
      <w:r w:rsidR="00164018">
        <w:rPr>
          <w:rFonts w:ascii="Arial" w:hAnsi="Arial" w:cs="Arial"/>
          <w:sz w:val="20"/>
        </w:rPr>
        <w:t>e</w:t>
      </w:r>
      <w:r w:rsidRPr="0042229D">
        <w:rPr>
          <w:rFonts w:ascii="Arial" w:hAnsi="Arial" w:cs="Arial"/>
          <w:sz w:val="20"/>
        </w:rPr>
        <w:t xml:space="preserve"> </w:t>
      </w:r>
      <w:r w:rsidR="00164018">
        <w:rPr>
          <w:rFonts w:ascii="Arial" w:hAnsi="Arial" w:cs="Arial"/>
          <w:sz w:val="20"/>
        </w:rPr>
        <w:t>celkem</w:t>
      </w:r>
      <w:r w:rsidR="00B60A69" w:rsidRPr="0042229D">
        <w:rPr>
          <w:rFonts w:ascii="Arial" w:hAnsi="Arial" w:cs="Arial"/>
          <w:sz w:val="20"/>
        </w:rPr>
        <w:t xml:space="preserve"> </w:t>
      </w:r>
      <w:r w:rsidRPr="0042229D">
        <w:rPr>
          <w:rFonts w:ascii="Arial" w:hAnsi="Arial" w:cs="Arial"/>
          <w:sz w:val="20"/>
        </w:rPr>
        <w:t xml:space="preserve">vybudováno </w:t>
      </w:r>
      <w:r w:rsidR="00803301" w:rsidRPr="00803301">
        <w:rPr>
          <w:rFonts w:ascii="Arial" w:hAnsi="Arial" w:cs="Arial"/>
          <w:b/>
          <w:sz w:val="20"/>
          <w:u w:val="single"/>
        </w:rPr>
        <w:t xml:space="preserve">25 </w:t>
      </w:r>
      <w:r w:rsidR="00B60A69" w:rsidRPr="00803301">
        <w:rPr>
          <w:rFonts w:ascii="Arial" w:hAnsi="Arial" w:cs="Arial"/>
          <w:b/>
          <w:sz w:val="20"/>
          <w:u w:val="single"/>
        </w:rPr>
        <w:t>ks</w:t>
      </w:r>
      <w:r w:rsidR="00B60A69" w:rsidRPr="0042229D">
        <w:rPr>
          <w:rFonts w:ascii="Arial" w:hAnsi="Arial" w:cs="Arial"/>
          <w:sz w:val="20"/>
        </w:rPr>
        <w:t xml:space="preserve"> kanalizačních odboček v celkové délce</w:t>
      </w:r>
      <w:r w:rsidR="00803301">
        <w:rPr>
          <w:rFonts w:ascii="Arial" w:hAnsi="Arial" w:cs="Arial"/>
          <w:sz w:val="20"/>
        </w:rPr>
        <w:t xml:space="preserve"> </w:t>
      </w:r>
      <w:r w:rsidR="00803301" w:rsidRPr="002F209B">
        <w:rPr>
          <w:rFonts w:ascii="Arial" w:hAnsi="Arial" w:cs="Arial"/>
          <w:b/>
          <w:sz w:val="20"/>
          <w:u w:val="single"/>
        </w:rPr>
        <w:t>76,25 m</w:t>
      </w:r>
      <w:r w:rsidR="002F209B" w:rsidRPr="002F209B">
        <w:rPr>
          <w:rFonts w:ascii="Arial" w:hAnsi="Arial" w:cs="Arial"/>
          <w:b/>
          <w:sz w:val="20"/>
          <w:u w:val="single"/>
        </w:rPr>
        <w:t>.</w:t>
      </w:r>
    </w:p>
    <w:p w:rsidR="002F209B" w:rsidRPr="002F209B" w:rsidRDefault="002F209B" w:rsidP="00803301">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b/>
          <w:sz w:val="20"/>
          <w:u w:val="single"/>
        </w:rPr>
      </w:pPr>
    </w:p>
    <w:p w:rsidR="00284074" w:rsidRPr="00FF1DC6" w:rsidRDefault="00284074" w:rsidP="00284074">
      <w:pPr>
        <w:jc w:val="both"/>
        <w:rPr>
          <w:sz w:val="20"/>
        </w:rPr>
      </w:pPr>
      <w:r w:rsidRPr="00FF1DC6">
        <w:rPr>
          <w:sz w:val="20"/>
        </w:rPr>
        <w:t xml:space="preserve">Kanalizační </w:t>
      </w:r>
      <w:r w:rsidR="007732C9" w:rsidRPr="00FF1DC6">
        <w:rPr>
          <w:sz w:val="20"/>
        </w:rPr>
        <w:t>přípojky</w:t>
      </w:r>
      <w:r w:rsidRPr="00FF1DC6">
        <w:rPr>
          <w:sz w:val="20"/>
        </w:rPr>
        <w:t xml:space="preserve"> budou napojovány na hlavní řad</w:t>
      </w:r>
      <w:r w:rsidR="007732C9" w:rsidRPr="00FF1DC6">
        <w:rPr>
          <w:sz w:val="20"/>
        </w:rPr>
        <w:t xml:space="preserve"> pomocí odboček </w:t>
      </w:r>
      <w:r w:rsidR="00C45A76">
        <w:rPr>
          <w:sz w:val="20"/>
        </w:rPr>
        <w:t>DN 250/150 mm.</w:t>
      </w:r>
      <w:r w:rsidRPr="00FF1DC6">
        <w:rPr>
          <w:sz w:val="20"/>
        </w:rPr>
        <w:t>. Veškeré odbočky budou vybaveny kontrolní revizní šachtou plastovou DN 4</w:t>
      </w:r>
      <w:r w:rsidR="007732C9" w:rsidRPr="00FF1DC6">
        <w:rPr>
          <w:sz w:val="20"/>
        </w:rPr>
        <w:t>25</w:t>
      </w:r>
      <w:r w:rsidRPr="00FF1DC6">
        <w:rPr>
          <w:sz w:val="20"/>
        </w:rPr>
        <w:t>, která bude osazena před hranicí soukromého pozemku.</w:t>
      </w:r>
    </w:p>
    <w:p w:rsidR="00284074" w:rsidRPr="00FF1DC6" w:rsidRDefault="00284074" w:rsidP="00284074">
      <w:pPr>
        <w:pStyle w:val="Zkladntext"/>
        <w:spacing w:after="0"/>
        <w:jc w:val="both"/>
        <w:rPr>
          <w:rFonts w:cs="Arial"/>
          <w:sz w:val="20"/>
        </w:rPr>
      </w:pPr>
    </w:p>
    <w:p w:rsidR="00284074" w:rsidRPr="00FF1DC6" w:rsidRDefault="00284074" w:rsidP="00284074">
      <w:pPr>
        <w:pStyle w:val="Zkladntext"/>
        <w:spacing w:after="0"/>
        <w:jc w:val="both"/>
        <w:rPr>
          <w:rFonts w:cs="Arial"/>
          <w:sz w:val="20"/>
        </w:rPr>
      </w:pPr>
      <w:r w:rsidRPr="00FF1DC6">
        <w:rPr>
          <w:rFonts w:cs="Arial"/>
          <w:sz w:val="20"/>
        </w:rPr>
        <w:t xml:space="preserve">Délka jednotlivých kanalizačních </w:t>
      </w:r>
      <w:r w:rsidR="00C45A76">
        <w:rPr>
          <w:rFonts w:cs="Arial"/>
          <w:sz w:val="20"/>
        </w:rPr>
        <w:t>přípojek</w:t>
      </w:r>
      <w:r w:rsidRPr="00FF1DC6">
        <w:rPr>
          <w:rFonts w:cs="Arial"/>
          <w:sz w:val="20"/>
        </w:rPr>
        <w:t xml:space="preserve"> v rámci objektu </w:t>
      </w:r>
      <w:r w:rsidR="00B60A69" w:rsidRPr="00FF1DC6">
        <w:rPr>
          <w:rFonts w:cs="Arial"/>
          <w:sz w:val="20"/>
        </w:rPr>
        <w:t xml:space="preserve"> - viz</w:t>
      </w:r>
      <w:r w:rsidR="007732C9" w:rsidRPr="00FF1DC6">
        <w:rPr>
          <w:rFonts w:cs="Arial"/>
          <w:sz w:val="20"/>
        </w:rPr>
        <w:t xml:space="preserve"> příloha D.1.</w:t>
      </w:r>
      <w:r w:rsidR="00C45A76">
        <w:rPr>
          <w:rFonts w:cs="Arial"/>
          <w:sz w:val="20"/>
        </w:rPr>
        <w:t>6</w:t>
      </w:r>
      <w:r w:rsidR="00FF1DC6" w:rsidRPr="00FF1DC6">
        <w:rPr>
          <w:rFonts w:cs="Arial"/>
          <w:sz w:val="20"/>
        </w:rPr>
        <w:t>.2</w:t>
      </w:r>
      <w:r w:rsidR="00B60A69" w:rsidRPr="00FF1DC6">
        <w:rPr>
          <w:rFonts w:cs="Arial"/>
          <w:sz w:val="20"/>
        </w:rPr>
        <w:t xml:space="preserve"> </w:t>
      </w:r>
      <w:r w:rsidR="00C45A76">
        <w:rPr>
          <w:rFonts w:cs="Arial"/>
          <w:sz w:val="20"/>
        </w:rPr>
        <w:t>Vý</w:t>
      </w:r>
      <w:r w:rsidR="007732C9" w:rsidRPr="00FF1DC6">
        <w:rPr>
          <w:rFonts w:cs="Arial"/>
          <w:sz w:val="20"/>
        </w:rPr>
        <w:t xml:space="preserve">pis </w:t>
      </w:r>
      <w:r w:rsidR="00C45A76">
        <w:rPr>
          <w:rFonts w:cs="Arial"/>
          <w:sz w:val="20"/>
        </w:rPr>
        <w:t xml:space="preserve">kakanlizačních </w:t>
      </w:r>
      <w:r w:rsidR="007732C9" w:rsidRPr="00FF1DC6">
        <w:rPr>
          <w:rFonts w:cs="Arial"/>
          <w:sz w:val="20"/>
        </w:rPr>
        <w:t>přípojek</w:t>
      </w:r>
      <w:r w:rsidR="00B60A69" w:rsidRPr="00FF1DC6">
        <w:rPr>
          <w:rFonts w:cs="Arial"/>
          <w:sz w:val="20"/>
        </w:rPr>
        <w:t>.</w:t>
      </w:r>
      <w:r w:rsidRPr="00FF1DC6">
        <w:rPr>
          <w:rFonts w:cs="Arial"/>
          <w:sz w:val="20"/>
        </w:rPr>
        <w:t xml:space="preserve"> Tyto odbočky budou vedeny od hlavní stoky po hranici soukromých pozemků a ze strany soukromých pozemků budou při výstavbě zaslepeny. Průměrná hloubka </w:t>
      </w:r>
      <w:r w:rsidRPr="00FF1DC6">
        <w:rPr>
          <w:rFonts w:cs="Arial"/>
          <w:sz w:val="20"/>
        </w:rPr>
        <w:lastRenderedPageBreak/>
        <w:t xml:space="preserve">výkopu odboček činí </w:t>
      </w:r>
      <w:r w:rsidR="007732C9" w:rsidRPr="00FF1DC6">
        <w:rPr>
          <w:rFonts w:cs="Arial"/>
          <w:sz w:val="20"/>
        </w:rPr>
        <w:t>cca</w:t>
      </w:r>
      <w:r w:rsidRPr="00FF1DC6">
        <w:rPr>
          <w:rFonts w:cs="Arial"/>
          <w:sz w:val="20"/>
        </w:rPr>
        <w:t xml:space="preserve"> </w:t>
      </w:r>
      <w:r w:rsidR="00FB41DE">
        <w:rPr>
          <w:rFonts w:cs="Arial"/>
          <w:sz w:val="20"/>
        </w:rPr>
        <w:t>2,5</w:t>
      </w:r>
      <w:r w:rsidR="007732C9" w:rsidRPr="00FF1DC6">
        <w:rPr>
          <w:rFonts w:cs="Arial"/>
          <w:sz w:val="20"/>
        </w:rPr>
        <w:t xml:space="preserve"> </w:t>
      </w:r>
      <w:r w:rsidRPr="00FF1DC6">
        <w:rPr>
          <w:rFonts w:cs="Arial"/>
          <w:sz w:val="20"/>
        </w:rPr>
        <w:t xml:space="preserve">m. Výkopy budou svislé pažené s odvozem výkopku do vzdálenosti </w:t>
      </w:r>
      <w:r w:rsidR="005227D0" w:rsidRPr="00FF1DC6">
        <w:rPr>
          <w:rFonts w:cs="Arial"/>
          <w:sz w:val="20"/>
        </w:rPr>
        <w:t xml:space="preserve">10 </w:t>
      </w:r>
      <w:r w:rsidR="00AC1740" w:rsidRPr="00FF1DC6">
        <w:rPr>
          <w:rFonts w:cs="Arial"/>
          <w:sz w:val="20"/>
        </w:rPr>
        <w:t>km</w:t>
      </w:r>
      <w:r w:rsidRPr="00FF1DC6">
        <w:rPr>
          <w:rFonts w:cs="Arial"/>
          <w:sz w:val="20"/>
        </w:rPr>
        <w:t xml:space="preserve">. Dno odboček bude zaústěno do příslušných kanalizačních šachet 0,10 m nad dno kmenové stoky. </w:t>
      </w:r>
    </w:p>
    <w:p w:rsidR="00284074" w:rsidRPr="00DA1E27" w:rsidRDefault="00284074" w:rsidP="00284074">
      <w:pPr>
        <w:pStyle w:val="Zkladntext"/>
        <w:spacing w:after="0"/>
        <w:jc w:val="both"/>
        <w:rPr>
          <w:rFonts w:cs="Arial"/>
          <w:sz w:val="20"/>
          <w:highlight w:val="yellow"/>
        </w:rPr>
      </w:pPr>
    </w:p>
    <w:p w:rsidR="0012028A" w:rsidRPr="00714B69" w:rsidRDefault="0012028A" w:rsidP="0012028A">
      <w:pPr>
        <w:pStyle w:val="Zkladntext"/>
        <w:spacing w:after="0"/>
        <w:jc w:val="both"/>
        <w:rPr>
          <w:rFonts w:cs="Arial"/>
          <w:sz w:val="20"/>
        </w:rPr>
      </w:pPr>
      <w:r w:rsidRPr="00714B69">
        <w:rPr>
          <w:rFonts w:cs="Arial"/>
          <w:b/>
          <w:bCs/>
          <w:sz w:val="20"/>
        </w:rPr>
        <w:t xml:space="preserve">Příprava území – sejmutí ornice </w:t>
      </w:r>
    </w:p>
    <w:p w:rsidR="0012028A" w:rsidRPr="00714B69" w:rsidRDefault="0012028A" w:rsidP="0012028A">
      <w:pPr>
        <w:jc w:val="both"/>
        <w:rPr>
          <w:sz w:val="20"/>
        </w:rPr>
      </w:pPr>
      <w:r w:rsidRPr="00714B69">
        <w:rPr>
          <w:sz w:val="20"/>
        </w:rPr>
        <w:t xml:space="preserve">V úsecích, kde je trasa kanalizace vedena v zeleni mimo komunikace, se navrhuje sejmutí ornice (svrchního drnu) v tl. </w:t>
      </w:r>
      <w:r>
        <w:rPr>
          <w:sz w:val="20"/>
        </w:rPr>
        <w:t>0,15</w:t>
      </w:r>
      <w:r w:rsidRPr="00714B69">
        <w:rPr>
          <w:sz w:val="20"/>
        </w:rPr>
        <w:t xml:space="preserve"> m v šířce pracovního pruhu 3,0 m.</w:t>
      </w:r>
    </w:p>
    <w:p w:rsidR="0012028A" w:rsidRPr="00714B69" w:rsidRDefault="0012028A" w:rsidP="0012028A">
      <w:pPr>
        <w:jc w:val="both"/>
        <w:rPr>
          <w:sz w:val="20"/>
        </w:rPr>
      </w:pPr>
      <w:r w:rsidRPr="00714B69">
        <w:rPr>
          <w:sz w:val="20"/>
        </w:rPr>
        <w:t xml:space="preserve">Ornice se uloží na mezideponii do vzdálenosti 5 km a po ukončení výstavby se použije na zpětné ohumusování dotčeného pozemku po uložení kanalizačního potrubí a po provedení zpětného zásypu výkopové rýhy. </w:t>
      </w:r>
    </w:p>
    <w:p w:rsidR="0012028A" w:rsidRPr="002F6B48" w:rsidRDefault="0012028A" w:rsidP="0012028A">
      <w:pPr>
        <w:pStyle w:val="Zkladntext"/>
        <w:spacing w:after="0"/>
        <w:jc w:val="both"/>
        <w:rPr>
          <w:rFonts w:cs="Arial"/>
          <w:b/>
          <w:bCs/>
          <w:sz w:val="20"/>
          <w:highlight w:val="yellow"/>
        </w:rPr>
      </w:pPr>
    </w:p>
    <w:p w:rsidR="0012028A" w:rsidRPr="006418A0" w:rsidRDefault="0012028A" w:rsidP="0012028A">
      <w:pPr>
        <w:pStyle w:val="Zkladntext"/>
        <w:spacing w:after="0"/>
        <w:jc w:val="both"/>
        <w:rPr>
          <w:rFonts w:cs="Arial"/>
          <w:b/>
          <w:bCs/>
          <w:sz w:val="20"/>
        </w:rPr>
      </w:pPr>
    </w:p>
    <w:p w:rsidR="0012028A" w:rsidRPr="006418A0" w:rsidRDefault="0012028A" w:rsidP="0012028A">
      <w:pPr>
        <w:pStyle w:val="Zkladntext"/>
        <w:spacing w:after="0"/>
        <w:jc w:val="both"/>
        <w:rPr>
          <w:rFonts w:cs="Arial"/>
          <w:sz w:val="20"/>
        </w:rPr>
      </w:pPr>
      <w:r w:rsidRPr="006418A0">
        <w:rPr>
          <w:rFonts w:cs="Arial"/>
          <w:b/>
          <w:bCs/>
          <w:sz w:val="20"/>
        </w:rPr>
        <w:t xml:space="preserve">Příprava území – odfrézování svrchního koberce komunikací </w:t>
      </w:r>
    </w:p>
    <w:p w:rsidR="0012028A" w:rsidRPr="006418A0" w:rsidRDefault="0012028A" w:rsidP="0012028A">
      <w:pPr>
        <w:jc w:val="both"/>
        <w:rPr>
          <w:rFonts w:cs="Arial"/>
          <w:b/>
          <w:bCs/>
          <w:sz w:val="20"/>
        </w:rPr>
      </w:pPr>
      <w:r w:rsidRPr="006418A0">
        <w:rPr>
          <w:sz w:val="20"/>
        </w:rPr>
        <w:t xml:space="preserve">Jelikož jsou trasy některých kanalizačních přípojek v rámci SO 02 vedeny v místních komunikacích, které jsou ve správě obce </w:t>
      </w:r>
      <w:r>
        <w:rPr>
          <w:sz w:val="20"/>
        </w:rPr>
        <w:t>Skalice</w:t>
      </w:r>
      <w:r w:rsidRPr="006418A0">
        <w:rPr>
          <w:sz w:val="20"/>
        </w:rPr>
        <w:t xml:space="preserve"> navrhuje se v rámci přípravy území</w:t>
      </w:r>
      <w:r w:rsidRPr="006418A0">
        <w:rPr>
          <w:bCs/>
          <w:sz w:val="20"/>
        </w:rPr>
        <w:t xml:space="preserve"> sejmutí svrchního koberce u obecní komunikace v tl.4</w:t>
      </w:r>
      <w:r>
        <w:rPr>
          <w:bCs/>
          <w:sz w:val="20"/>
        </w:rPr>
        <w:t xml:space="preserve"> </w:t>
      </w:r>
      <w:r w:rsidRPr="006418A0">
        <w:rPr>
          <w:bCs/>
          <w:sz w:val="20"/>
        </w:rPr>
        <w:t xml:space="preserve">cm frézováním. </w:t>
      </w:r>
    </w:p>
    <w:p w:rsidR="0012028A" w:rsidRPr="002F6B48" w:rsidRDefault="0012028A" w:rsidP="0012028A">
      <w:pPr>
        <w:pStyle w:val="Zkladntext"/>
        <w:spacing w:after="0"/>
        <w:jc w:val="both"/>
        <w:rPr>
          <w:rFonts w:cs="Arial"/>
          <w:b/>
          <w:bCs/>
          <w:sz w:val="20"/>
          <w:highlight w:val="yellow"/>
        </w:rPr>
      </w:pPr>
    </w:p>
    <w:p w:rsidR="0012028A" w:rsidRPr="00996DC1" w:rsidRDefault="0012028A" w:rsidP="0012028A">
      <w:pPr>
        <w:pStyle w:val="Zkladntext"/>
        <w:spacing w:after="0"/>
        <w:jc w:val="both"/>
        <w:rPr>
          <w:rFonts w:cs="Arial"/>
          <w:b/>
          <w:bCs/>
          <w:sz w:val="20"/>
        </w:rPr>
      </w:pPr>
      <w:r w:rsidRPr="00996DC1">
        <w:rPr>
          <w:rFonts w:cs="Arial"/>
          <w:b/>
          <w:bCs/>
          <w:sz w:val="20"/>
        </w:rPr>
        <w:t>Zemní práce – výkopy</w:t>
      </w:r>
    </w:p>
    <w:p w:rsidR="0012028A" w:rsidRPr="00996DC1" w:rsidRDefault="0012028A" w:rsidP="0012028A">
      <w:pPr>
        <w:rPr>
          <w:sz w:val="20"/>
        </w:rPr>
      </w:pPr>
    </w:p>
    <w:p w:rsidR="0012028A" w:rsidRPr="00996DC1" w:rsidRDefault="0012028A" w:rsidP="0012028A">
      <w:pPr>
        <w:pStyle w:val="Zkladntext"/>
        <w:spacing w:after="0"/>
        <w:jc w:val="both"/>
        <w:rPr>
          <w:rFonts w:cs="Arial"/>
          <w:sz w:val="20"/>
        </w:rPr>
      </w:pPr>
      <w:r w:rsidRPr="00996DC1">
        <w:rPr>
          <w:rFonts w:cs="Arial"/>
          <w:sz w:val="20"/>
        </w:rPr>
        <w:t xml:space="preserve">Výkopy pro potrubí se uvažují svislé pažené s odvozem výkopku na mezideponii do vzdálenosti 10 km.  Zásyp rýhy nad pískovým obsypem potrubí se provede štěrkodrtí až po úroveň stávající komunikace tak, aby mohl být dočasně převeden provoz i po povrchu zasypané rýhy. </w:t>
      </w:r>
      <w:r>
        <w:rPr>
          <w:rFonts w:cs="Arial"/>
          <w:sz w:val="20"/>
        </w:rPr>
        <w:t>Uvažuje se s průměrnou hloubkou výkopů 2,0 m.</w:t>
      </w:r>
    </w:p>
    <w:p w:rsidR="0012028A" w:rsidRPr="00996DC1" w:rsidRDefault="0012028A" w:rsidP="0012028A">
      <w:pPr>
        <w:pStyle w:val="Zkladntext"/>
        <w:spacing w:after="0"/>
        <w:jc w:val="both"/>
        <w:rPr>
          <w:rFonts w:cs="Arial"/>
          <w:sz w:val="20"/>
        </w:rPr>
      </w:pPr>
    </w:p>
    <w:p w:rsidR="0012028A" w:rsidRPr="00996DC1" w:rsidRDefault="0012028A" w:rsidP="0012028A">
      <w:pPr>
        <w:pStyle w:val="Zkladntext"/>
        <w:spacing w:after="0"/>
        <w:jc w:val="both"/>
        <w:rPr>
          <w:rFonts w:cs="Arial"/>
          <w:sz w:val="20"/>
        </w:rPr>
      </w:pPr>
      <w:r w:rsidRPr="00996DC1">
        <w:rPr>
          <w:rFonts w:cs="Arial"/>
          <w:sz w:val="20"/>
        </w:rPr>
        <w:t xml:space="preserve">Výkop rýhy bude prováděn strojně a ručně v souladu s ČSN EN 1610 </w:t>
      </w:r>
      <w:r w:rsidRPr="00996DC1">
        <w:rPr>
          <w:sz w:val="20"/>
        </w:rPr>
        <w:t>a ČSN 73 6133 a dalšími souvisejícími normami.</w:t>
      </w:r>
    </w:p>
    <w:p w:rsidR="0012028A" w:rsidRPr="00996DC1" w:rsidRDefault="0012028A" w:rsidP="0012028A">
      <w:pPr>
        <w:pStyle w:val="Zkladntext"/>
        <w:spacing w:after="0"/>
        <w:jc w:val="both"/>
        <w:rPr>
          <w:sz w:val="20"/>
        </w:rPr>
      </w:pPr>
    </w:p>
    <w:p w:rsidR="0012028A" w:rsidRPr="00996DC1" w:rsidRDefault="0012028A" w:rsidP="0012028A">
      <w:pPr>
        <w:pStyle w:val="Zkladntext"/>
        <w:spacing w:after="0"/>
        <w:jc w:val="both"/>
        <w:rPr>
          <w:snapToGrid w:val="0"/>
          <w:sz w:val="20"/>
        </w:rPr>
      </w:pPr>
      <w:r w:rsidRPr="00996DC1">
        <w:rPr>
          <w:sz w:val="20"/>
        </w:rPr>
        <w:t xml:space="preserve">Trasa kanalizace a kanalizačních přípojek se kříží nebo bude prováděna v blízkosti stávajících podzemních inženýrských sítí – plynovodem, vodovodem, podzemním vedením NN, sdělovacím podzemním vedením apod. a proto je nutno při realizaci v místech souběhu a křížení dodržet normu ČSN 73 6005 – Prostorové uspořádání sítí technického vybavení a požadavky správců inženýrských sítí. Křížení a souběhy kanalizačních stok se stávajícími sítěmi je zřejmé ze situačních výkresů a z příslušných podélných profilů. </w:t>
      </w:r>
      <w:r w:rsidRPr="00996DC1">
        <w:rPr>
          <w:rFonts w:cs="Arial"/>
          <w:sz w:val="20"/>
        </w:rPr>
        <w:t>V místě křížení a souběhu kanalizační stoky s podzemními vedeními je nutno provádět výkop ručně</w:t>
      </w:r>
      <w:r w:rsidRPr="00996DC1">
        <w:rPr>
          <w:snapToGrid w:val="0"/>
          <w:sz w:val="20"/>
        </w:rPr>
        <w:t xml:space="preserve"> bez použití mechanizmů klasickým jednoduchým nářadím (lopata, krumpáč)</w:t>
      </w:r>
      <w:r w:rsidRPr="00996DC1">
        <w:rPr>
          <w:rFonts w:cs="Arial"/>
          <w:sz w:val="20"/>
        </w:rPr>
        <w:t xml:space="preserve"> na vzdálenost stanovenou správcem vedení min. však 1,0m od stávajícího vedení. </w:t>
      </w:r>
      <w:r w:rsidRPr="00996DC1">
        <w:rPr>
          <w:snapToGrid w:val="0"/>
          <w:sz w:val="20"/>
        </w:rPr>
        <w:t>Výkopové práce v ochranném pásmu plynovodu (1 m na každou stranu od půdorysu plynovodu) provádět ručně s nářadím bez přívodu elektrické energie.</w:t>
      </w:r>
    </w:p>
    <w:p w:rsidR="0012028A" w:rsidRPr="00996DC1" w:rsidRDefault="0012028A" w:rsidP="0012028A">
      <w:pPr>
        <w:jc w:val="both"/>
        <w:rPr>
          <w:rFonts w:cs="Arial"/>
          <w:sz w:val="20"/>
        </w:rPr>
      </w:pPr>
    </w:p>
    <w:p w:rsidR="0012028A" w:rsidRPr="00996DC1" w:rsidRDefault="0012028A" w:rsidP="0012028A">
      <w:pPr>
        <w:jc w:val="both"/>
        <w:rPr>
          <w:sz w:val="20"/>
        </w:rPr>
      </w:pPr>
      <w:r w:rsidRPr="00996DC1">
        <w:rPr>
          <w:rFonts w:cs="Arial"/>
          <w:sz w:val="20"/>
        </w:rPr>
        <w:t xml:space="preserve">Šířka pažené rýhy pro pokládku kanalizačního potrubí je navržena dle ČSN EN 1610/Z1, kap. NA.3 </w:t>
      </w:r>
      <w:r>
        <w:rPr>
          <w:rFonts w:cs="Arial"/>
          <w:sz w:val="20"/>
        </w:rPr>
        <w:t xml:space="preserve">v šířce 1,00 m. </w:t>
      </w:r>
      <w:r w:rsidRPr="00996DC1">
        <w:rPr>
          <w:rFonts w:cs="Arial"/>
          <w:sz w:val="20"/>
        </w:rPr>
        <w:t xml:space="preserve">V případě hloubek větších než 1,2 m bude výkop vždy řádně pažen. </w:t>
      </w:r>
      <w:r w:rsidRPr="00996DC1">
        <w:rPr>
          <w:sz w:val="20"/>
        </w:rPr>
        <w:t>Pažení výkopů bude provedeno „pažícími boxy“ v závislosti na hloubce a šířce výkopu. Čela výkopů budou také zapažena např. ocelovými plechy nebo prvky Union. Výstavba kanalizace bude probíhat po jednotlivých úsecích (čelech), které se budou postupně posouvat.</w:t>
      </w:r>
    </w:p>
    <w:p w:rsidR="0012028A" w:rsidRPr="00996DC1" w:rsidRDefault="0012028A" w:rsidP="0012028A">
      <w:pPr>
        <w:jc w:val="both"/>
        <w:rPr>
          <w:sz w:val="20"/>
        </w:rPr>
      </w:pPr>
    </w:p>
    <w:p w:rsidR="0012028A" w:rsidRPr="00996DC1" w:rsidRDefault="0012028A" w:rsidP="0012028A">
      <w:pPr>
        <w:tabs>
          <w:tab w:val="left" w:pos="1925"/>
        </w:tabs>
        <w:jc w:val="both"/>
        <w:rPr>
          <w:rFonts w:cs="Arial"/>
          <w:sz w:val="20"/>
        </w:rPr>
      </w:pPr>
      <w:r w:rsidRPr="00996DC1">
        <w:rPr>
          <w:rFonts w:cs="Arial"/>
          <w:sz w:val="20"/>
        </w:rPr>
        <w:t xml:space="preserve">V průběhu prací musí být zajištěno čerpání případných srážkových vod z otevřeného výkopu, neboť při podmáčení stěn výkopu by mohlo dojít k jejich sesutí. </w:t>
      </w:r>
      <w:r w:rsidRPr="00996DC1">
        <w:rPr>
          <w:sz w:val="20"/>
        </w:rPr>
        <w:t>Tyto vody budou přečerpány v průběhu výstavby do vodotečí popř. dešťové kanalizace.</w:t>
      </w:r>
    </w:p>
    <w:p w:rsidR="0012028A" w:rsidRPr="00996DC1" w:rsidRDefault="0012028A" w:rsidP="0012028A">
      <w:pPr>
        <w:jc w:val="both"/>
        <w:rPr>
          <w:rFonts w:cs="Arial"/>
          <w:sz w:val="20"/>
        </w:rPr>
      </w:pPr>
      <w:r w:rsidRPr="00996DC1">
        <w:rPr>
          <w:sz w:val="20"/>
        </w:rPr>
        <w:t xml:space="preserve">Zpětné zásypy pod chodníky a komunikacemi budou nestlačitelným materiálem s obnovou povrchů do úrovně stávající nivelety. </w:t>
      </w:r>
      <w:r w:rsidRPr="00996DC1">
        <w:rPr>
          <w:rFonts w:cs="Arial"/>
          <w:sz w:val="20"/>
        </w:rPr>
        <w:t>Hutnění se bude provádět za pomoci hutnicích mechanismů (vibrátory, válce atp.). Zásypy budou zhutněny po vrstvách 20 - 30cm. Kontrolu hutnění je nutno provádět dle ČSN 72 1006 – „Kontrola hutnění zemin a sypanin“. Vlastní kontrolu zhutnění je možno provádět několika způsoby přímo na staveništi (odběry vzorků, stanovení PCS, kontrola zatěžovací deskou atp.).</w:t>
      </w:r>
    </w:p>
    <w:p w:rsidR="0012028A" w:rsidRPr="00996DC1" w:rsidRDefault="0012028A" w:rsidP="0012028A">
      <w:pPr>
        <w:jc w:val="both"/>
        <w:rPr>
          <w:sz w:val="20"/>
        </w:rPr>
      </w:pPr>
    </w:p>
    <w:p w:rsidR="0012028A" w:rsidRPr="00996DC1" w:rsidRDefault="0012028A" w:rsidP="0012028A">
      <w:pPr>
        <w:jc w:val="both"/>
        <w:rPr>
          <w:sz w:val="20"/>
        </w:rPr>
      </w:pPr>
      <w:r w:rsidRPr="00996DC1">
        <w:rPr>
          <w:sz w:val="20"/>
        </w:rPr>
        <w:lastRenderedPageBreak/>
        <w:t xml:space="preserve">S ohledem na stísněné prostorové podmínky v místních komunikacích se nepředpokládá ukládání výkopku podél rýhy. Přebytečná zemina a suti budou odvezeny na příslušné skládky. </w:t>
      </w:r>
    </w:p>
    <w:p w:rsidR="0012028A" w:rsidRPr="00996DC1" w:rsidRDefault="0012028A" w:rsidP="0012028A">
      <w:pPr>
        <w:tabs>
          <w:tab w:val="left" w:pos="284"/>
        </w:tabs>
        <w:jc w:val="both"/>
        <w:rPr>
          <w:rFonts w:cs="Arial"/>
          <w:sz w:val="20"/>
        </w:rPr>
      </w:pPr>
      <w:r w:rsidRPr="00996DC1">
        <w:rPr>
          <w:sz w:val="20"/>
        </w:rPr>
        <w:t>Povrchy dalších ploch dotčených výstavbou budou uvedeny do původního nebo smluvního stavu a protokolárně předány vlastníkům.</w:t>
      </w:r>
    </w:p>
    <w:p w:rsidR="0012028A" w:rsidRPr="002F6B48" w:rsidRDefault="0012028A" w:rsidP="0012028A">
      <w:pPr>
        <w:pStyle w:val="Zkladntext"/>
        <w:spacing w:after="0"/>
        <w:jc w:val="both"/>
        <w:rPr>
          <w:rFonts w:cs="Arial"/>
          <w:sz w:val="20"/>
          <w:highlight w:val="yellow"/>
        </w:rPr>
      </w:pPr>
    </w:p>
    <w:p w:rsidR="0012028A" w:rsidRPr="00996DC1" w:rsidRDefault="0012028A" w:rsidP="0012028A">
      <w:pPr>
        <w:jc w:val="both"/>
        <w:rPr>
          <w:rFonts w:cs="Arial"/>
          <w:b/>
          <w:sz w:val="20"/>
        </w:rPr>
      </w:pPr>
      <w:r w:rsidRPr="00996DC1">
        <w:rPr>
          <w:rFonts w:cs="Arial"/>
          <w:b/>
          <w:sz w:val="20"/>
        </w:rPr>
        <w:t>Uložení potrubí v rýze</w:t>
      </w:r>
    </w:p>
    <w:p w:rsidR="0012028A" w:rsidRPr="00996DC1" w:rsidRDefault="0012028A" w:rsidP="0012028A">
      <w:pPr>
        <w:jc w:val="both"/>
        <w:rPr>
          <w:rFonts w:cs="Arial"/>
          <w:sz w:val="20"/>
        </w:rPr>
      </w:pPr>
      <w:r w:rsidRPr="00996DC1">
        <w:rPr>
          <w:rFonts w:cs="Arial"/>
          <w:sz w:val="20"/>
        </w:rPr>
        <w:t xml:space="preserve">Potrubí bude uloženo v otevřeném paženém výkopu do pískového lože s pískovým obsypem v celkové délce viz vzorové uložení potrubí. Šířka rýhy bude 1,00 m pro potrubí do DN 200.  </w:t>
      </w:r>
    </w:p>
    <w:p w:rsidR="0012028A" w:rsidRPr="00996DC1" w:rsidRDefault="0012028A" w:rsidP="0012028A">
      <w:pPr>
        <w:jc w:val="both"/>
        <w:rPr>
          <w:rFonts w:cs="Arial"/>
          <w:sz w:val="20"/>
        </w:rPr>
      </w:pPr>
      <w:r w:rsidRPr="00996DC1">
        <w:rPr>
          <w:sz w:val="20"/>
        </w:rPr>
        <w:t>Zpětné zásypy pod chodníky a komunikacemi budou hutnitelným nestlačitelným materiálem s obnovou povrchů do úrovně stávající nivelety.</w:t>
      </w:r>
      <w:r w:rsidRPr="00996DC1">
        <w:rPr>
          <w:rFonts w:cs="Arial"/>
          <w:sz w:val="20"/>
        </w:rPr>
        <w:t xml:space="preserve"> Zásyp rýhy nad pískovým obsypem se navrhuje štěrkodrtí nebo vhodným hutnitelným materiálem se zhutňováním po vrstvách. Úroveň pro strojní hutnění je min. 300 mm nad vrcholem potrubí. Hutnění se bude provádět po vrstvách v tl.200-300 mm. Hutnění bude prováděno strojně na hodnotu modulu deformace zemní pláně   E</w:t>
      </w:r>
      <w:r w:rsidRPr="00996DC1">
        <w:rPr>
          <w:rFonts w:cs="Arial"/>
          <w:sz w:val="20"/>
          <w:vertAlign w:val="subscript"/>
        </w:rPr>
        <w:t>def2</w:t>
      </w:r>
      <w:r w:rsidRPr="00996DC1">
        <w:rPr>
          <w:rFonts w:cs="Arial"/>
          <w:sz w:val="20"/>
        </w:rPr>
        <w:t xml:space="preserve"> = 45 Mpa.</w:t>
      </w:r>
    </w:p>
    <w:p w:rsidR="0012028A" w:rsidRPr="00996DC1" w:rsidRDefault="0012028A" w:rsidP="0012028A">
      <w:pPr>
        <w:pStyle w:val="Zkladntext"/>
        <w:spacing w:after="0"/>
        <w:jc w:val="both"/>
        <w:rPr>
          <w:rFonts w:cs="Arial"/>
          <w:sz w:val="20"/>
        </w:rPr>
      </w:pPr>
      <w:r w:rsidRPr="006A6E73">
        <w:rPr>
          <w:rFonts w:cs="Arial"/>
          <w:sz w:val="20"/>
        </w:rPr>
        <w:t>Přebytečná zemina se odveze na trvalou skládku či zařízení pro využívání</w:t>
      </w:r>
      <w:r w:rsidRPr="00996DC1">
        <w:rPr>
          <w:rFonts w:cs="Arial"/>
          <w:sz w:val="20"/>
        </w:rPr>
        <w:t xml:space="preserve"> odpadních zemin určené investorem stavby do vzdálenosti 10 km. Výkopová zemina, která se bude dále používat pro zpětné zásypy se bude ukládat na mezideponii ve vzdálenosti 10 km. Odtud se pak bude vozit zpět pro potřeby stavby.</w:t>
      </w:r>
    </w:p>
    <w:p w:rsidR="0012028A" w:rsidRPr="002F6B48" w:rsidRDefault="0012028A" w:rsidP="0012028A">
      <w:pPr>
        <w:pStyle w:val="Zkladntext"/>
        <w:spacing w:after="0"/>
        <w:jc w:val="both"/>
        <w:rPr>
          <w:rFonts w:cs="Arial"/>
          <w:sz w:val="20"/>
          <w:highlight w:val="yellow"/>
        </w:rPr>
      </w:pPr>
    </w:p>
    <w:p w:rsidR="0012028A" w:rsidRPr="002F6B48" w:rsidRDefault="0012028A" w:rsidP="0012028A">
      <w:pPr>
        <w:jc w:val="both"/>
        <w:rPr>
          <w:rFonts w:cs="Arial"/>
          <w:b/>
          <w:sz w:val="20"/>
          <w:highlight w:val="yellow"/>
        </w:rPr>
      </w:pPr>
    </w:p>
    <w:p w:rsidR="0012028A" w:rsidRPr="00996DC1" w:rsidRDefault="0012028A" w:rsidP="0012028A">
      <w:pPr>
        <w:jc w:val="both"/>
        <w:rPr>
          <w:b/>
          <w:sz w:val="20"/>
        </w:rPr>
      </w:pPr>
      <w:r w:rsidRPr="00996DC1">
        <w:rPr>
          <w:b/>
          <w:sz w:val="20"/>
        </w:rPr>
        <w:t xml:space="preserve">Materiál potrubí </w:t>
      </w:r>
    </w:p>
    <w:p w:rsidR="0012028A" w:rsidRPr="00996DC1" w:rsidRDefault="0012028A" w:rsidP="0012028A">
      <w:pPr>
        <w:jc w:val="both"/>
        <w:rPr>
          <w:sz w:val="20"/>
        </w:rPr>
      </w:pPr>
      <w:bookmarkStart w:id="21" w:name="_Toc43707842"/>
      <w:bookmarkStart w:id="22" w:name="_Toc257204525"/>
      <w:r w:rsidRPr="00996DC1">
        <w:rPr>
          <w:sz w:val="20"/>
        </w:rPr>
        <w:t>Navržené přípojky splaškové kanalizace jsou navrženy z</w:t>
      </w:r>
      <w:r>
        <w:rPr>
          <w:sz w:val="20"/>
        </w:rPr>
        <w:t xml:space="preserve"> hladkých </w:t>
      </w:r>
      <w:r w:rsidRPr="00996DC1">
        <w:rPr>
          <w:sz w:val="20"/>
        </w:rPr>
        <w:t xml:space="preserve">plnostěnných PP trub o kruhové tuhosti SN10 v profilech DN 150 a DN 200. Způsob uložení dle výkresové dokumentace, výkres vzorového uložení potrubí. </w:t>
      </w:r>
      <w:bookmarkEnd w:id="21"/>
      <w:bookmarkEnd w:id="22"/>
    </w:p>
    <w:p w:rsidR="0012028A" w:rsidRPr="002F6B48" w:rsidRDefault="0012028A" w:rsidP="0012028A">
      <w:pPr>
        <w:pStyle w:val="TPOOdstavec"/>
        <w:spacing w:before="0" w:after="0"/>
        <w:ind w:firstLine="0"/>
        <w:rPr>
          <w:rFonts w:ascii="Arial" w:hAnsi="Arial" w:cs="Arial"/>
          <w:sz w:val="20"/>
          <w:highlight w:val="yellow"/>
        </w:rPr>
      </w:pPr>
    </w:p>
    <w:p w:rsidR="0012028A" w:rsidRPr="00996DC1" w:rsidRDefault="0012028A" w:rsidP="0012028A">
      <w:pPr>
        <w:pStyle w:val="TPOOdstavec"/>
        <w:spacing w:before="0" w:after="0"/>
        <w:ind w:firstLine="0"/>
        <w:rPr>
          <w:rFonts w:ascii="Arial" w:hAnsi="Arial" w:cs="Arial"/>
          <w:b/>
          <w:sz w:val="20"/>
        </w:rPr>
      </w:pPr>
      <w:r w:rsidRPr="00996DC1">
        <w:rPr>
          <w:rFonts w:ascii="Arial" w:hAnsi="Arial" w:cs="Arial"/>
          <w:b/>
          <w:sz w:val="20"/>
        </w:rPr>
        <w:t>Revizní šachti</w:t>
      </w:r>
      <w:r>
        <w:rPr>
          <w:rFonts w:ascii="Arial" w:hAnsi="Arial" w:cs="Arial"/>
          <w:b/>
          <w:sz w:val="20"/>
        </w:rPr>
        <w:t>ce</w:t>
      </w:r>
      <w:r w:rsidRPr="00996DC1">
        <w:rPr>
          <w:rFonts w:ascii="Arial" w:hAnsi="Arial" w:cs="Arial"/>
          <w:b/>
          <w:sz w:val="20"/>
        </w:rPr>
        <w:t xml:space="preserve"> DN 425</w:t>
      </w:r>
    </w:p>
    <w:p w:rsidR="0012028A" w:rsidRPr="00996DC1" w:rsidRDefault="0012028A" w:rsidP="0012028A">
      <w:pPr>
        <w:jc w:val="both"/>
        <w:rPr>
          <w:sz w:val="20"/>
        </w:rPr>
      </w:pPr>
      <w:r w:rsidRPr="00996DC1">
        <w:rPr>
          <w:sz w:val="20"/>
        </w:rPr>
        <w:t>Na hranici soukromého a veřejně přístupného pozemku se navrhuje na každé přípojce zřídit revizní šachtičku DN 425. Přesné  detailní rozmístění přípojek a revizních šachtiček bude upřesněno přímo při výstavbě po dohodě s dodavatelem stavby a jednotlivých producentů odpadních vod v přilehlé zástavbě.</w:t>
      </w:r>
    </w:p>
    <w:p w:rsidR="0012028A" w:rsidRPr="00996DC1" w:rsidRDefault="0012028A" w:rsidP="0012028A">
      <w:pPr>
        <w:jc w:val="both"/>
        <w:rPr>
          <w:sz w:val="20"/>
        </w:rPr>
      </w:pPr>
      <w:r w:rsidRPr="00996DC1">
        <w:rPr>
          <w:sz w:val="20"/>
        </w:rPr>
        <w:t>Umístění šachtičky je nutno zkoordinovat se stávajícími inženýrskými sítěmi. Inženýrské sítě je nutno vytyčit, neboť umístění sítí v PD vychází obdržených podkladů jednotlivých majitelů sítí. Ve skutečnosti se může lišit od skutečného uložení.</w:t>
      </w:r>
    </w:p>
    <w:p w:rsidR="0012028A" w:rsidRPr="00996DC1" w:rsidRDefault="0012028A" w:rsidP="0012028A">
      <w:pPr>
        <w:jc w:val="both"/>
        <w:rPr>
          <w:rFonts w:cs="Arial"/>
          <w:sz w:val="20"/>
        </w:rPr>
      </w:pPr>
      <w:r w:rsidRPr="00996DC1">
        <w:rPr>
          <w:rFonts w:cs="Arial"/>
          <w:sz w:val="20"/>
        </w:rPr>
        <w:t xml:space="preserve">Plastová kanalizační šachta o vnitřním průměru šachtové roury </w:t>
      </w:r>
      <w:smartTag w:uri="urn:schemas-microsoft-com:office:smarttags" w:element="metricconverter">
        <w:smartTagPr>
          <w:attr w:name="ProductID" w:val="425 mm"/>
        </w:smartTagPr>
        <w:r w:rsidRPr="00996DC1">
          <w:rPr>
            <w:rFonts w:cs="Arial"/>
            <w:sz w:val="20"/>
          </w:rPr>
          <w:t>425 mm</w:t>
        </w:r>
      </w:smartTag>
      <w:r w:rsidRPr="00996DC1">
        <w:rPr>
          <w:rFonts w:cs="Arial"/>
          <w:sz w:val="20"/>
        </w:rPr>
        <w:t xml:space="preserve"> s polypropylénovým šachtovým dnem s levým i s pravým přítokem (sběrné) pro napojení hladkého potrubí DN/OD 160 mm. Šachtová roura zvlněného tvaru (vlnovec) bude ukončena </w:t>
      </w:r>
      <w:r w:rsidRPr="00996DC1">
        <w:rPr>
          <w:rFonts w:cs="Arial"/>
          <w:iCs/>
          <w:sz w:val="20"/>
        </w:rPr>
        <w:t>litinovým poklopem</w:t>
      </w:r>
      <w:r>
        <w:rPr>
          <w:rFonts w:cs="Arial"/>
          <w:iCs/>
          <w:sz w:val="20"/>
        </w:rPr>
        <w:t>,</w:t>
      </w:r>
      <w:r w:rsidRPr="00996DC1">
        <w:rPr>
          <w:rFonts w:cs="Arial"/>
          <w:iCs/>
          <w:sz w:val="20"/>
        </w:rPr>
        <w:t xml:space="preserve">  </w:t>
      </w:r>
      <w:r w:rsidRPr="00996DC1">
        <w:rPr>
          <w:rFonts w:cs="Arial"/>
          <w:sz w:val="20"/>
        </w:rPr>
        <w:t xml:space="preserve">který je nasazený do teleskopu. Součástí šachtového dna jsou integrovaná výkyvná hrdla. </w:t>
      </w:r>
    </w:p>
    <w:p w:rsidR="0012028A" w:rsidRPr="00996DC1" w:rsidRDefault="0012028A" w:rsidP="0012028A">
      <w:pPr>
        <w:jc w:val="both"/>
        <w:rPr>
          <w:sz w:val="20"/>
        </w:rPr>
      </w:pPr>
      <w:r w:rsidRPr="00996DC1">
        <w:rPr>
          <w:sz w:val="20"/>
        </w:rPr>
        <w:t>Šachta bude opatřena litinovým poklopem B125 pro umístění poklopu v zeleni (v případě uložení v komunikaci bude poklop D400). Výškové osazení poklopu bude upraveno dle konečné nivelety terénu v místě osazení.</w:t>
      </w:r>
    </w:p>
    <w:p w:rsidR="0012028A" w:rsidRPr="002F6B48" w:rsidRDefault="0012028A" w:rsidP="0012028A">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12028A" w:rsidRPr="002F6B48" w:rsidRDefault="0012028A" w:rsidP="0012028A">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12028A" w:rsidRPr="00996DC1" w:rsidRDefault="0012028A" w:rsidP="0012028A">
      <w:pPr>
        <w:rPr>
          <w:rFonts w:cs="Arial"/>
          <w:b/>
          <w:bCs/>
          <w:sz w:val="20"/>
        </w:rPr>
      </w:pPr>
      <w:r w:rsidRPr="00996DC1">
        <w:rPr>
          <w:rFonts w:cs="Arial"/>
          <w:b/>
          <w:sz w:val="20"/>
        </w:rPr>
        <w:t>Zásahy do místních komunikací</w:t>
      </w:r>
    </w:p>
    <w:p w:rsidR="0012028A" w:rsidRPr="00996DC1" w:rsidRDefault="0012028A" w:rsidP="0012028A">
      <w:pPr>
        <w:jc w:val="both"/>
        <w:rPr>
          <w:sz w:val="20"/>
        </w:rPr>
      </w:pPr>
      <w:r w:rsidRPr="00996DC1">
        <w:rPr>
          <w:sz w:val="20"/>
        </w:rPr>
        <w:t xml:space="preserve">Stávající živičný koberec místních komunikací na k.ú. </w:t>
      </w:r>
      <w:r>
        <w:rPr>
          <w:sz w:val="20"/>
        </w:rPr>
        <w:t>Skalice</w:t>
      </w:r>
      <w:r w:rsidRPr="00996DC1">
        <w:rPr>
          <w:sz w:val="20"/>
        </w:rPr>
        <w:t xml:space="preserve"> bude odfrézován v celé šíři výkopu. </w:t>
      </w:r>
    </w:p>
    <w:p w:rsidR="0012028A" w:rsidRPr="00996DC1" w:rsidRDefault="0012028A" w:rsidP="0012028A">
      <w:pPr>
        <w:tabs>
          <w:tab w:val="left" w:pos="284"/>
          <w:tab w:val="left" w:pos="567"/>
        </w:tabs>
        <w:jc w:val="both"/>
        <w:rPr>
          <w:sz w:val="20"/>
        </w:rPr>
      </w:pPr>
      <w:r w:rsidRPr="00996DC1">
        <w:rPr>
          <w:sz w:val="20"/>
        </w:rPr>
        <w:t>Zpětný zásyp potrubí uloženého ve výkopové rýze bude hutněn po vrstvách tl. max. 30 cm (bez použití výkopku), konstrukční vrstvy vozovky budou opraveny se zalamováním jednotlivých vrstev a povrch zapraven živicí s ošetřením spár živičnou zálivkou. Živičný kryt komunikací se zařízne min. 20 cm za okraj výkopu.</w:t>
      </w:r>
    </w:p>
    <w:p w:rsidR="0012028A" w:rsidRPr="00996DC1" w:rsidRDefault="0012028A" w:rsidP="0012028A">
      <w:pPr>
        <w:tabs>
          <w:tab w:val="left" w:pos="284"/>
          <w:tab w:val="left" w:pos="567"/>
        </w:tabs>
        <w:jc w:val="both"/>
        <w:rPr>
          <w:sz w:val="20"/>
        </w:rPr>
      </w:pPr>
      <w:r w:rsidRPr="00996DC1">
        <w:rPr>
          <w:sz w:val="20"/>
        </w:rPr>
        <w:t>U konečné úpravy rýhy je nutný přesah min.50 cm stmelené části nového vozovkového, resp. min. 15 cm nového chodníkového souvrství (krytové, příp. stmelené podkladní vrstvy) od hrany rýhy (dle místních podmínek a stupně poškození přilehlé konstrukce). V případě, že při výkopu dojde k vytvoření kaverny nebo k poklesu konstrukce, musí být přesah proveden minimálně na šířku kaverny, resp. poklesu.</w:t>
      </w:r>
    </w:p>
    <w:p w:rsidR="0012028A" w:rsidRPr="002F6B48" w:rsidRDefault="0012028A" w:rsidP="0012028A">
      <w:pPr>
        <w:tabs>
          <w:tab w:val="left" w:pos="284"/>
          <w:tab w:val="left" w:pos="567"/>
        </w:tabs>
        <w:jc w:val="both"/>
        <w:rPr>
          <w:sz w:val="20"/>
          <w:highlight w:val="yellow"/>
        </w:rPr>
      </w:pPr>
    </w:p>
    <w:p w:rsidR="0012028A" w:rsidRPr="00996DC1" w:rsidRDefault="0012028A" w:rsidP="0012028A">
      <w:pPr>
        <w:tabs>
          <w:tab w:val="left" w:pos="284"/>
          <w:tab w:val="left" w:pos="567"/>
        </w:tabs>
        <w:jc w:val="both"/>
        <w:rPr>
          <w:i/>
          <w:sz w:val="20"/>
        </w:rPr>
      </w:pPr>
      <w:r w:rsidRPr="00996DC1">
        <w:rPr>
          <w:i/>
          <w:sz w:val="20"/>
        </w:rPr>
        <w:lastRenderedPageBreak/>
        <w:t xml:space="preserve">Poznámka:  Zůstane-li od okrajů opravené rýhy k obrubníku nebo jinému okrajovému prvku plocha, jejíž šířka je menší než 1,0 m, potom se musí tyto části vozovky úplně obnovit spolu s konstrukcí rýhy.  </w:t>
      </w:r>
    </w:p>
    <w:p w:rsidR="0012028A" w:rsidRPr="00996DC1" w:rsidRDefault="0012028A" w:rsidP="0012028A">
      <w:pPr>
        <w:tabs>
          <w:tab w:val="left" w:pos="284"/>
          <w:tab w:val="left" w:pos="567"/>
        </w:tabs>
        <w:jc w:val="both"/>
        <w:rPr>
          <w:i/>
          <w:sz w:val="20"/>
        </w:rPr>
      </w:pPr>
    </w:p>
    <w:p w:rsidR="0012028A" w:rsidRPr="00996DC1" w:rsidRDefault="0012028A" w:rsidP="0012028A">
      <w:pPr>
        <w:rPr>
          <w:rFonts w:cs="Arial"/>
          <w:b/>
          <w:bCs/>
          <w:sz w:val="20"/>
        </w:rPr>
      </w:pPr>
      <w:r w:rsidRPr="00996DC1">
        <w:rPr>
          <w:rFonts w:cs="Arial"/>
          <w:b/>
          <w:bCs/>
          <w:sz w:val="20"/>
        </w:rPr>
        <w:t xml:space="preserve">Vyspravení komunikací  - místní komunikace ve správě obce </w:t>
      </w:r>
      <w:r>
        <w:rPr>
          <w:rFonts w:cs="Arial"/>
          <w:b/>
          <w:bCs/>
          <w:sz w:val="20"/>
        </w:rPr>
        <w:t>Skalice</w:t>
      </w:r>
    </w:p>
    <w:p w:rsidR="0012028A" w:rsidRPr="00176551" w:rsidRDefault="0012028A" w:rsidP="0012028A">
      <w:pPr>
        <w:jc w:val="both"/>
        <w:rPr>
          <w:rFonts w:cs="Arial"/>
          <w:sz w:val="20"/>
        </w:rPr>
      </w:pPr>
      <w:r w:rsidRPr="00176551">
        <w:rPr>
          <w:rFonts w:cs="Arial"/>
          <w:sz w:val="20"/>
        </w:rPr>
        <w:t xml:space="preserve">Pro obnovení narušených ploch vozovek </w:t>
      </w:r>
      <w:r w:rsidRPr="00176551">
        <w:rPr>
          <w:rFonts w:cs="Arial"/>
          <w:sz w:val="20"/>
          <w:u w:val="single"/>
        </w:rPr>
        <w:t xml:space="preserve">místních komunikací a zpevněných ploch s  asfaltovým povrchem </w:t>
      </w:r>
      <w:r w:rsidRPr="00176551">
        <w:rPr>
          <w:rFonts w:cs="Arial"/>
          <w:sz w:val="20"/>
        </w:rPr>
        <w:t xml:space="preserve">se navrhuje skladba: </w:t>
      </w:r>
    </w:p>
    <w:p w:rsidR="0012028A" w:rsidRPr="00176551" w:rsidRDefault="0012028A" w:rsidP="0012028A">
      <w:pPr>
        <w:jc w:val="both"/>
        <w:rPr>
          <w:rFonts w:cs="Arial"/>
          <w:sz w:val="20"/>
        </w:rPr>
      </w:pPr>
    </w:p>
    <w:p w:rsidR="0012028A" w:rsidRPr="00176551" w:rsidRDefault="0012028A" w:rsidP="0012028A">
      <w:pPr>
        <w:jc w:val="both"/>
        <w:rPr>
          <w:rFonts w:cs="Arial"/>
          <w:sz w:val="20"/>
          <w:u w:val="single"/>
        </w:rPr>
      </w:pPr>
      <w:r w:rsidRPr="00176551">
        <w:rPr>
          <w:rFonts w:cs="Arial"/>
          <w:sz w:val="20"/>
          <w:u w:val="single"/>
        </w:rPr>
        <w:t>Katalogový list D1-N-2-V-PIII   (TP 170 - strana 16)</w:t>
      </w:r>
    </w:p>
    <w:p w:rsidR="0012028A" w:rsidRPr="00176551" w:rsidRDefault="0012028A" w:rsidP="0012028A">
      <w:pPr>
        <w:jc w:val="both"/>
        <w:rPr>
          <w:rFonts w:cs="Arial"/>
          <w:sz w:val="20"/>
        </w:rPr>
      </w:pPr>
      <w:r w:rsidRPr="00176551">
        <w:rPr>
          <w:rFonts w:cs="Arial"/>
          <w:sz w:val="20"/>
        </w:rPr>
        <w:t xml:space="preserve">     -     ACO 11 – asfaltový beton střednězrný  </w:t>
      </w:r>
      <w:r w:rsidRPr="00176551">
        <w:rPr>
          <w:rFonts w:cs="Arial"/>
          <w:sz w:val="20"/>
        </w:rPr>
        <w:tab/>
        <w:t xml:space="preserve">       </w:t>
      </w:r>
      <w:r w:rsidRPr="00176551">
        <w:rPr>
          <w:rFonts w:cs="Arial"/>
          <w:sz w:val="20"/>
        </w:rPr>
        <w:tab/>
        <w:t xml:space="preserve">              </w:t>
      </w:r>
      <w:r w:rsidRPr="00176551">
        <w:rPr>
          <w:rFonts w:cs="Arial"/>
          <w:sz w:val="20"/>
        </w:rPr>
        <w:tab/>
        <w:t xml:space="preserve"> </w:t>
      </w:r>
      <w:r w:rsidRPr="00176551">
        <w:rPr>
          <w:rFonts w:cs="Arial"/>
          <w:sz w:val="20"/>
        </w:rPr>
        <w:tab/>
        <w:t xml:space="preserve">  40 mm</w:t>
      </w:r>
    </w:p>
    <w:p w:rsidR="0012028A" w:rsidRPr="00176551" w:rsidRDefault="0012028A" w:rsidP="0012028A">
      <w:pPr>
        <w:jc w:val="both"/>
        <w:rPr>
          <w:rFonts w:cs="Arial"/>
          <w:sz w:val="20"/>
        </w:rPr>
      </w:pPr>
      <w:r w:rsidRPr="00176551">
        <w:rPr>
          <w:rFonts w:cs="Arial"/>
          <w:sz w:val="20"/>
        </w:rPr>
        <w:t xml:space="preserve">     -     PS, EKM spojovací postřik z modifikované emulze 0,18-0,20 kg/m</w:t>
      </w:r>
      <w:r w:rsidRPr="00176551">
        <w:rPr>
          <w:rFonts w:cs="Arial"/>
          <w:sz w:val="20"/>
          <w:vertAlign w:val="superscript"/>
        </w:rPr>
        <w:t>2</w:t>
      </w:r>
      <w:r w:rsidRPr="00176551">
        <w:rPr>
          <w:rFonts w:cs="Arial"/>
          <w:sz w:val="20"/>
        </w:rPr>
        <w:t xml:space="preserve">           </w:t>
      </w:r>
    </w:p>
    <w:p w:rsidR="0012028A" w:rsidRPr="00176551" w:rsidRDefault="0012028A" w:rsidP="0012028A">
      <w:pPr>
        <w:jc w:val="both"/>
        <w:rPr>
          <w:rFonts w:cs="Arial"/>
          <w:sz w:val="20"/>
        </w:rPr>
      </w:pPr>
      <w:r w:rsidRPr="00176551">
        <w:rPr>
          <w:rFonts w:cs="Arial"/>
          <w:sz w:val="20"/>
        </w:rPr>
        <w:t xml:space="preserve">     -     ACP 16</w:t>
      </w:r>
      <w:r w:rsidRPr="00176551">
        <w:rPr>
          <w:rFonts w:cs="Arial"/>
          <w:sz w:val="20"/>
          <w:vertAlign w:val="superscript"/>
        </w:rPr>
        <w:t xml:space="preserve">+  </w:t>
      </w:r>
      <w:r w:rsidRPr="00176551">
        <w:rPr>
          <w:rFonts w:cs="Arial"/>
          <w:sz w:val="20"/>
        </w:rPr>
        <w:t xml:space="preserve"> beton asfaltový hrubozrnný</w:t>
      </w:r>
      <w:r w:rsidRPr="00176551">
        <w:rPr>
          <w:rFonts w:cs="Arial"/>
          <w:sz w:val="20"/>
        </w:rPr>
        <w:tab/>
      </w:r>
      <w:r w:rsidRPr="00176551">
        <w:rPr>
          <w:rFonts w:cs="Arial"/>
          <w:sz w:val="20"/>
        </w:rPr>
        <w:tab/>
        <w:t xml:space="preserve">   </w:t>
      </w:r>
      <w:r w:rsidRPr="00176551">
        <w:rPr>
          <w:rFonts w:cs="Arial"/>
          <w:sz w:val="20"/>
        </w:rPr>
        <w:tab/>
      </w:r>
      <w:r w:rsidRPr="00176551">
        <w:rPr>
          <w:rFonts w:cs="Arial"/>
          <w:sz w:val="20"/>
        </w:rPr>
        <w:tab/>
      </w:r>
      <w:r w:rsidRPr="00176551">
        <w:rPr>
          <w:rFonts w:cs="Arial"/>
          <w:sz w:val="20"/>
        </w:rPr>
        <w:tab/>
        <w:t xml:space="preserve">  70 mm</w:t>
      </w:r>
    </w:p>
    <w:p w:rsidR="0012028A" w:rsidRPr="00176551" w:rsidRDefault="0012028A" w:rsidP="0012028A">
      <w:pPr>
        <w:jc w:val="both"/>
        <w:rPr>
          <w:rFonts w:cs="Arial"/>
          <w:sz w:val="20"/>
          <w:vertAlign w:val="superscript"/>
        </w:rPr>
      </w:pPr>
      <w:r w:rsidRPr="00176551">
        <w:rPr>
          <w:rFonts w:cs="Arial"/>
          <w:sz w:val="20"/>
        </w:rPr>
        <w:t xml:space="preserve">     -     PI, EK infiltrační postřik z kationaktivní asfaltové emulze 0,7 k/m</w:t>
      </w:r>
      <w:r w:rsidRPr="00176551">
        <w:rPr>
          <w:rFonts w:cs="Arial"/>
          <w:sz w:val="20"/>
          <w:vertAlign w:val="superscript"/>
        </w:rPr>
        <w:t xml:space="preserve">2 </w:t>
      </w:r>
    </w:p>
    <w:p w:rsidR="0012028A" w:rsidRPr="00176551" w:rsidRDefault="0012028A" w:rsidP="0012028A">
      <w:pPr>
        <w:ind w:left="540" w:hanging="540"/>
        <w:jc w:val="both"/>
        <w:rPr>
          <w:rFonts w:cs="Arial"/>
          <w:sz w:val="20"/>
        </w:rPr>
      </w:pPr>
      <w:r w:rsidRPr="00176551">
        <w:rPr>
          <w:rFonts w:cs="Arial"/>
          <w:sz w:val="20"/>
        </w:rPr>
        <w:t xml:space="preserve">     -     ŠD</w:t>
      </w:r>
      <w:r w:rsidRPr="00176551">
        <w:rPr>
          <w:rFonts w:cs="Arial"/>
          <w:sz w:val="20"/>
          <w:vertAlign w:val="subscript"/>
        </w:rPr>
        <w:t>A</w:t>
      </w:r>
      <w:r w:rsidRPr="00176551">
        <w:rPr>
          <w:rFonts w:cs="Arial"/>
          <w:sz w:val="20"/>
        </w:rPr>
        <w:t xml:space="preserve">  štěrkodrť fr. 0-63</w:t>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t xml:space="preserve">150 mm   </w:t>
      </w:r>
    </w:p>
    <w:p w:rsidR="0012028A" w:rsidRPr="00176551" w:rsidRDefault="0012028A" w:rsidP="0012028A">
      <w:pPr>
        <w:ind w:left="540" w:hanging="540"/>
        <w:jc w:val="both"/>
        <w:rPr>
          <w:rFonts w:cs="Arial"/>
          <w:sz w:val="20"/>
          <w:u w:val="single"/>
        </w:rPr>
      </w:pPr>
      <w:r w:rsidRPr="00176551">
        <w:rPr>
          <w:rFonts w:cs="Arial"/>
          <w:sz w:val="20"/>
        </w:rPr>
        <w:t xml:space="preserve">     </w:t>
      </w:r>
      <w:r w:rsidRPr="00176551">
        <w:rPr>
          <w:rFonts w:cs="Arial"/>
          <w:sz w:val="20"/>
          <w:u w:val="single"/>
        </w:rPr>
        <w:t>-     ŠD</w:t>
      </w:r>
      <w:r w:rsidRPr="00176551">
        <w:rPr>
          <w:rFonts w:cs="Arial"/>
          <w:sz w:val="20"/>
          <w:u w:val="single"/>
          <w:vertAlign w:val="subscript"/>
        </w:rPr>
        <w:t>B</w:t>
      </w:r>
      <w:r w:rsidRPr="00176551">
        <w:rPr>
          <w:rFonts w:cs="Arial"/>
          <w:sz w:val="20"/>
          <w:u w:val="single"/>
        </w:rPr>
        <w:t xml:space="preserve">  štěrkodrť fr. 0-63</w:t>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t xml:space="preserve">150 mm   </w:t>
      </w:r>
    </w:p>
    <w:p w:rsidR="0012028A" w:rsidRPr="00176551" w:rsidRDefault="0012028A" w:rsidP="0012028A">
      <w:pPr>
        <w:jc w:val="both"/>
        <w:rPr>
          <w:rFonts w:cs="Arial"/>
          <w:sz w:val="20"/>
        </w:rPr>
      </w:pPr>
      <w:r w:rsidRPr="00176551">
        <w:rPr>
          <w:rFonts w:cs="Arial"/>
          <w:sz w:val="20"/>
        </w:rPr>
        <w:t xml:space="preserve">     celkem</w:t>
      </w:r>
      <w:r w:rsidRPr="00176551">
        <w:rPr>
          <w:rFonts w:cs="Arial"/>
          <w:sz w:val="20"/>
        </w:rPr>
        <w:tab/>
      </w:r>
      <w:r w:rsidRPr="00176551">
        <w:rPr>
          <w:rFonts w:cs="Arial"/>
          <w:sz w:val="20"/>
        </w:rPr>
        <w:tab/>
      </w:r>
      <w:r w:rsidRPr="00176551">
        <w:rPr>
          <w:rFonts w:cs="Arial"/>
          <w:sz w:val="20"/>
          <w:vertAlign w:val="superscript"/>
        </w:rPr>
        <w:t xml:space="preserve">     </w:t>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rPr>
        <w:tab/>
        <w:t>410 mm</w:t>
      </w:r>
    </w:p>
    <w:p w:rsidR="0012028A" w:rsidRPr="00176551" w:rsidRDefault="0012028A" w:rsidP="0012028A">
      <w:pPr>
        <w:jc w:val="both"/>
        <w:rPr>
          <w:rFonts w:cs="Arial"/>
          <w:sz w:val="20"/>
        </w:rPr>
      </w:pPr>
    </w:p>
    <w:p w:rsidR="0012028A" w:rsidRDefault="0012028A" w:rsidP="0012028A">
      <w:pPr>
        <w:jc w:val="both"/>
        <w:rPr>
          <w:rFonts w:cs="Arial"/>
          <w:sz w:val="20"/>
        </w:rPr>
      </w:pPr>
      <w:r w:rsidRPr="00176551">
        <w:rPr>
          <w:rFonts w:cs="Arial"/>
          <w:sz w:val="20"/>
        </w:rPr>
        <w:t xml:space="preserve">Modul únosnosti na pláni pod konstrukčními vrstvami je stanoven hodnotou min. </w:t>
      </w:r>
      <w:r>
        <w:rPr>
          <w:rFonts w:cs="Arial"/>
          <w:sz w:val="20"/>
        </w:rPr>
        <w:t>45</w:t>
      </w:r>
      <w:r w:rsidRPr="00176551">
        <w:rPr>
          <w:rFonts w:cs="Arial"/>
          <w:sz w:val="20"/>
        </w:rPr>
        <w:t xml:space="preserve"> MPa. K zátěžovým zkouškám bude přizván zástupce správce dotčené silnice.</w:t>
      </w:r>
    </w:p>
    <w:p w:rsidR="0012028A" w:rsidRPr="0012028A" w:rsidRDefault="0012028A" w:rsidP="0012028A">
      <w:pPr>
        <w:jc w:val="both"/>
        <w:rPr>
          <w:sz w:val="20"/>
        </w:rPr>
      </w:pPr>
      <w:r w:rsidRPr="00894779">
        <w:rPr>
          <w:sz w:val="20"/>
        </w:rPr>
        <w:t xml:space="preserve">  </w:t>
      </w:r>
    </w:p>
    <w:p w:rsidR="0012028A" w:rsidRPr="00A93A90" w:rsidRDefault="0012028A" w:rsidP="0012028A">
      <w:pPr>
        <w:jc w:val="both"/>
        <w:rPr>
          <w:b/>
          <w:sz w:val="20"/>
        </w:rPr>
      </w:pPr>
      <w:r w:rsidRPr="00A93A90">
        <w:rPr>
          <w:b/>
          <w:sz w:val="20"/>
        </w:rPr>
        <w:t>Zpětné ohumusování a zatravnění</w:t>
      </w:r>
    </w:p>
    <w:p w:rsidR="0012028A" w:rsidRPr="00A93A90" w:rsidRDefault="0012028A" w:rsidP="0012028A">
      <w:pPr>
        <w:jc w:val="both"/>
        <w:rPr>
          <w:rFonts w:cs="Arial"/>
          <w:sz w:val="20"/>
        </w:rPr>
      </w:pPr>
      <w:r w:rsidRPr="00A93A90">
        <w:rPr>
          <w:sz w:val="20"/>
        </w:rPr>
        <w:t>Sejmutá ornice v trase kanalizace se rozprostře zpět na původní místo v tl. 0,1</w:t>
      </w:r>
      <w:r>
        <w:rPr>
          <w:sz w:val="20"/>
        </w:rPr>
        <w:t>5</w:t>
      </w:r>
      <w:r w:rsidRPr="00A93A90">
        <w:rPr>
          <w:sz w:val="20"/>
        </w:rPr>
        <w:t xml:space="preserve"> m a oset</w:t>
      </w:r>
      <w:r>
        <w:rPr>
          <w:sz w:val="20"/>
        </w:rPr>
        <w:t>í</w:t>
      </w:r>
      <w:r w:rsidRPr="00A93A90">
        <w:rPr>
          <w:sz w:val="20"/>
        </w:rPr>
        <w:t xml:space="preserve"> travním semenem.  </w:t>
      </w:r>
      <w:r w:rsidRPr="00A93A90">
        <w:rPr>
          <w:rFonts w:cs="Arial"/>
          <w:sz w:val="20"/>
        </w:rPr>
        <w:t xml:space="preserve">Zatravnění se navrhuje osevem travního semene do půdního substrátu. </w:t>
      </w:r>
    </w:p>
    <w:p w:rsidR="0012028A" w:rsidRPr="00A93A90" w:rsidRDefault="0012028A" w:rsidP="0012028A">
      <w:pPr>
        <w:jc w:val="both"/>
        <w:rPr>
          <w:b/>
          <w:sz w:val="20"/>
        </w:rPr>
      </w:pPr>
    </w:p>
    <w:p w:rsidR="0012028A" w:rsidRPr="00A93A90" w:rsidRDefault="0012028A" w:rsidP="0012028A">
      <w:pPr>
        <w:jc w:val="both"/>
        <w:rPr>
          <w:b/>
          <w:sz w:val="20"/>
        </w:rPr>
      </w:pPr>
      <w:r w:rsidRPr="00A93A90">
        <w:rPr>
          <w:b/>
          <w:sz w:val="20"/>
        </w:rPr>
        <w:t>Zkouška těsnosti potrubí</w:t>
      </w:r>
    </w:p>
    <w:p w:rsidR="0012028A" w:rsidRPr="00A93A90" w:rsidRDefault="0012028A" w:rsidP="0012028A">
      <w:pPr>
        <w:jc w:val="both"/>
        <w:rPr>
          <w:rFonts w:cs="Arial"/>
          <w:sz w:val="20"/>
        </w:rPr>
      </w:pPr>
      <w:r w:rsidRPr="00A93A90">
        <w:rPr>
          <w:rFonts w:cs="Arial"/>
          <w:sz w:val="20"/>
        </w:rPr>
        <w:t>Před zprovozněním jednotlivých potrubních tras bude nutno provést kamerovou prohlídku vybudovaných tras v celé délce a zkoušky vodotěsnosti dle ČSN 73 6716 v celé trase. Po dobu provádění zkoušek budou jednotlivé odbočky zaslepeny. Zkoušky vodotěsnosti je možno provádět buď pomocí vodního media nebo vzduchového.</w:t>
      </w:r>
    </w:p>
    <w:p w:rsidR="0012028A" w:rsidRPr="00A93A90" w:rsidRDefault="0012028A" w:rsidP="0012028A">
      <w:pPr>
        <w:pStyle w:val="StylNadpis4"/>
        <w:spacing w:before="0"/>
        <w:rPr>
          <w:color w:val="auto"/>
          <w:sz w:val="20"/>
        </w:rPr>
      </w:pPr>
      <w:r w:rsidRPr="00A93A90">
        <w:rPr>
          <w:color w:val="auto"/>
          <w:sz w:val="20"/>
        </w:rPr>
        <w:t>Na kanalizačním potrubí je nutno po uložení ještě před provedením obsypu provést vizuální prohlídku a po obsypu a zásypu provést zkoušku potrubí a to dle ČSN EN 1610, resp. ČSN 756909 nebo rovnocennými. O výsledku zkoušek vodotěsnosti se vyhotoví zkušební protokol.</w:t>
      </w:r>
    </w:p>
    <w:p w:rsidR="0012028A" w:rsidRPr="00A93A90" w:rsidRDefault="0012028A" w:rsidP="0012028A">
      <w:pPr>
        <w:pStyle w:val="StylNadpis4"/>
        <w:spacing w:before="0"/>
        <w:rPr>
          <w:color w:val="auto"/>
          <w:sz w:val="20"/>
        </w:rPr>
      </w:pPr>
      <w:r w:rsidRPr="00A93A90">
        <w:rPr>
          <w:color w:val="auto"/>
          <w:sz w:val="20"/>
        </w:rPr>
        <w:t>Při provádění zkoušek potrubí a pracích s nimi souvisejících se musí dodržovat předpisy o bezpečnosti a ochraně zdraví při práci.</w:t>
      </w:r>
    </w:p>
    <w:p w:rsidR="0012028A" w:rsidRPr="00A93A90" w:rsidRDefault="0012028A" w:rsidP="0012028A">
      <w:pPr>
        <w:rPr>
          <w:b/>
          <w:sz w:val="20"/>
        </w:rPr>
      </w:pPr>
      <w:bookmarkStart w:id="23" w:name="_Toc464135231"/>
    </w:p>
    <w:p w:rsidR="0012028A" w:rsidRPr="00A93A90" w:rsidRDefault="0012028A" w:rsidP="0012028A">
      <w:pPr>
        <w:rPr>
          <w:b/>
          <w:sz w:val="20"/>
        </w:rPr>
      </w:pPr>
      <w:bookmarkStart w:id="24" w:name="_Toc464135232"/>
      <w:bookmarkEnd w:id="23"/>
      <w:r w:rsidRPr="00A93A90">
        <w:rPr>
          <w:b/>
          <w:sz w:val="20"/>
        </w:rPr>
        <w:t>Kontrolní zhutnění zásypu rýhy</w:t>
      </w:r>
      <w:bookmarkEnd w:id="24"/>
    </w:p>
    <w:p w:rsidR="0012028A" w:rsidRPr="00A93A90" w:rsidRDefault="0012028A" w:rsidP="0012028A">
      <w:pPr>
        <w:rPr>
          <w:rFonts w:cs="Arial"/>
          <w:sz w:val="20"/>
        </w:rPr>
      </w:pPr>
      <w:r w:rsidRPr="00A93A90">
        <w:rPr>
          <w:rFonts w:cs="Arial"/>
          <w:sz w:val="20"/>
        </w:rPr>
        <w:t>Kontrolní zkoušky zhutnění zásypů rýhy se budou se provádět po vzdálenostech min 100 m, a to vždy ve třech úrovních - v úrovni nivelety potrubí ve výkopu, v úrovni  0,30 m nad potrubím a  v úrovni zemní pláně.</w:t>
      </w:r>
    </w:p>
    <w:p w:rsidR="0012028A" w:rsidRPr="00A93A90" w:rsidRDefault="0012028A" w:rsidP="0012028A">
      <w:pPr>
        <w:jc w:val="both"/>
        <w:rPr>
          <w:rFonts w:cs="Arial"/>
          <w:iCs/>
          <w:sz w:val="20"/>
        </w:rPr>
      </w:pPr>
      <w:r w:rsidRPr="00A93A90">
        <w:rPr>
          <w:sz w:val="20"/>
        </w:rPr>
        <w:t xml:space="preserve">Celkem se navrhuje :      min   </w:t>
      </w:r>
      <w:r>
        <w:rPr>
          <w:sz w:val="20"/>
        </w:rPr>
        <w:t>300</w:t>
      </w:r>
      <w:r w:rsidRPr="00A93A90">
        <w:rPr>
          <w:sz w:val="20"/>
        </w:rPr>
        <w:t xml:space="preserve">   ks  kontrolních zkoušek</w:t>
      </w:r>
    </w:p>
    <w:p w:rsidR="0012028A" w:rsidRPr="002F6B48" w:rsidRDefault="0012028A" w:rsidP="0012028A">
      <w:pPr>
        <w:rPr>
          <w:b/>
          <w:bCs/>
          <w:caps/>
          <w:sz w:val="26"/>
          <w:highlight w:val="yellow"/>
        </w:rPr>
      </w:pPr>
    </w:p>
    <w:p w:rsidR="00194402" w:rsidRPr="00DA1E27" w:rsidRDefault="00194402" w:rsidP="0076677A">
      <w:pPr>
        <w:rPr>
          <w:b/>
          <w:sz w:val="20"/>
          <w:highlight w:val="yellow"/>
        </w:rPr>
      </w:pPr>
    </w:p>
    <w:p w:rsidR="00ED44E9" w:rsidRPr="0055758C" w:rsidRDefault="0012028A" w:rsidP="0012028A">
      <w:pPr>
        <w:pStyle w:val="Nadpis1"/>
        <w:numPr>
          <w:ilvl w:val="0"/>
          <w:numId w:val="0"/>
        </w:numPr>
        <w:ind w:left="360" w:hanging="360"/>
      </w:pPr>
      <w:bookmarkStart w:id="25" w:name="_Toc476631476"/>
      <w:bookmarkEnd w:id="14"/>
      <w:bookmarkEnd w:id="15"/>
      <w:bookmarkEnd w:id="20"/>
      <w:r>
        <w:t xml:space="preserve">2   </w:t>
      </w:r>
      <w:r w:rsidR="00ED44E9" w:rsidRPr="0055758C">
        <w:t>Napojení na stávající technickou infrastrukturu</w:t>
      </w:r>
      <w:bookmarkEnd w:id="16"/>
      <w:bookmarkEnd w:id="17"/>
      <w:bookmarkEnd w:id="18"/>
      <w:bookmarkEnd w:id="19"/>
      <w:bookmarkEnd w:id="25"/>
    </w:p>
    <w:p w:rsidR="00662C3E" w:rsidRPr="0055758C" w:rsidRDefault="00F27EB6" w:rsidP="00662C3E">
      <w:pPr>
        <w:jc w:val="both"/>
        <w:rPr>
          <w:sz w:val="20"/>
        </w:rPr>
      </w:pPr>
      <w:r>
        <w:rPr>
          <w:sz w:val="20"/>
        </w:rPr>
        <w:t>Městská část Lysůvky</w:t>
      </w:r>
      <w:r w:rsidR="00662C3E" w:rsidRPr="0055758C">
        <w:rPr>
          <w:sz w:val="20"/>
        </w:rPr>
        <w:t xml:space="preserve"> nemá v současnosti vybudovaný souvislý kanalizační systém. Stávající objekty jsou opatřeny žumpami, případně septiky. Ve výjimečných případech jsou vybudovány </w:t>
      </w:r>
      <w:r w:rsidR="00F010A7" w:rsidRPr="0055758C">
        <w:rPr>
          <w:sz w:val="20"/>
        </w:rPr>
        <w:t>domovní ČOV s odtoky do vodotečí, či likvidací pomocí zasakování</w:t>
      </w:r>
      <w:r w:rsidR="00662C3E" w:rsidRPr="0055758C">
        <w:rPr>
          <w:sz w:val="20"/>
        </w:rPr>
        <w:t>. Povrchové vody jsou odváděny stávajícími kanalizacemi, do kterých jsou zaústěny předčištěné odpadní vody jak ze septiků, tak i ČOV.</w:t>
      </w:r>
    </w:p>
    <w:p w:rsidR="00662C3E" w:rsidRPr="0055758C" w:rsidRDefault="00662C3E" w:rsidP="00662C3E">
      <w:pPr>
        <w:jc w:val="both"/>
        <w:rPr>
          <w:sz w:val="20"/>
        </w:rPr>
      </w:pPr>
      <w:r w:rsidRPr="0055758C">
        <w:rPr>
          <w:sz w:val="20"/>
        </w:rPr>
        <w:t xml:space="preserve">Do veřejné kanalizační sítě budou odváděny splaškové odpadní vody bez předčištění, to znamená, že stávající zařízení (ČOV, septiky, apod.) budou po napojení na novou splaškovou kanalizaci odpojeny a následně odstraněny. </w:t>
      </w:r>
    </w:p>
    <w:p w:rsidR="00662C3E" w:rsidRPr="0055758C" w:rsidRDefault="00662C3E" w:rsidP="00662C3E">
      <w:pPr>
        <w:jc w:val="both"/>
        <w:rPr>
          <w:sz w:val="20"/>
        </w:rPr>
      </w:pPr>
      <w:r w:rsidRPr="0055758C">
        <w:rPr>
          <w:sz w:val="20"/>
        </w:rPr>
        <w:lastRenderedPageBreak/>
        <w:t>Vlastní odstranění těchto stávajících zařízení po jejich přepojení na veřejnou stokovou síť není předmětem předložené dokumentace (jedná se o soukromá zařízení a z tohoto důvodu nejsou součástí stavby veřejné kanalizace).</w:t>
      </w:r>
    </w:p>
    <w:p w:rsidR="003E3113" w:rsidRPr="00DA1E27" w:rsidRDefault="003E3113" w:rsidP="00662C3E">
      <w:pPr>
        <w:jc w:val="both"/>
        <w:rPr>
          <w:sz w:val="20"/>
          <w:highlight w:val="yellow"/>
        </w:rPr>
      </w:pPr>
    </w:p>
    <w:p w:rsidR="00ED44E9" w:rsidRPr="0055758C" w:rsidRDefault="0012028A" w:rsidP="0012028A">
      <w:pPr>
        <w:pStyle w:val="Nadpis1"/>
        <w:numPr>
          <w:ilvl w:val="0"/>
          <w:numId w:val="0"/>
        </w:numPr>
      </w:pPr>
      <w:bookmarkStart w:id="26" w:name="_Toc476631477"/>
      <w:r>
        <w:t xml:space="preserve">3   </w:t>
      </w:r>
      <w:r w:rsidR="000A45E8" w:rsidRPr="0055758C">
        <w:t>Vliv na povrchové a podzemní vody včetně řešení jejich zneškodňování</w:t>
      </w:r>
      <w:bookmarkEnd w:id="26"/>
    </w:p>
    <w:p w:rsidR="00C1011C" w:rsidRPr="0055758C" w:rsidRDefault="00C1011C" w:rsidP="00C1011C">
      <w:pPr>
        <w:jc w:val="both"/>
        <w:rPr>
          <w:sz w:val="20"/>
        </w:rPr>
      </w:pPr>
      <w:bookmarkStart w:id="27" w:name="_Toc164223250"/>
      <w:bookmarkStart w:id="28" w:name="_Toc164741679"/>
      <w:bookmarkStart w:id="29" w:name="_Toc170388388"/>
      <w:bookmarkStart w:id="30" w:name="_Toc298402374"/>
      <w:r w:rsidRPr="0055758C">
        <w:rPr>
          <w:sz w:val="20"/>
        </w:rPr>
        <w:t>Zájmové území stavby je přirozeně odvodňováno ve sklonu terénu. S odvodněním stavební</w:t>
      </w:r>
      <w:r w:rsidR="003E079A" w:rsidRPr="0055758C">
        <w:rPr>
          <w:sz w:val="20"/>
        </w:rPr>
        <w:t>c</w:t>
      </w:r>
      <w:r w:rsidRPr="0055758C">
        <w:rPr>
          <w:sz w:val="20"/>
        </w:rPr>
        <w:t>h pozemk</w:t>
      </w:r>
      <w:r w:rsidR="003E079A" w:rsidRPr="0055758C">
        <w:rPr>
          <w:sz w:val="20"/>
        </w:rPr>
        <w:t>ů</w:t>
      </w:r>
      <w:r w:rsidRPr="0055758C">
        <w:rPr>
          <w:sz w:val="20"/>
        </w:rPr>
        <w:t xml:space="preserve"> se neuvažuje.</w:t>
      </w:r>
    </w:p>
    <w:p w:rsidR="00C1011C" w:rsidRPr="0055758C" w:rsidRDefault="00C1011C" w:rsidP="00C1011C">
      <w:pPr>
        <w:jc w:val="both"/>
        <w:rPr>
          <w:sz w:val="20"/>
        </w:rPr>
      </w:pPr>
      <w:r w:rsidRPr="0055758C">
        <w:rPr>
          <w:sz w:val="20"/>
        </w:rPr>
        <w:t xml:space="preserve">Splaškové odpadní vody od pracovníků zhotovitele stavby se budou jímat v bezodtokové žumpě (mobilní WC) a budou pravidelně vyváženy k likvidaci do ČOV </w:t>
      </w:r>
      <w:r w:rsidR="003E079A" w:rsidRPr="0055758C">
        <w:rPr>
          <w:sz w:val="20"/>
        </w:rPr>
        <w:t>Sviadnov (provozovatel  SmVaK Ostrava a.s.)</w:t>
      </w:r>
    </w:p>
    <w:p w:rsidR="00C1011C" w:rsidRPr="00DA1E27" w:rsidRDefault="00C1011C" w:rsidP="00C1011C">
      <w:pPr>
        <w:jc w:val="both"/>
        <w:rPr>
          <w:sz w:val="20"/>
          <w:highlight w:val="yellow"/>
        </w:rPr>
      </w:pPr>
    </w:p>
    <w:p w:rsidR="00ED44E9" w:rsidRPr="0055758C" w:rsidRDefault="0012028A" w:rsidP="0012028A">
      <w:pPr>
        <w:pStyle w:val="Nadpis1"/>
        <w:numPr>
          <w:ilvl w:val="0"/>
          <w:numId w:val="0"/>
        </w:numPr>
      </w:pPr>
      <w:bookmarkStart w:id="31" w:name="_Toc476631478"/>
      <w:r>
        <w:t xml:space="preserve">4   </w:t>
      </w:r>
      <w:r w:rsidR="00ED44E9" w:rsidRPr="0055758C">
        <w:t>Údaje o zpracovaných technických výpočtech, jejich vliv na řešení</w:t>
      </w:r>
      <w:bookmarkStart w:id="32" w:name="_Toc164223251"/>
      <w:bookmarkStart w:id="33" w:name="_Toc164741680"/>
      <w:bookmarkEnd w:id="27"/>
      <w:bookmarkEnd w:id="28"/>
      <w:bookmarkEnd w:id="29"/>
      <w:bookmarkEnd w:id="30"/>
      <w:bookmarkEnd w:id="31"/>
    </w:p>
    <w:p w:rsidR="00A21502" w:rsidRPr="0055758C" w:rsidRDefault="00A21502" w:rsidP="00A21502">
      <w:pPr>
        <w:rPr>
          <w:sz w:val="20"/>
        </w:rPr>
      </w:pPr>
      <w:r w:rsidRPr="0055758C">
        <w:rPr>
          <w:sz w:val="20"/>
        </w:rPr>
        <w:t>Návrhové parametry splaškové kanalizace</w:t>
      </w:r>
      <w:r w:rsidR="00F010A7" w:rsidRPr="0055758C">
        <w:rPr>
          <w:sz w:val="20"/>
        </w:rPr>
        <w:t xml:space="preserve"> byly provedeny ve výpočtovém programu WINPLAN</w:t>
      </w:r>
    </w:p>
    <w:p w:rsidR="00427967" w:rsidRPr="0055758C" w:rsidRDefault="00427967" w:rsidP="0099021D"/>
    <w:p w:rsidR="00ED44E9" w:rsidRPr="0055758C" w:rsidRDefault="0012028A" w:rsidP="0012028A">
      <w:pPr>
        <w:pStyle w:val="Nadpis1"/>
        <w:numPr>
          <w:ilvl w:val="0"/>
          <w:numId w:val="0"/>
        </w:numPr>
      </w:pPr>
      <w:bookmarkStart w:id="34" w:name="_Toc170388389"/>
      <w:bookmarkStart w:id="35" w:name="_Toc298402375"/>
      <w:bookmarkStart w:id="36" w:name="_Toc476631479"/>
      <w:r>
        <w:t>5   P</w:t>
      </w:r>
      <w:r w:rsidR="00ED44E9" w:rsidRPr="0055758C">
        <w:t>ožadavky na postup stavebních a montážních prací</w:t>
      </w:r>
      <w:bookmarkEnd w:id="32"/>
      <w:bookmarkEnd w:id="33"/>
      <w:bookmarkEnd w:id="34"/>
      <w:bookmarkEnd w:id="35"/>
      <w:bookmarkEnd w:id="36"/>
    </w:p>
    <w:p w:rsidR="00C1011C" w:rsidRPr="0055758C" w:rsidRDefault="00C1011C" w:rsidP="00ED4C7F">
      <w:pPr>
        <w:jc w:val="both"/>
        <w:rPr>
          <w:sz w:val="20"/>
        </w:rPr>
      </w:pPr>
      <w:r w:rsidRPr="0055758C">
        <w:rPr>
          <w:sz w:val="20"/>
        </w:rPr>
        <w:t xml:space="preserve">V daném případě bude stavba realizována jako jeden celek. </w:t>
      </w:r>
      <w:r w:rsidR="00662C3E" w:rsidRPr="0055758C">
        <w:rPr>
          <w:sz w:val="20"/>
        </w:rPr>
        <w:t xml:space="preserve"> </w:t>
      </w:r>
      <w:r w:rsidRPr="0055758C">
        <w:rPr>
          <w:sz w:val="20"/>
        </w:rPr>
        <w:t xml:space="preserve">Navržený harmonogram je možno upřesnit s ohledem na termín zahájení, průběh počasí a další okolnosti. </w:t>
      </w:r>
    </w:p>
    <w:p w:rsidR="00C1011C" w:rsidRPr="0055758C" w:rsidRDefault="00C1011C" w:rsidP="00C1011C">
      <w:pPr>
        <w:rPr>
          <w:sz w:val="20"/>
          <w:u w:val="single"/>
        </w:rPr>
      </w:pPr>
    </w:p>
    <w:p w:rsidR="00ED44E9" w:rsidRPr="0055758C" w:rsidRDefault="0012028A" w:rsidP="0012028A">
      <w:pPr>
        <w:pStyle w:val="Nadpis1"/>
        <w:numPr>
          <w:ilvl w:val="0"/>
          <w:numId w:val="0"/>
        </w:numPr>
      </w:pPr>
      <w:bookmarkStart w:id="37" w:name="_Toc164223252"/>
      <w:bookmarkStart w:id="38" w:name="_Toc164741681"/>
      <w:bookmarkStart w:id="39" w:name="_Toc170388390"/>
      <w:bookmarkStart w:id="40" w:name="_Toc298402376"/>
      <w:bookmarkStart w:id="41" w:name="_Toc476631480"/>
      <w:r>
        <w:t xml:space="preserve">6   </w:t>
      </w:r>
      <w:r w:rsidR="00ED44E9" w:rsidRPr="0055758C">
        <w:t>Požadavky</w:t>
      </w:r>
      <w:r w:rsidR="00CA4545" w:rsidRPr="0055758C">
        <w:t xml:space="preserve"> na</w:t>
      </w:r>
      <w:r w:rsidR="00ED44E9" w:rsidRPr="0055758C">
        <w:t xml:space="preserve"> materiály</w:t>
      </w:r>
      <w:r w:rsidR="00CA4545" w:rsidRPr="0055758C">
        <w:t xml:space="preserve"> a práce</w:t>
      </w:r>
      <w:bookmarkEnd w:id="37"/>
      <w:bookmarkEnd w:id="38"/>
      <w:bookmarkEnd w:id="39"/>
      <w:bookmarkEnd w:id="40"/>
      <w:bookmarkEnd w:id="41"/>
    </w:p>
    <w:p w:rsidR="00CA4545" w:rsidRPr="0055758C" w:rsidRDefault="00CA4545" w:rsidP="00CA4545">
      <w:pPr>
        <w:tabs>
          <w:tab w:val="left" w:pos="1925"/>
        </w:tabs>
        <w:jc w:val="both"/>
        <w:rPr>
          <w:rFonts w:cs="Arial"/>
          <w:sz w:val="20"/>
        </w:rPr>
      </w:pPr>
      <w:r w:rsidRPr="0055758C">
        <w:rPr>
          <w:rFonts w:cs="Arial"/>
          <w:sz w:val="20"/>
        </w:rPr>
        <w:t>Všechny stavební práce musí být provedeny v souladu s vyhláškou č. 268/2009 sb. v platném znění, s požadavky příslušných norem pro navrhování a provádění staveb uvedených v seznamu českých norem a ve Věstníku pro technickou normalizaci, nebo v kvalitě vyšší. Je nutno řídit se pokyny, požadavky a technickými předpisy a podnikovými normami výrobců a dodavatelů jednotlivých materiálů, výrobků a systémů.</w:t>
      </w:r>
    </w:p>
    <w:p w:rsidR="00CA4545" w:rsidRPr="0055758C" w:rsidRDefault="00CA4545" w:rsidP="00CA4545">
      <w:pPr>
        <w:tabs>
          <w:tab w:val="left" w:pos="1925"/>
        </w:tabs>
        <w:jc w:val="both"/>
        <w:rPr>
          <w:rFonts w:cs="Arial"/>
          <w:sz w:val="20"/>
        </w:rPr>
      </w:pPr>
      <w:r w:rsidRPr="0055758C">
        <w:rPr>
          <w:rFonts w:cs="Arial"/>
          <w:sz w:val="20"/>
        </w:rPr>
        <w:t>Práce mohou být provedeny pouze kvalifikovanými pracovníky a firmami, které se mohou prokázat příslušnou kvalifikací a referencemi.</w:t>
      </w:r>
    </w:p>
    <w:p w:rsidR="00CA4545" w:rsidRPr="0055758C" w:rsidRDefault="00CA4545" w:rsidP="00CA4545">
      <w:pPr>
        <w:tabs>
          <w:tab w:val="left" w:pos="1925"/>
        </w:tabs>
        <w:jc w:val="both"/>
        <w:rPr>
          <w:rFonts w:cs="Arial"/>
          <w:sz w:val="20"/>
        </w:rPr>
      </w:pPr>
      <w:r w:rsidRPr="0055758C">
        <w:rPr>
          <w:rFonts w:cs="Arial"/>
          <w:sz w:val="20"/>
        </w:rPr>
        <w:t>Všechny použité materiály a výrobky musí mít platný certifikát ve smyslu stavebního zákona č. 183/2006 Sb. předpisů souvisejících.</w:t>
      </w:r>
    </w:p>
    <w:p w:rsidR="00CA4545" w:rsidRPr="0055758C" w:rsidRDefault="00CA4545" w:rsidP="00CA4545">
      <w:pPr>
        <w:tabs>
          <w:tab w:val="left" w:pos="1925"/>
        </w:tabs>
        <w:jc w:val="both"/>
        <w:rPr>
          <w:rFonts w:cs="Arial"/>
          <w:sz w:val="20"/>
        </w:rPr>
      </w:pPr>
    </w:p>
    <w:p w:rsidR="000A45E8" w:rsidRPr="0055758C" w:rsidRDefault="0012028A" w:rsidP="0012028A">
      <w:pPr>
        <w:pStyle w:val="Nadpis1"/>
        <w:numPr>
          <w:ilvl w:val="0"/>
          <w:numId w:val="0"/>
        </w:numPr>
        <w:ind w:left="426" w:hanging="426"/>
      </w:pPr>
      <w:bookmarkStart w:id="42" w:name="_Toc476631481"/>
      <w:r>
        <w:t xml:space="preserve">7   </w:t>
      </w:r>
      <w:r w:rsidR="000A45E8" w:rsidRPr="0055758C">
        <w:t>Ř</w:t>
      </w:r>
      <w:r w:rsidR="004C76AD" w:rsidRPr="0055758C">
        <w:t>ešení komunikací a ploch z hlediska přístupu a užívání osobami s omezenou schopností pohybu a orientace</w:t>
      </w:r>
      <w:bookmarkEnd w:id="42"/>
    </w:p>
    <w:p w:rsidR="00BB5833" w:rsidRPr="0055758C" w:rsidRDefault="00CA2153" w:rsidP="009C736D">
      <w:pPr>
        <w:jc w:val="both"/>
        <w:rPr>
          <w:sz w:val="20"/>
        </w:rPr>
      </w:pPr>
      <w:r w:rsidRPr="0055758C">
        <w:rPr>
          <w:sz w:val="20"/>
        </w:rPr>
        <w:t>Projekt</w:t>
      </w:r>
      <w:r w:rsidR="00D21B46" w:rsidRPr="0055758C">
        <w:rPr>
          <w:sz w:val="20"/>
        </w:rPr>
        <w:t xml:space="preserve"> neřeší </w:t>
      </w:r>
      <w:r w:rsidR="009C736D" w:rsidRPr="0055758C">
        <w:rPr>
          <w:sz w:val="20"/>
        </w:rPr>
        <w:t xml:space="preserve">přístupové </w:t>
      </w:r>
      <w:r w:rsidR="00D21B46" w:rsidRPr="0055758C">
        <w:rPr>
          <w:sz w:val="20"/>
        </w:rPr>
        <w:t>komunikace, plochy a objekty z hlediska užívání a přístupnosti pohybově a zrakově postižených.</w:t>
      </w:r>
    </w:p>
    <w:p w:rsidR="00BB5833" w:rsidRPr="0055758C" w:rsidRDefault="00BB5833" w:rsidP="0099021D"/>
    <w:p w:rsidR="000A45E8" w:rsidRPr="0055758C" w:rsidRDefault="0012028A" w:rsidP="0012028A">
      <w:pPr>
        <w:pStyle w:val="Nadpis1"/>
        <w:numPr>
          <w:ilvl w:val="0"/>
          <w:numId w:val="0"/>
        </w:numPr>
      </w:pPr>
      <w:bookmarkStart w:id="43" w:name="_Toc476631482"/>
      <w:r>
        <w:lastRenderedPageBreak/>
        <w:t xml:space="preserve">8   </w:t>
      </w:r>
      <w:r w:rsidR="000A45E8" w:rsidRPr="0055758C">
        <w:t>D</w:t>
      </w:r>
      <w:r w:rsidR="008D2ECB" w:rsidRPr="0055758C">
        <w:t>ůsledky na životní prostředí a bezpečnost práce</w:t>
      </w:r>
      <w:bookmarkEnd w:id="43"/>
    </w:p>
    <w:p w:rsidR="003E079A" w:rsidRPr="0055758C" w:rsidRDefault="003E079A" w:rsidP="003E079A">
      <w:pPr>
        <w:jc w:val="both"/>
        <w:rPr>
          <w:sz w:val="20"/>
        </w:rPr>
      </w:pPr>
      <w:r w:rsidRPr="0055758C">
        <w:rPr>
          <w:sz w:val="20"/>
        </w:rPr>
        <w:t>Během výstavby i při využívání objektu je nutno dodržovat veškeré zákonné bezpečnostní předpisy v platném znění, zejména:</w:t>
      </w:r>
    </w:p>
    <w:p w:rsidR="003E079A" w:rsidRPr="0055758C" w:rsidRDefault="003E079A" w:rsidP="003E079A">
      <w:pPr>
        <w:jc w:val="both"/>
        <w:rPr>
          <w:sz w:val="20"/>
        </w:rPr>
      </w:pPr>
      <w:r w:rsidRPr="0055758C">
        <w:rPr>
          <w:sz w:val="20"/>
        </w:rPr>
        <w:t xml:space="preserve">-zákon č. 174/1968 Sb., o státním odborném dozoru nad bezpečností práce, ve znění pozdějších předpisů </w:t>
      </w:r>
    </w:p>
    <w:p w:rsidR="003E079A" w:rsidRPr="0055758C" w:rsidRDefault="003E079A" w:rsidP="003E079A">
      <w:pPr>
        <w:jc w:val="both"/>
        <w:rPr>
          <w:sz w:val="20"/>
        </w:rPr>
      </w:pPr>
      <w:r w:rsidRPr="0055758C">
        <w:rPr>
          <w:sz w:val="20"/>
        </w:rPr>
        <w:t xml:space="preserve">-zákon č. 22/1997 Sb. o technických požadavcích na výrobky a o změně a doplnění některých zákonů, ve znění pozdějších předpisů </w:t>
      </w:r>
    </w:p>
    <w:p w:rsidR="003E079A" w:rsidRPr="0055758C" w:rsidRDefault="003E079A" w:rsidP="003E079A">
      <w:pPr>
        <w:jc w:val="both"/>
        <w:rPr>
          <w:sz w:val="20"/>
        </w:rPr>
      </w:pPr>
      <w:r w:rsidRPr="0055758C">
        <w:rPr>
          <w:sz w:val="20"/>
        </w:rPr>
        <w:t xml:space="preserve">-zákona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3E079A" w:rsidRPr="0055758C" w:rsidRDefault="003E079A" w:rsidP="003E079A">
      <w:pPr>
        <w:jc w:val="both"/>
        <w:rPr>
          <w:sz w:val="20"/>
        </w:rPr>
      </w:pPr>
      <w:r w:rsidRPr="0055758C">
        <w:rPr>
          <w:sz w:val="20"/>
        </w:rPr>
        <w:t>-nařízení vlády 362/2005 Sb. o bližších požadavcích na bezpečnost a ochranu zdraví při práci na pracovištích s nebezpečím pádu z výšky nebo do hloubky</w:t>
      </w:r>
    </w:p>
    <w:p w:rsidR="003E079A" w:rsidRPr="0055758C" w:rsidRDefault="003E079A" w:rsidP="003E079A">
      <w:pPr>
        <w:jc w:val="both"/>
        <w:rPr>
          <w:sz w:val="20"/>
        </w:rPr>
      </w:pPr>
      <w:r w:rsidRPr="0055758C">
        <w:rPr>
          <w:sz w:val="20"/>
        </w:rPr>
        <w:t>-nařízení vlády 591/2006 Sb. o bližších minimálních požadavcích na bezpečnost a ochranu zdraví při práci na staveništích</w:t>
      </w:r>
    </w:p>
    <w:p w:rsidR="003E079A" w:rsidRPr="0055758C" w:rsidRDefault="003E079A" w:rsidP="003E079A">
      <w:pPr>
        <w:jc w:val="both"/>
        <w:rPr>
          <w:sz w:val="20"/>
        </w:rPr>
      </w:pPr>
      <w:r w:rsidRPr="0055758C">
        <w:rPr>
          <w:sz w:val="20"/>
        </w:rPr>
        <w:t xml:space="preserve">-vyhláška ČÚBP č. 48/1982 Sb., kterou se stanoví základní požadavky k zajištění bezpečnosti práce a technických zařízení při stavebních pracích ve znění ve znění pozdějších předpisů </w:t>
      </w:r>
    </w:p>
    <w:p w:rsidR="003E079A" w:rsidRPr="0055758C" w:rsidRDefault="003E079A" w:rsidP="003E079A">
      <w:pPr>
        <w:jc w:val="both"/>
        <w:rPr>
          <w:sz w:val="20"/>
        </w:rPr>
      </w:pPr>
      <w:r w:rsidRPr="0055758C">
        <w:rPr>
          <w:sz w:val="20"/>
        </w:rPr>
        <w:t xml:space="preserve">-vyhláška ČÚBP a ČBÚ č. 18/1979 Sb., kterou se určují vyhrazená tlaková zařízení a stanoví některé podmínky k zajištění jejich bezpečnosti, ve znění pozdějších předpisů </w:t>
      </w:r>
    </w:p>
    <w:p w:rsidR="003E079A" w:rsidRPr="0055758C" w:rsidRDefault="003E079A" w:rsidP="003E079A">
      <w:pPr>
        <w:jc w:val="both"/>
        <w:rPr>
          <w:sz w:val="20"/>
        </w:rPr>
      </w:pPr>
      <w:r w:rsidRPr="0055758C">
        <w:rPr>
          <w:sz w:val="20"/>
        </w:rPr>
        <w:t xml:space="preserve">-vyhláška ČÚBP a ČBÚ č. 19/1979 Sb., kterou se určují vyhrazená zdvihací zařízení a stanoví některé podmínky k zajištění jejich bezpečnosti, ve znění pozdějších předpisů </w:t>
      </w:r>
    </w:p>
    <w:p w:rsidR="003E079A" w:rsidRPr="0055758C" w:rsidRDefault="003E079A" w:rsidP="003E079A">
      <w:pPr>
        <w:jc w:val="both"/>
        <w:rPr>
          <w:sz w:val="20"/>
        </w:rPr>
      </w:pPr>
      <w:r w:rsidRPr="0055758C">
        <w:rPr>
          <w:sz w:val="20"/>
        </w:rPr>
        <w:t xml:space="preserve">-vyhláška 73/2010 Sb. </w:t>
      </w:r>
      <w:r w:rsidRPr="0055758C">
        <w:rPr>
          <w:color w:val="000000"/>
          <w:sz w:val="20"/>
        </w:rPr>
        <w:t>o stanovení vyhrazených elektrických technických zařízení, jejich zařazení do tříd a skupin a o bližších podmínkách jejich bezpečnosti (vyhláška o vyhrazených elektrických technických zařízeních)</w:t>
      </w:r>
    </w:p>
    <w:p w:rsidR="003E079A" w:rsidRPr="0055758C" w:rsidRDefault="003E079A" w:rsidP="003E079A">
      <w:pPr>
        <w:jc w:val="both"/>
        <w:rPr>
          <w:sz w:val="20"/>
        </w:rPr>
      </w:pPr>
      <w:r w:rsidRPr="0055758C">
        <w:rPr>
          <w:sz w:val="20"/>
        </w:rPr>
        <w:t>-vyhláška ČÚBP a ČBÚ č. 21/1979 Sb., kterou se určují vyhrazená plynová zařízení a stanoví některé podmínky k zajištění jejich bezpečnosti, ve znění pozdějších předpisů</w:t>
      </w:r>
    </w:p>
    <w:p w:rsidR="003E079A" w:rsidRPr="0055758C" w:rsidRDefault="003E079A" w:rsidP="003E079A">
      <w:pPr>
        <w:jc w:val="both"/>
        <w:rPr>
          <w:sz w:val="20"/>
        </w:rPr>
      </w:pPr>
      <w:r w:rsidRPr="0055758C">
        <w:rPr>
          <w:sz w:val="20"/>
        </w:rPr>
        <w:t>-vyhláška 268/2009 Sb.</w:t>
      </w:r>
      <w:r w:rsidRPr="0055758C">
        <w:rPr>
          <w:color w:val="000000"/>
          <w:sz w:val="20"/>
        </w:rPr>
        <w:t xml:space="preserve"> o technických požadavcích na stavby ve znění pozdějších předpisů</w:t>
      </w:r>
      <w:r w:rsidRPr="0055758C">
        <w:rPr>
          <w:sz w:val="20"/>
        </w:rPr>
        <w:t xml:space="preserve"> </w:t>
      </w:r>
    </w:p>
    <w:p w:rsidR="003E079A" w:rsidRPr="0055758C" w:rsidRDefault="003E079A" w:rsidP="003E079A">
      <w:pPr>
        <w:jc w:val="both"/>
        <w:rPr>
          <w:sz w:val="20"/>
        </w:rPr>
      </w:pPr>
      <w:r w:rsidRPr="0055758C">
        <w:rPr>
          <w:sz w:val="20"/>
        </w:rPr>
        <w:t>-Nařízení vlády č. 378/2001 Sb., kterým se stanoví bližší požadavky na bezpečný provoz a používání strojů, technických zařízení, přístrojů a nářadí, ve znění opravy chyby č. rs62/2002 Sb.</w:t>
      </w:r>
    </w:p>
    <w:p w:rsidR="003E079A" w:rsidRPr="0055758C" w:rsidRDefault="003E079A" w:rsidP="003E079A">
      <w:pPr>
        <w:jc w:val="both"/>
        <w:rPr>
          <w:sz w:val="20"/>
        </w:rPr>
      </w:pPr>
      <w:r w:rsidRPr="0055758C">
        <w:rPr>
          <w:sz w:val="20"/>
        </w:rPr>
        <w:t>-Nařízení vlády č. 101/2005 Sb., o podrobnějších požadavcích na pracoviště a pracovní prostředí</w:t>
      </w:r>
    </w:p>
    <w:p w:rsidR="003E079A" w:rsidRPr="0055758C" w:rsidRDefault="003E079A" w:rsidP="003E079A">
      <w:pPr>
        <w:jc w:val="both"/>
        <w:rPr>
          <w:sz w:val="20"/>
        </w:rPr>
      </w:pPr>
      <w:r w:rsidRPr="0055758C">
        <w:rPr>
          <w:sz w:val="20"/>
        </w:rPr>
        <w:t>-zákon č. 251/2005 Sb., o inspekci práce ve znění pozdějších předpisů.</w:t>
      </w:r>
    </w:p>
    <w:p w:rsidR="00AB0170" w:rsidRPr="0055758C" w:rsidRDefault="00AB0170" w:rsidP="003E079A">
      <w:pPr>
        <w:jc w:val="both"/>
        <w:rPr>
          <w:sz w:val="20"/>
        </w:rPr>
      </w:pPr>
    </w:p>
    <w:p w:rsidR="003E079A" w:rsidRPr="0055758C" w:rsidRDefault="003E079A" w:rsidP="003E079A">
      <w:pPr>
        <w:jc w:val="both"/>
        <w:rPr>
          <w:sz w:val="20"/>
        </w:rPr>
      </w:pPr>
      <w:r w:rsidRPr="0055758C">
        <w:rPr>
          <w:sz w:val="20"/>
        </w:rPr>
        <w:t>Při výstavbě budou nejprve prováděny montážní práce stavební, elektro, a potrubních rozvodů. Pro všechny tyto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3E079A" w:rsidRPr="0055758C" w:rsidRDefault="003E079A" w:rsidP="003E079A">
      <w:pPr>
        <w:jc w:val="both"/>
        <w:rPr>
          <w:sz w:val="20"/>
        </w:rPr>
      </w:pPr>
      <w:r w:rsidRPr="0055758C">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55758C" w:rsidRDefault="003E079A" w:rsidP="003E079A">
      <w:pPr>
        <w:jc w:val="both"/>
        <w:rPr>
          <w:sz w:val="20"/>
        </w:rPr>
      </w:pPr>
      <w:r w:rsidRPr="0055758C">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55758C" w:rsidRDefault="003E079A" w:rsidP="003E079A">
      <w:pPr>
        <w:jc w:val="both"/>
        <w:rPr>
          <w:sz w:val="20"/>
        </w:rPr>
      </w:pPr>
    </w:p>
    <w:p w:rsidR="003E079A" w:rsidRPr="0055758C" w:rsidRDefault="003E079A" w:rsidP="003E079A">
      <w:pPr>
        <w:jc w:val="both"/>
        <w:rPr>
          <w:sz w:val="20"/>
        </w:rPr>
      </w:pPr>
      <w:r w:rsidRPr="0055758C">
        <w:rPr>
          <w:sz w:val="20"/>
        </w:rPr>
        <w:t xml:space="preserve">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 (zákon o BOZP) včetně platných prováděcích právních předpisů, veškeré platné normy a interní </w:t>
      </w:r>
    </w:p>
    <w:p w:rsidR="003E079A" w:rsidRPr="0055758C" w:rsidRDefault="003E079A" w:rsidP="003E079A">
      <w:pPr>
        <w:jc w:val="both"/>
        <w:rPr>
          <w:sz w:val="20"/>
        </w:rPr>
      </w:pPr>
      <w:r w:rsidRPr="0055758C">
        <w:rPr>
          <w:sz w:val="20"/>
        </w:rPr>
        <w:t>předpisy dodavatele, investora a uživatele stávajících provozních zařízení, se kterými musí být všichni pracovníci, podílející se na výstavbě,  i obslužný personál prokazatelně seznámeni.</w:t>
      </w:r>
    </w:p>
    <w:p w:rsidR="003E079A" w:rsidRPr="0055758C" w:rsidRDefault="003E079A" w:rsidP="003E079A">
      <w:pPr>
        <w:jc w:val="both"/>
        <w:rPr>
          <w:sz w:val="20"/>
        </w:rPr>
      </w:pPr>
      <w:r w:rsidRPr="0055758C">
        <w:rPr>
          <w:sz w:val="20"/>
        </w:rPr>
        <w:lastRenderedPageBreak/>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rsidR="003E079A" w:rsidRPr="0055758C" w:rsidRDefault="003E079A" w:rsidP="003E079A">
      <w:pPr>
        <w:jc w:val="both"/>
        <w:rPr>
          <w:sz w:val="20"/>
        </w:rPr>
      </w:pPr>
      <w:r w:rsidRPr="0055758C">
        <w:rPr>
          <w:sz w:val="20"/>
        </w:rPr>
        <w:t>Veškeré stavební a montážní práce na stavbě budou provádět  fyzické nebo právnické osoby pod odborným vedením oprávněné osoby, která v souladu s § 160 vyhlášky č. 183/2006 Sb., dbá na dodržování BOZP. Všichni pracovníci, podílející se na výstavbě, musí být prokazatelně poučeni o dodržování bezpečnostních předpisů a jiných zákonných opatřeních, zajišťujících bezpečnost a ochranu zdraví pracovníků. 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dále o vyhlášku ČÚBP č. 48/1982 Sb., ve znění vyhlášky č. 192/2005 Sb., kterou se stanoví základní požadavky k zajištění bezpečnosti práce a technických zařízení při stavebních pracích v platném znění.</w:t>
      </w:r>
    </w:p>
    <w:p w:rsidR="003E079A" w:rsidRPr="0055758C" w:rsidRDefault="003E079A" w:rsidP="003E079A">
      <w:pPr>
        <w:jc w:val="both"/>
        <w:rPr>
          <w:sz w:val="20"/>
        </w:rPr>
      </w:pPr>
      <w:r w:rsidRPr="0055758C">
        <w:rPr>
          <w:sz w:val="20"/>
        </w:rPr>
        <w:t>Zaměstnavatel,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Sb., práce mohou být zahájeny pouze tehdy, pokud je pracoviště náležitě zajištěno a vybaveno. Bližší minimální požadavky na bezpečnost a ochranu zdraví při práci na staveništi upravuje nařízení vlády č. 591/2006 Sb.</w:t>
      </w:r>
    </w:p>
    <w:p w:rsidR="003E079A" w:rsidRPr="0055758C" w:rsidRDefault="003E079A" w:rsidP="003E079A">
      <w:pPr>
        <w:jc w:val="both"/>
        <w:rPr>
          <w:sz w:val="20"/>
        </w:rPr>
      </w:pPr>
      <w:r w:rsidRPr="0055758C">
        <w:rPr>
          <w:sz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rsidR="003E079A" w:rsidRPr="0055758C" w:rsidRDefault="003E079A" w:rsidP="003E079A">
      <w:pPr>
        <w:jc w:val="both"/>
        <w:rPr>
          <w:sz w:val="20"/>
        </w:rPr>
      </w:pPr>
      <w:r w:rsidRPr="0055758C">
        <w:rPr>
          <w:sz w:val="20"/>
        </w:rPr>
        <w:t>V případě, že na staveništi budou působit současně zaměstnanci více než jednoho zhotovitele, je zadavatel stavby povinen určit potřebný počet koordinátorů bezpečnosti a ochrany zdraví při práci na staveništi.</w:t>
      </w:r>
    </w:p>
    <w:p w:rsidR="003E079A" w:rsidRPr="0055758C" w:rsidRDefault="003E079A" w:rsidP="003E079A">
      <w:pPr>
        <w:jc w:val="both"/>
        <w:rPr>
          <w:sz w:val="20"/>
        </w:rPr>
      </w:pPr>
      <w:r w:rsidRPr="0055758C">
        <w:rPr>
          <w:sz w:val="20"/>
        </w:rPr>
        <w:t>Zhotovitel zajistí, aby byly splněny požadavky na organizaci práce a pracovní postupy stanovené v příloze č.3 nařízení vlády č. 591/2006 Sb..</w:t>
      </w:r>
    </w:p>
    <w:p w:rsidR="003E079A" w:rsidRPr="0055758C" w:rsidRDefault="003E079A" w:rsidP="003E079A">
      <w:pPr>
        <w:jc w:val="both"/>
        <w:rPr>
          <w:sz w:val="20"/>
        </w:rPr>
      </w:pPr>
      <w:r w:rsidRPr="0055758C">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55758C" w:rsidRDefault="003E079A" w:rsidP="003E079A">
      <w:pPr>
        <w:jc w:val="both"/>
        <w:rPr>
          <w:sz w:val="20"/>
        </w:rPr>
      </w:pPr>
      <w:r w:rsidRPr="0055758C">
        <w:rPr>
          <w:sz w:val="20"/>
        </w:rPr>
        <w:t>Rovněž je nutno, jak v objektech zařízení staveniště, tak v budovaných objektech zabezpečit protipožární opatření a staveniště vybavit protipožární technikou.</w:t>
      </w:r>
    </w:p>
    <w:p w:rsidR="003E079A" w:rsidRPr="0055758C" w:rsidRDefault="003E079A" w:rsidP="003E079A">
      <w:pPr>
        <w:jc w:val="both"/>
        <w:rPr>
          <w:sz w:val="20"/>
        </w:rPr>
      </w:pPr>
      <w:r w:rsidRPr="0055758C">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55758C" w:rsidRDefault="003E079A" w:rsidP="00C1011C">
      <w:pPr>
        <w:jc w:val="both"/>
        <w:rPr>
          <w:sz w:val="20"/>
        </w:rPr>
      </w:pPr>
    </w:p>
    <w:p w:rsidR="003E079A" w:rsidRPr="0055758C" w:rsidRDefault="003E079A" w:rsidP="00C1011C">
      <w:pPr>
        <w:jc w:val="both"/>
        <w:rPr>
          <w:sz w:val="20"/>
        </w:rPr>
      </w:pPr>
    </w:p>
    <w:p w:rsidR="00C1011C" w:rsidRPr="0055758C" w:rsidRDefault="00C1011C" w:rsidP="00C1011C">
      <w:pPr>
        <w:jc w:val="both"/>
        <w:rPr>
          <w:sz w:val="20"/>
        </w:rPr>
      </w:pPr>
      <w:r w:rsidRPr="0055758C">
        <w:rPr>
          <w:sz w:val="20"/>
        </w:rPr>
        <w:t>Při výstavbě je nutno dodržovat běžné podmínky bezpečnosti práce na  stavbě a podmínky bezpečnosti  práce a  pohybu v areálu staveniště. Všichni pracovníci budou používat osobní ochranné pracovní prostředky.</w:t>
      </w:r>
    </w:p>
    <w:p w:rsidR="00C1011C" w:rsidRPr="0055758C" w:rsidRDefault="00C1011C" w:rsidP="00C1011C">
      <w:pPr>
        <w:jc w:val="both"/>
        <w:rPr>
          <w:sz w:val="20"/>
        </w:rPr>
      </w:pPr>
      <w:r w:rsidRPr="0055758C">
        <w:rPr>
          <w:sz w:val="20"/>
        </w:rPr>
        <w:t>Po dobu realizace stavby bude nutno dodržovat běžné zásady BOZP. Při realizačních pracích a údržbě musí být dodržovány příslušné zákony a předpisy týkající se bezpečnosti práce a to zejména:</w:t>
      </w:r>
    </w:p>
    <w:p w:rsidR="00C1011C" w:rsidRPr="0055758C" w:rsidRDefault="00C1011C" w:rsidP="00C1011C">
      <w:pPr>
        <w:jc w:val="both"/>
        <w:rPr>
          <w:sz w:val="20"/>
        </w:rPr>
      </w:pPr>
      <w:r w:rsidRPr="0055758C">
        <w:rPr>
          <w:sz w:val="20"/>
        </w:rPr>
        <w:t>Vyhláška ČÚBP č. 48/1982 Sb. „Základní požadavky k zajištění bezpečnosti práce a technických zařízení“ ve znění vyhlášky č. 207/1991 Sb. v návaznosti na nařízení vlády č. 352/2000 Sb. a nařízení vlády č. 101/2005 Sb. „O podrobnějších požadavcích na pracoviště a pracovní prostředí“.</w:t>
      </w:r>
    </w:p>
    <w:p w:rsidR="00C1011C" w:rsidRPr="0055758C" w:rsidRDefault="00C1011C" w:rsidP="00C1011C">
      <w:pPr>
        <w:jc w:val="both"/>
        <w:rPr>
          <w:sz w:val="20"/>
        </w:rPr>
      </w:pPr>
      <w:r w:rsidRPr="0055758C">
        <w:rPr>
          <w:sz w:val="20"/>
        </w:rPr>
        <w:t xml:space="preserve">Stavební práce musí být prováděny v souladu s Vyhláškou č. 324/1991 Sb. „O bezpečnosti práce a technických zařízení“. Pracovníci stavby musí dodržovat všechny profesní bezpečnostní předpisy související s prováděnou činností. Dále musí dodržovat bezpečnostní předpisy a omezení vznikající od okolního provozu na komunikacích, po kterých bude přivážen </w:t>
      </w:r>
      <w:r w:rsidRPr="0055758C">
        <w:rPr>
          <w:sz w:val="20"/>
        </w:rPr>
        <w:lastRenderedPageBreak/>
        <w:t>a odvážen materiál stavby. Rovněž pak musí dodržovat bezpečnostní předpisy a omezení vznikající od případně současně realizovaných staveb v blízkém okolí vlastní výstavby. V průběhu tvorby projektové dokumentace a vlastní realizace stavby musí být dodržována ustanovení Zákona č. 22/1997 Sb. „O technických požadavcích na výrobky“.</w:t>
      </w:r>
    </w:p>
    <w:p w:rsidR="003E079A" w:rsidRPr="0055758C" w:rsidRDefault="003E079A" w:rsidP="00C1011C">
      <w:pPr>
        <w:jc w:val="both"/>
        <w:rPr>
          <w:rStyle w:val="tema2"/>
          <w:rFonts w:cs="Arial"/>
          <w:sz w:val="20"/>
        </w:rPr>
      </w:pPr>
    </w:p>
    <w:p w:rsidR="00C1011C" w:rsidRPr="0055758C" w:rsidRDefault="00C1011C" w:rsidP="00C1011C">
      <w:pPr>
        <w:jc w:val="both"/>
        <w:rPr>
          <w:sz w:val="20"/>
        </w:rPr>
      </w:pPr>
      <w:r w:rsidRPr="0055758C">
        <w:rPr>
          <w:rStyle w:val="tema2"/>
          <w:rFonts w:cs="Arial"/>
          <w:sz w:val="20"/>
        </w:rPr>
        <w:t>Dále bude dodrženo Nařízení vlády č. 591/2006 Sb., o bližších minimálních požadavcích na bezpečnost a ochranu zdraví při práci na staveništích.</w:t>
      </w:r>
    </w:p>
    <w:p w:rsidR="00C1011C" w:rsidRPr="0055758C" w:rsidRDefault="00C1011C" w:rsidP="00C1011C">
      <w:pPr>
        <w:jc w:val="both"/>
        <w:rPr>
          <w:sz w:val="20"/>
        </w:rPr>
      </w:pPr>
      <w:r w:rsidRPr="0055758C">
        <w:rPr>
          <w:sz w:val="20"/>
        </w:rP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3E079A" w:rsidRPr="0055758C" w:rsidRDefault="003E079A" w:rsidP="003E079A">
      <w:pPr>
        <w:jc w:val="both"/>
        <w:rPr>
          <w:sz w:val="20"/>
        </w:rPr>
      </w:pPr>
    </w:p>
    <w:p w:rsidR="003E079A" w:rsidRPr="0055758C" w:rsidRDefault="003E079A" w:rsidP="003E079A">
      <w:pPr>
        <w:jc w:val="both"/>
        <w:rPr>
          <w:sz w:val="20"/>
        </w:rPr>
      </w:pPr>
    </w:p>
    <w:p w:rsidR="00ED44E9" w:rsidRPr="0055758C" w:rsidRDefault="0012028A" w:rsidP="0012028A">
      <w:pPr>
        <w:pStyle w:val="Nadpis1"/>
        <w:numPr>
          <w:ilvl w:val="0"/>
          <w:numId w:val="0"/>
        </w:numPr>
      </w:pPr>
      <w:bookmarkStart w:id="44" w:name="_Toc164223253"/>
      <w:bookmarkStart w:id="45" w:name="_Toc164741682"/>
      <w:bookmarkStart w:id="46" w:name="_Toc170388391"/>
      <w:bookmarkStart w:id="47" w:name="_Toc298402377"/>
      <w:bookmarkStart w:id="48" w:name="_Toc476631483"/>
      <w:r>
        <w:t xml:space="preserve">9   </w:t>
      </w:r>
      <w:r w:rsidR="00ED44E9" w:rsidRPr="0055758C">
        <w:t>Seznam použitých podkladů, ČSN</w:t>
      </w:r>
      <w:r w:rsidR="00063743" w:rsidRPr="0055758C">
        <w:t xml:space="preserve"> </w:t>
      </w:r>
      <w:r w:rsidR="00675BAA">
        <w:t xml:space="preserve"> </w:t>
      </w:r>
      <w:r w:rsidR="00063743" w:rsidRPr="0055758C">
        <w:t>(</w:t>
      </w:r>
      <w:r w:rsidR="00063743" w:rsidRPr="0055758C">
        <w:rPr>
          <w:b w:val="0"/>
          <w:i/>
          <w:caps w:val="0"/>
        </w:rPr>
        <w:t>nebo rovnocenné</w:t>
      </w:r>
      <w:r w:rsidR="00063743" w:rsidRPr="0055758C">
        <w:t xml:space="preserve"> </w:t>
      </w:r>
      <w:r w:rsidR="00063743" w:rsidRPr="0055758C">
        <w:rPr>
          <w:b w:val="0"/>
          <w:i/>
          <w:caps w:val="0"/>
        </w:rPr>
        <w:t>normy</w:t>
      </w:r>
      <w:r w:rsidR="00063743" w:rsidRPr="0055758C">
        <w:t>)</w:t>
      </w:r>
      <w:r w:rsidR="00ED44E9" w:rsidRPr="0055758C">
        <w:t>, literatury a výpočetních programů</w:t>
      </w:r>
      <w:bookmarkEnd w:id="44"/>
      <w:bookmarkEnd w:id="45"/>
      <w:bookmarkEnd w:id="46"/>
      <w:bookmarkEnd w:id="47"/>
      <w:bookmarkEnd w:id="48"/>
    </w:p>
    <w:p w:rsidR="00C1011C" w:rsidRPr="0055758C" w:rsidRDefault="00C1011C" w:rsidP="00C1011C">
      <w:pPr>
        <w:rPr>
          <w:b/>
          <w:i/>
          <w:sz w:val="20"/>
        </w:rPr>
      </w:pPr>
      <w:r w:rsidRPr="0055758C">
        <w:rPr>
          <w:b/>
          <w:i/>
          <w:sz w:val="20"/>
        </w:rPr>
        <w:t>Výchozí podklady</w:t>
      </w:r>
    </w:p>
    <w:p w:rsidR="00C1011C" w:rsidRPr="0055758C" w:rsidRDefault="00C1011C" w:rsidP="00C1011C">
      <w:pPr>
        <w:pStyle w:val="Odstavecseseznamem"/>
        <w:numPr>
          <w:ilvl w:val="3"/>
          <w:numId w:val="30"/>
        </w:numPr>
        <w:spacing w:after="0"/>
        <w:ind w:left="284" w:hanging="284"/>
        <w:rPr>
          <w:sz w:val="20"/>
          <w:szCs w:val="20"/>
        </w:rPr>
      </w:pPr>
      <w:r w:rsidRPr="0055758C">
        <w:rPr>
          <w:sz w:val="20"/>
          <w:szCs w:val="20"/>
        </w:rPr>
        <w:t>Smlouva o dílo předmětné stavby</w:t>
      </w:r>
    </w:p>
    <w:p w:rsidR="00C1011C" w:rsidRPr="0055758C" w:rsidRDefault="00C1011C" w:rsidP="00C1011C">
      <w:pPr>
        <w:pStyle w:val="Odstavecseseznamem"/>
        <w:numPr>
          <w:ilvl w:val="0"/>
          <w:numId w:val="30"/>
        </w:numPr>
        <w:spacing w:after="0"/>
        <w:ind w:left="284" w:hanging="284"/>
        <w:rPr>
          <w:sz w:val="20"/>
          <w:szCs w:val="20"/>
        </w:rPr>
      </w:pPr>
      <w:r w:rsidRPr="0055758C">
        <w:rPr>
          <w:sz w:val="20"/>
          <w:szCs w:val="20"/>
        </w:rPr>
        <w:t>Požadavky a závěry z jednání, zápisy z jednání</w:t>
      </w:r>
    </w:p>
    <w:p w:rsidR="00C1011C" w:rsidRPr="0055758C" w:rsidRDefault="00C1011C" w:rsidP="00C1011C">
      <w:pPr>
        <w:pStyle w:val="Odstavecseseznamem"/>
        <w:numPr>
          <w:ilvl w:val="0"/>
          <w:numId w:val="30"/>
        </w:numPr>
        <w:spacing w:after="0"/>
        <w:ind w:left="284" w:hanging="284"/>
        <w:rPr>
          <w:sz w:val="20"/>
          <w:szCs w:val="20"/>
        </w:rPr>
      </w:pPr>
      <w:r w:rsidRPr="0055758C">
        <w:rPr>
          <w:sz w:val="20"/>
          <w:szCs w:val="20"/>
        </w:rPr>
        <w:t>Polohopisné a výškopisné zaměření stavby</w:t>
      </w:r>
    </w:p>
    <w:p w:rsidR="00C1011C" w:rsidRPr="0055758C" w:rsidRDefault="00C1011C" w:rsidP="00C1011C">
      <w:pPr>
        <w:pStyle w:val="Odstavecseseznamem"/>
        <w:numPr>
          <w:ilvl w:val="0"/>
          <w:numId w:val="30"/>
        </w:numPr>
        <w:spacing w:after="0"/>
        <w:ind w:left="284" w:hanging="284"/>
        <w:rPr>
          <w:sz w:val="20"/>
          <w:szCs w:val="20"/>
        </w:rPr>
      </w:pPr>
      <w:r w:rsidRPr="0055758C">
        <w:rPr>
          <w:sz w:val="20"/>
          <w:szCs w:val="20"/>
        </w:rPr>
        <w:t>Vyjádření a stanoviska dotčených správců veřejné a dopravní infrastruktury a dotčených organizací</w:t>
      </w:r>
    </w:p>
    <w:p w:rsidR="00C1011C" w:rsidRPr="0055758C" w:rsidRDefault="00C1011C" w:rsidP="00C1011C">
      <w:pPr>
        <w:pStyle w:val="Odstavecseseznamem"/>
        <w:numPr>
          <w:ilvl w:val="0"/>
          <w:numId w:val="30"/>
        </w:numPr>
        <w:spacing w:after="0"/>
        <w:ind w:left="284" w:hanging="284"/>
        <w:rPr>
          <w:sz w:val="20"/>
          <w:szCs w:val="20"/>
        </w:rPr>
      </w:pPr>
      <w:r w:rsidRPr="0055758C">
        <w:rPr>
          <w:sz w:val="20"/>
          <w:szCs w:val="20"/>
        </w:rPr>
        <w:t>Prohlídka staveniště</w:t>
      </w:r>
    </w:p>
    <w:p w:rsidR="00480FA0" w:rsidRPr="00E6772E" w:rsidRDefault="00480FA0" w:rsidP="00480FA0">
      <w:pPr>
        <w:pStyle w:val="Odstavecseseznamem"/>
        <w:numPr>
          <w:ilvl w:val="0"/>
          <w:numId w:val="30"/>
        </w:numPr>
        <w:spacing w:after="0"/>
        <w:ind w:left="284" w:hanging="284"/>
        <w:rPr>
          <w:sz w:val="20"/>
          <w:szCs w:val="20"/>
        </w:rPr>
      </w:pPr>
      <w:r w:rsidRPr="00E6772E">
        <w:rPr>
          <w:sz w:val="20"/>
          <w:szCs w:val="20"/>
        </w:rPr>
        <w:t>Projektová dokumentace „</w:t>
      </w:r>
      <w:r w:rsidR="0012028A">
        <w:rPr>
          <w:sz w:val="20"/>
          <w:szCs w:val="20"/>
        </w:rPr>
        <w:t>Kanalizace Frýdek-Místek  -  Skalice</w:t>
      </w:r>
      <w:r w:rsidRPr="00E6772E">
        <w:rPr>
          <w:sz w:val="20"/>
          <w:szCs w:val="20"/>
        </w:rPr>
        <w:t>“, stupeň DSP, vypracoval Ing. Václav Kopecký v</w:t>
      </w:r>
      <w:r w:rsidR="0012028A">
        <w:rPr>
          <w:sz w:val="20"/>
          <w:szCs w:val="20"/>
        </w:rPr>
        <w:t> </w:t>
      </w:r>
      <w:r w:rsidRPr="00E6772E">
        <w:rPr>
          <w:sz w:val="20"/>
          <w:szCs w:val="20"/>
        </w:rPr>
        <w:t>0</w:t>
      </w:r>
      <w:r w:rsidR="0012028A">
        <w:rPr>
          <w:sz w:val="20"/>
          <w:szCs w:val="20"/>
        </w:rPr>
        <w:t>9/2008</w:t>
      </w:r>
    </w:p>
    <w:p w:rsidR="00C1011C" w:rsidRPr="0055758C" w:rsidRDefault="00C1011C" w:rsidP="00C1011C">
      <w:pPr>
        <w:rPr>
          <w:sz w:val="20"/>
        </w:rPr>
      </w:pPr>
    </w:p>
    <w:p w:rsidR="00C1011C" w:rsidRPr="0055758C" w:rsidRDefault="00C1011C" w:rsidP="00AB0170">
      <w:pPr>
        <w:rPr>
          <w:b/>
          <w:i/>
          <w:sz w:val="20"/>
        </w:rPr>
      </w:pPr>
      <w:r w:rsidRPr="0055758C">
        <w:rPr>
          <w:b/>
          <w:i/>
          <w:sz w:val="20"/>
        </w:rPr>
        <w:t>ČSN</w:t>
      </w:r>
      <w:r w:rsidR="00063743" w:rsidRPr="0055758C">
        <w:rPr>
          <w:b/>
          <w:i/>
          <w:sz w:val="20"/>
        </w:rPr>
        <w:t xml:space="preserve"> nebo rovnocenné normy</w:t>
      </w:r>
    </w:p>
    <w:p w:rsidR="00C1011C" w:rsidRPr="0055758C" w:rsidRDefault="00C1011C" w:rsidP="00AB0170">
      <w:pPr>
        <w:pStyle w:val="Odstavecseseznamem"/>
        <w:numPr>
          <w:ilvl w:val="0"/>
          <w:numId w:val="30"/>
        </w:numPr>
        <w:spacing w:after="0" w:line="240" w:lineRule="auto"/>
        <w:ind w:left="142" w:firstLine="0"/>
        <w:rPr>
          <w:sz w:val="20"/>
          <w:szCs w:val="20"/>
        </w:rPr>
      </w:pPr>
      <w:r w:rsidRPr="0055758C">
        <w:rPr>
          <w:sz w:val="20"/>
          <w:szCs w:val="20"/>
        </w:rPr>
        <w:t>ČSN 73 6005, ČSN 75 6101</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EN 1990 Eurokód 0 Zásady navrhování</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EN 1991 Eurokód 1 Zatížení konstrukcí</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EN 1992 Eurokód 2 Navrhování betonových konstrukcí</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EN 1997 Eurokód 7 Navrhování geotechnických konstrukcí</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73 6133 Navrhování a provádění zemního tělesa pozemních komunikací</w:t>
      </w:r>
    </w:p>
    <w:p w:rsidR="003E079A" w:rsidRPr="0055758C" w:rsidRDefault="003E079A" w:rsidP="00AB0170">
      <w:pPr>
        <w:numPr>
          <w:ilvl w:val="0"/>
          <w:numId w:val="30"/>
        </w:numPr>
        <w:overflowPunct w:val="0"/>
        <w:autoSpaceDE w:val="0"/>
        <w:autoSpaceDN w:val="0"/>
        <w:adjustRightInd w:val="0"/>
        <w:ind w:left="142" w:firstLine="0"/>
        <w:jc w:val="both"/>
        <w:textAlignment w:val="baseline"/>
        <w:rPr>
          <w:sz w:val="20"/>
        </w:rPr>
      </w:pPr>
      <w:r w:rsidRPr="0055758C">
        <w:rPr>
          <w:sz w:val="20"/>
        </w:rPr>
        <w:t>ČSN 73 3050 Zemní práce - Všeobecná ustanovení (již neplatná)</w:t>
      </w:r>
    </w:p>
    <w:p w:rsidR="00AB0170" w:rsidRPr="0055758C" w:rsidRDefault="00AB0170" w:rsidP="00AB0170">
      <w:pPr>
        <w:numPr>
          <w:ilvl w:val="0"/>
          <w:numId w:val="30"/>
        </w:numPr>
        <w:ind w:left="142" w:firstLine="0"/>
        <w:rPr>
          <w:rFonts w:cs="Arial"/>
          <w:sz w:val="20"/>
        </w:rPr>
      </w:pPr>
      <w:bookmarkStart w:id="49" w:name="_Toc43707853"/>
      <w:r w:rsidRPr="0055758C">
        <w:rPr>
          <w:rFonts w:cs="Arial"/>
          <w:sz w:val="20"/>
        </w:rPr>
        <w:t>ČSN EN 1610 - Provádění stok a kanalizačních přípojek a jejich zkoušení</w:t>
      </w:r>
    </w:p>
    <w:p w:rsidR="00AB0170" w:rsidRPr="0055758C" w:rsidRDefault="00AB0170" w:rsidP="00AB0170">
      <w:pPr>
        <w:numPr>
          <w:ilvl w:val="0"/>
          <w:numId w:val="30"/>
        </w:numPr>
        <w:ind w:left="142" w:firstLine="0"/>
        <w:rPr>
          <w:rFonts w:cs="Arial"/>
          <w:sz w:val="20"/>
        </w:rPr>
      </w:pPr>
      <w:r w:rsidRPr="0055758C">
        <w:rPr>
          <w:rFonts w:cs="Arial"/>
          <w:sz w:val="20"/>
        </w:rPr>
        <w:t>ČSN 72 1006 – Kontrola zhutnění zemin a sypanin</w:t>
      </w:r>
    </w:p>
    <w:p w:rsidR="00AB0170" w:rsidRPr="0055758C" w:rsidRDefault="00AB0170" w:rsidP="00AB0170">
      <w:pPr>
        <w:numPr>
          <w:ilvl w:val="0"/>
          <w:numId w:val="30"/>
        </w:numPr>
        <w:ind w:left="142" w:firstLine="0"/>
        <w:rPr>
          <w:rFonts w:cs="Arial"/>
          <w:sz w:val="20"/>
        </w:rPr>
      </w:pPr>
      <w:r w:rsidRPr="0055758C">
        <w:rPr>
          <w:rFonts w:cs="Arial"/>
          <w:sz w:val="20"/>
        </w:rPr>
        <w:t>ČSN 73 6005 – Prostorové uspořádání sítí technického vybavení</w:t>
      </w:r>
    </w:p>
    <w:p w:rsidR="00AB0170" w:rsidRPr="0055758C" w:rsidRDefault="00AB0170" w:rsidP="00AB0170">
      <w:pPr>
        <w:numPr>
          <w:ilvl w:val="0"/>
          <w:numId w:val="30"/>
        </w:numPr>
        <w:ind w:left="142" w:firstLine="0"/>
        <w:rPr>
          <w:rFonts w:cs="Arial"/>
          <w:sz w:val="20"/>
        </w:rPr>
      </w:pPr>
      <w:r w:rsidRPr="0055758C">
        <w:rPr>
          <w:rFonts w:cs="Arial"/>
          <w:sz w:val="20"/>
        </w:rPr>
        <w:t>ČSN 75 6101 - Stokové sítě a kanalizační přípojky</w:t>
      </w:r>
    </w:p>
    <w:p w:rsidR="00AB0170" w:rsidRPr="0055758C" w:rsidRDefault="00AB0170" w:rsidP="00AB0170">
      <w:pPr>
        <w:numPr>
          <w:ilvl w:val="0"/>
          <w:numId w:val="30"/>
        </w:numPr>
        <w:ind w:left="142" w:firstLine="0"/>
        <w:rPr>
          <w:rFonts w:cs="Arial"/>
          <w:sz w:val="20"/>
        </w:rPr>
      </w:pPr>
      <w:r w:rsidRPr="0055758C">
        <w:rPr>
          <w:rFonts w:cs="Arial"/>
          <w:sz w:val="20"/>
        </w:rPr>
        <w:t xml:space="preserve">ČSN 75 6909 - Zkoušky vodotěsnosti stok </w:t>
      </w:r>
    </w:p>
    <w:p w:rsidR="00AB0170" w:rsidRPr="0055758C" w:rsidRDefault="00AB0170" w:rsidP="00AB0170">
      <w:pPr>
        <w:numPr>
          <w:ilvl w:val="0"/>
          <w:numId w:val="30"/>
        </w:numPr>
        <w:ind w:left="142" w:firstLine="0"/>
        <w:rPr>
          <w:rFonts w:cs="Arial"/>
          <w:sz w:val="20"/>
        </w:rPr>
      </w:pPr>
      <w:r w:rsidRPr="0055758C">
        <w:rPr>
          <w:rFonts w:cs="Arial"/>
          <w:sz w:val="20"/>
        </w:rPr>
        <w:t>ČSN 75 6760 – Vnitřní kanalizace</w:t>
      </w:r>
    </w:p>
    <w:p w:rsidR="00AB0170" w:rsidRPr="0055758C" w:rsidRDefault="00AB0170" w:rsidP="00AB0170">
      <w:pPr>
        <w:numPr>
          <w:ilvl w:val="0"/>
          <w:numId w:val="30"/>
        </w:numPr>
        <w:ind w:left="142" w:firstLine="0"/>
        <w:rPr>
          <w:rFonts w:cs="Arial"/>
          <w:sz w:val="20"/>
        </w:rPr>
      </w:pPr>
      <w:r w:rsidRPr="0055758C">
        <w:rPr>
          <w:rFonts w:cs="Arial"/>
          <w:sz w:val="20"/>
        </w:rPr>
        <w:t>Zákon č. 254/2001 Sb. o vodách a o změně některých zákonů v platném znění</w:t>
      </w:r>
    </w:p>
    <w:p w:rsidR="00AB0170" w:rsidRPr="0055758C" w:rsidRDefault="00AB0170" w:rsidP="00AB0170">
      <w:pPr>
        <w:numPr>
          <w:ilvl w:val="0"/>
          <w:numId w:val="30"/>
        </w:numPr>
        <w:ind w:left="142" w:firstLine="0"/>
        <w:rPr>
          <w:rFonts w:cs="Arial"/>
          <w:sz w:val="20"/>
        </w:rPr>
      </w:pPr>
      <w:r w:rsidRPr="0055758C">
        <w:rPr>
          <w:rFonts w:cs="Arial"/>
          <w:sz w:val="20"/>
        </w:rPr>
        <w:t xml:space="preserve">Zákon č. 274/2001 Sb. o vodovodech a kanalizacích pro veřejnou potřebu v platném </w:t>
      </w:r>
    </w:p>
    <w:p w:rsidR="00AB0170" w:rsidRPr="0055758C" w:rsidRDefault="00AB0170" w:rsidP="00AB0170">
      <w:pPr>
        <w:ind w:left="142" w:firstLine="567"/>
        <w:rPr>
          <w:rFonts w:cs="Arial"/>
          <w:sz w:val="20"/>
        </w:rPr>
      </w:pPr>
      <w:r w:rsidRPr="0055758C">
        <w:rPr>
          <w:rFonts w:cs="Arial"/>
          <w:sz w:val="20"/>
        </w:rPr>
        <w:t>znění</w:t>
      </w:r>
    </w:p>
    <w:p w:rsidR="00AB0170" w:rsidRPr="0055758C" w:rsidRDefault="00AB0170" w:rsidP="00AB0170">
      <w:pPr>
        <w:numPr>
          <w:ilvl w:val="0"/>
          <w:numId w:val="30"/>
        </w:numPr>
        <w:ind w:left="142" w:firstLine="0"/>
        <w:rPr>
          <w:rFonts w:cs="Arial"/>
          <w:sz w:val="20"/>
        </w:rPr>
      </w:pPr>
      <w:r w:rsidRPr="0055758C">
        <w:rPr>
          <w:rFonts w:cs="Arial"/>
          <w:sz w:val="20"/>
        </w:rPr>
        <w:t>Zákon č. 185/2001 Sb. O odpadech v odpadovém hospodářství v platném znění</w:t>
      </w:r>
    </w:p>
    <w:p w:rsidR="00AB0170" w:rsidRPr="0055758C" w:rsidRDefault="00AB0170" w:rsidP="00AB0170">
      <w:pPr>
        <w:numPr>
          <w:ilvl w:val="0"/>
          <w:numId w:val="30"/>
        </w:numPr>
        <w:ind w:left="142" w:firstLine="0"/>
        <w:rPr>
          <w:rFonts w:cs="Arial"/>
          <w:sz w:val="20"/>
        </w:rPr>
      </w:pPr>
      <w:r w:rsidRPr="0055758C">
        <w:rPr>
          <w:rFonts w:cs="Arial"/>
          <w:sz w:val="20"/>
        </w:rPr>
        <w:t xml:space="preserve">Vyhláška č. 428/2001 Sb. kterou se provádí zákon č. 274/2001 Sb., o vodovodech a </w:t>
      </w:r>
    </w:p>
    <w:p w:rsidR="00AB0170" w:rsidRPr="0055758C" w:rsidRDefault="00AB0170" w:rsidP="00AB0170">
      <w:pPr>
        <w:ind w:left="142" w:firstLine="567"/>
        <w:rPr>
          <w:rFonts w:cs="Arial"/>
          <w:sz w:val="20"/>
        </w:rPr>
      </w:pPr>
      <w:r w:rsidRPr="0055758C">
        <w:rPr>
          <w:rFonts w:cs="Arial"/>
          <w:sz w:val="20"/>
        </w:rPr>
        <w:t xml:space="preserve">kanalizacích pro veřejnou potřebu a o změně některých zákonů (zákon o vodovodech a </w:t>
      </w:r>
    </w:p>
    <w:p w:rsidR="00AB0170" w:rsidRDefault="00AB0170" w:rsidP="00AB0170">
      <w:pPr>
        <w:ind w:left="142" w:firstLine="567"/>
        <w:rPr>
          <w:rFonts w:cs="Arial"/>
          <w:sz w:val="20"/>
        </w:rPr>
      </w:pPr>
      <w:r w:rsidRPr="0055758C">
        <w:rPr>
          <w:rFonts w:cs="Arial"/>
          <w:sz w:val="20"/>
        </w:rPr>
        <w:t xml:space="preserve">kanalizacích) </w:t>
      </w:r>
      <w:bookmarkEnd w:id="49"/>
      <w:r w:rsidRPr="0055758C">
        <w:rPr>
          <w:rFonts w:cs="Arial"/>
          <w:sz w:val="20"/>
        </w:rPr>
        <w:t>v platném znění</w:t>
      </w:r>
    </w:p>
    <w:p w:rsidR="00E421B9" w:rsidRDefault="00E421B9" w:rsidP="00AB0170">
      <w:pPr>
        <w:ind w:left="142" w:firstLine="567"/>
        <w:rPr>
          <w:rFonts w:cs="Arial"/>
          <w:sz w:val="20"/>
        </w:rPr>
      </w:pPr>
    </w:p>
    <w:p w:rsidR="00E421B9" w:rsidRDefault="00E421B9" w:rsidP="00AB0170">
      <w:pPr>
        <w:ind w:left="142" w:firstLine="567"/>
        <w:rPr>
          <w:rFonts w:cs="Arial"/>
          <w:sz w:val="20"/>
        </w:rPr>
      </w:pPr>
    </w:p>
    <w:p w:rsidR="00E421B9" w:rsidRPr="0055758C" w:rsidRDefault="00E421B9" w:rsidP="00AB0170">
      <w:pPr>
        <w:ind w:left="142" w:firstLine="567"/>
        <w:rPr>
          <w:rFonts w:cs="Arial"/>
          <w:sz w:val="20"/>
        </w:rPr>
      </w:pPr>
    </w:p>
    <w:p w:rsidR="00C1011C" w:rsidRPr="0055758C" w:rsidRDefault="00C1011C" w:rsidP="00C1011C">
      <w:pPr>
        <w:rPr>
          <w:sz w:val="20"/>
        </w:rPr>
      </w:pPr>
    </w:p>
    <w:p w:rsidR="00C1011C" w:rsidRPr="0055758C" w:rsidRDefault="00C1011C" w:rsidP="00C1011C">
      <w:pPr>
        <w:rPr>
          <w:b/>
          <w:i/>
          <w:sz w:val="20"/>
        </w:rPr>
      </w:pPr>
      <w:r w:rsidRPr="0055758C">
        <w:rPr>
          <w:b/>
          <w:i/>
          <w:sz w:val="20"/>
        </w:rPr>
        <w:lastRenderedPageBreak/>
        <w:t>Literatura</w:t>
      </w:r>
    </w:p>
    <w:p w:rsidR="00C1011C" w:rsidRPr="0055758C" w:rsidRDefault="00C1011C" w:rsidP="00C1011C">
      <w:pPr>
        <w:pStyle w:val="Odstavecseseznamem"/>
        <w:numPr>
          <w:ilvl w:val="0"/>
          <w:numId w:val="30"/>
        </w:numPr>
        <w:spacing w:after="0" w:line="240" w:lineRule="auto"/>
        <w:ind w:left="284" w:hanging="284"/>
        <w:rPr>
          <w:sz w:val="20"/>
          <w:szCs w:val="20"/>
        </w:rPr>
      </w:pPr>
      <w:r w:rsidRPr="0055758C">
        <w:rPr>
          <w:sz w:val="20"/>
          <w:szCs w:val="20"/>
        </w:rPr>
        <w:t>Stavební zákon č. 183/2006 Sb. o územním plánování a stavebním řádu, ve znění pozdějších předpisů</w:t>
      </w:r>
    </w:p>
    <w:p w:rsidR="00C1011C" w:rsidRPr="0055758C" w:rsidRDefault="00C1011C" w:rsidP="00C1011C">
      <w:pPr>
        <w:rPr>
          <w:sz w:val="20"/>
        </w:rPr>
      </w:pPr>
    </w:p>
    <w:p w:rsidR="00C1011C" w:rsidRPr="0055758C" w:rsidRDefault="00C1011C" w:rsidP="00C1011C">
      <w:pPr>
        <w:rPr>
          <w:b/>
          <w:i/>
          <w:sz w:val="20"/>
        </w:rPr>
      </w:pPr>
      <w:r w:rsidRPr="0055758C">
        <w:rPr>
          <w:b/>
          <w:i/>
          <w:sz w:val="20"/>
        </w:rPr>
        <w:t>Výpočetní programy</w:t>
      </w:r>
    </w:p>
    <w:p w:rsidR="00C1011C" w:rsidRPr="0055758C" w:rsidRDefault="00C1011C" w:rsidP="00C1011C">
      <w:pPr>
        <w:pStyle w:val="Odstavecseseznamem"/>
        <w:numPr>
          <w:ilvl w:val="0"/>
          <w:numId w:val="30"/>
        </w:numPr>
        <w:spacing w:after="0" w:line="240" w:lineRule="auto"/>
        <w:ind w:left="284" w:hanging="284"/>
        <w:rPr>
          <w:sz w:val="20"/>
          <w:szCs w:val="20"/>
        </w:rPr>
      </w:pPr>
      <w:r w:rsidRPr="0055758C">
        <w:rPr>
          <w:sz w:val="20"/>
          <w:szCs w:val="20"/>
        </w:rPr>
        <w:t>AUTOCAD, Winplan, Microsoft Office</w:t>
      </w:r>
    </w:p>
    <w:p w:rsidR="00C1011C" w:rsidRPr="0055758C" w:rsidRDefault="00C1011C" w:rsidP="00C1011C"/>
    <w:p w:rsidR="00C1011C" w:rsidRPr="0055758C" w:rsidRDefault="0012028A" w:rsidP="0012028A">
      <w:pPr>
        <w:pStyle w:val="Nadpis1"/>
        <w:numPr>
          <w:ilvl w:val="0"/>
          <w:numId w:val="0"/>
        </w:numPr>
      </w:pPr>
      <w:bookmarkStart w:id="50" w:name="_Toc476631484"/>
      <w:r>
        <w:t xml:space="preserve">10   </w:t>
      </w:r>
      <w:r w:rsidR="00C1011C" w:rsidRPr="0055758C">
        <w:t>Závěr</w:t>
      </w:r>
      <w:bookmarkEnd w:id="50"/>
    </w:p>
    <w:p w:rsidR="00284074" w:rsidRPr="0055758C" w:rsidRDefault="00C1011C" w:rsidP="006C1D18">
      <w:pPr>
        <w:pStyle w:val="Zkladntext"/>
        <w:jc w:val="both"/>
        <w:rPr>
          <w:rFonts w:cs="Arial"/>
          <w:bCs/>
          <w:sz w:val="20"/>
        </w:rPr>
      </w:pPr>
      <w:r w:rsidRPr="0055758C">
        <w:rPr>
          <w:rFonts w:cs="Arial"/>
          <w:bCs/>
          <w:sz w:val="20"/>
        </w:rPr>
        <w:t>Před započetím prací je nutné, aby všichni majitelé všech podzemních vedení vytýčili svá podzemní vedení přímo v terénu. Při výstavbě je nutno dodržovat běžné podmínky bezpečnosti práce na stavbě a podmínky bezpečnosti prác</w:t>
      </w:r>
      <w:r w:rsidR="006C1D18" w:rsidRPr="0055758C">
        <w:rPr>
          <w:rFonts w:cs="Arial"/>
          <w:bCs/>
          <w:sz w:val="20"/>
        </w:rPr>
        <w:t>e a pohybu v areálu staveniště.</w:t>
      </w:r>
    </w:p>
    <w:p w:rsidR="00284074" w:rsidRPr="0055758C" w:rsidRDefault="00284074" w:rsidP="00284074">
      <w:pPr>
        <w:pStyle w:val="Zkladntext"/>
        <w:spacing w:after="0"/>
        <w:jc w:val="both"/>
        <w:rPr>
          <w:rFonts w:cs="Arial"/>
          <w:sz w:val="20"/>
        </w:rPr>
      </w:pPr>
      <w:r w:rsidRPr="0055758C">
        <w:rPr>
          <w:rFonts w:cs="Arial"/>
          <w:sz w:val="20"/>
        </w:rPr>
        <w:t xml:space="preserve">Teprve po uvedení stavby do provozu bude možné, aby se napojili jednotliví producenti odpadních vod.  </w:t>
      </w:r>
    </w:p>
    <w:p w:rsidR="00284074" w:rsidRDefault="00284074" w:rsidP="00284074">
      <w:pPr>
        <w:jc w:val="both"/>
        <w:rPr>
          <w:sz w:val="20"/>
        </w:rPr>
      </w:pPr>
      <w:r w:rsidRPr="0055758C">
        <w:rPr>
          <w:sz w:val="20"/>
        </w:rPr>
        <w:t>Při napojování odpadních vod z jednotlivých nemovitostí budou zrušeny septiky a žumpy (toto zrušení si zajišťují jednotliví připojovaní producenti odpadních vod).</w:t>
      </w:r>
      <w:r w:rsidRPr="00284074">
        <w:rPr>
          <w:sz w:val="20"/>
        </w:rPr>
        <w:t xml:space="preserve"> </w:t>
      </w:r>
    </w:p>
    <w:p w:rsidR="00284074" w:rsidRDefault="00284074" w:rsidP="00284074">
      <w:pPr>
        <w:jc w:val="both"/>
        <w:rPr>
          <w:sz w:val="20"/>
        </w:rPr>
      </w:pPr>
    </w:p>
    <w:p w:rsidR="00284074" w:rsidRPr="006849C7" w:rsidRDefault="00284074" w:rsidP="00C1011C">
      <w:pPr>
        <w:rPr>
          <w:rFonts w:cs="Arial"/>
          <w:i/>
          <w:sz w:val="20"/>
        </w:rPr>
      </w:pPr>
    </w:p>
    <w:sectPr w:rsidR="00284074" w:rsidRPr="006849C7"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AA8" w:rsidRDefault="00FA6AA8" w:rsidP="00207A11">
      <w:r>
        <w:separator/>
      </w:r>
    </w:p>
  </w:endnote>
  <w:endnote w:type="continuationSeparator" w:id="0">
    <w:p w:rsidR="00FA6AA8" w:rsidRDefault="00FA6AA8"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9710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25963314"/>
              <w:text/>
            </w:sdtPr>
            <w:sdtEndPr/>
            <w:sdtContent>
              <w:r>
                <w:rPr>
                  <w:caps/>
                  <w:color w:val="000000" w:themeColor="text1"/>
                  <w:sz w:val="12"/>
                  <w:szCs w:val="12"/>
                </w:rPr>
                <w:t xml:space="preserve">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9490466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01284735"/>
              <w:showingPlcHdr/>
              <w:text/>
            </w:sdtPr>
            <w:sdtEnd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387413569"/>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09710A">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9710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E421B9">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4136484"/>
              <w:text/>
            </w:sdtPr>
            <w:sdtEndPr/>
            <w:sdtContent>
              <w:r>
                <w:rPr>
                  <w:caps/>
                  <w:color w:val="000000" w:themeColor="text1"/>
                  <w:sz w:val="12"/>
                  <w:szCs w:val="12"/>
                </w:rPr>
                <w:t>2</w:t>
              </w:r>
              <w:r w:rsidR="00E421B9">
                <w:rPr>
                  <w:caps/>
                  <w:color w:val="000000" w:themeColor="text1"/>
                  <w:sz w:val="12"/>
                  <w:szCs w:val="12"/>
                </w:rPr>
                <w:t>2</w:t>
              </w:r>
              <w:r>
                <w:rPr>
                  <w:caps/>
                  <w:color w:val="000000" w:themeColor="text1"/>
                  <w:sz w:val="12"/>
                  <w:szCs w:val="12"/>
                </w:rPr>
                <w:t xml:space="preserve"> </w:t>
              </w:r>
              <w:r w:rsidR="00E421B9">
                <w:rPr>
                  <w:caps/>
                  <w:color w:val="000000" w:themeColor="text1"/>
                  <w:sz w:val="12"/>
                  <w:szCs w:val="12"/>
                </w:rPr>
                <w:t>0</w:t>
              </w:r>
              <w:r>
                <w:rPr>
                  <w:caps/>
                  <w:color w:val="000000" w:themeColor="text1"/>
                  <w:sz w:val="12"/>
                  <w:szCs w:val="12"/>
                </w:rPr>
                <w:t>05</w:t>
              </w:r>
              <w:r w:rsidR="00E421B9">
                <w:rPr>
                  <w:caps/>
                  <w:color w:val="000000" w:themeColor="text1"/>
                  <w:sz w:val="12"/>
                  <w:szCs w:val="12"/>
                </w:rPr>
                <w:t>4</w:t>
              </w:r>
              <w:r>
                <w:rPr>
                  <w:caps/>
                  <w:color w:val="000000" w:themeColor="text1"/>
                  <w:sz w:val="12"/>
                  <w:szCs w:val="12"/>
                </w:rPr>
                <w:t xml:space="preserve"> 0101</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2785514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E421B9">
          <w:pPr>
            <w:pStyle w:val="Zpat"/>
            <w:ind w:right="142"/>
            <w:rPr>
              <w:bCs/>
              <w:color w:val="000000" w:themeColor="text1"/>
              <w:sz w:val="12"/>
              <w:szCs w:val="12"/>
            </w:rPr>
          </w:pPr>
          <w:r w:rsidRPr="00B40E75">
            <w:rPr>
              <w:color w:val="000000" w:themeColor="text1"/>
              <w:sz w:val="12"/>
              <w:szCs w:val="12"/>
            </w:rPr>
            <w:t>ARCHIVNÍ ČÍSLO:</w:t>
          </w:r>
          <w:sdt>
            <w:sdtPr>
              <w:rPr>
                <w:color w:val="000000" w:themeColor="text1"/>
                <w:sz w:val="12"/>
                <w:szCs w:val="12"/>
              </w:rPr>
              <w:alias w:val="Archivní číslo"/>
              <w:tag w:val="Poc"/>
              <w:id w:val="-2072177414"/>
              <w:text/>
            </w:sdtPr>
            <w:sdtEndPr/>
            <w:sdtContent>
              <w:r w:rsidR="00705E36">
                <w:rPr>
                  <w:color w:val="000000" w:themeColor="text1"/>
                  <w:sz w:val="12"/>
                  <w:szCs w:val="12"/>
                </w:rPr>
                <w:t xml:space="preserve"> </w:t>
              </w:r>
              <w:r w:rsidR="00E421B9">
                <w:rPr>
                  <w:color w:val="000000" w:themeColor="text1"/>
                  <w:sz w:val="12"/>
                  <w:szCs w:val="12"/>
                </w:rPr>
                <w:t>001</w:t>
              </w:r>
              <w:r>
                <w:rPr>
                  <w:color w:val="000000" w:themeColor="text1"/>
                  <w:sz w:val="12"/>
                  <w:szCs w:val="12"/>
                </w:rPr>
                <w:t>/</w:t>
              </w:r>
              <w:r w:rsidR="00E421B9">
                <w:rPr>
                  <w:color w:val="000000" w:themeColor="text1"/>
                  <w:sz w:val="12"/>
                  <w:szCs w:val="12"/>
                </w:rPr>
                <w:t>20</w:t>
              </w:r>
              <w:r>
                <w:rPr>
                  <w:color w:val="000000" w:themeColor="text1"/>
                  <w:sz w:val="12"/>
                  <w:szCs w:val="12"/>
                </w:rPr>
                <w:t>/3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854194"/>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9710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840861"/>
              <w:text/>
            </w:sdtPr>
            <w:sdtEnd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95059382"/>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447043647"/>
              <w:text/>
            </w:sdtPr>
            <w:sdtEndPr/>
            <w:sdtContent>
              <w:r>
                <w:rPr>
                  <w:color w:val="000000" w:themeColor="text1"/>
                  <w:sz w:val="12"/>
                  <w:szCs w:val="12"/>
                </w:rPr>
                <w:t>0108/13/3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380675315"/>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AA8" w:rsidRDefault="00FA6AA8" w:rsidP="00207A11">
      <w:r>
        <w:separator/>
      </w:r>
    </w:p>
  </w:footnote>
  <w:footnote w:type="continuationSeparator" w:id="0">
    <w:p w:rsidR="00FA6AA8" w:rsidRDefault="00FA6AA8"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95F952D" wp14:editId="22EA9F1D">
              <wp:extent cx="683895" cy="199390"/>
              <wp:effectExtent l="1905" t="6985" r="0" b="3175"/>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60AE7E9D" id="Plátno 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09710A" w:rsidP="00937372">
          <w:pPr>
            <w:tabs>
              <w:tab w:val="right" w:pos="8505"/>
            </w:tabs>
            <w:rPr>
              <w:color w:val="000000" w:themeColor="text1"/>
              <w:sz w:val="12"/>
              <w:szCs w:val="12"/>
            </w:rPr>
          </w:pPr>
          <w:sdt>
            <w:sdtPr>
              <w:rPr>
                <w:color w:val="000000" w:themeColor="text1"/>
                <w:sz w:val="12"/>
                <w:szCs w:val="12"/>
              </w:rPr>
              <w:alias w:val="Název dokumentace 1"/>
              <w:tag w:val="NazevDok"/>
              <w:id w:val="-571963930"/>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9066536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1264960503"/>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997931575"/>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672254839"/>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09710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918371446"/>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color w:val="000000" w:themeColor="text1"/>
                <w:sz w:val="12"/>
                <w:szCs w:val="12"/>
              </w:rPr>
              <w:alias w:val="Stupeň"/>
              <w:tag w:val="StupenZ"/>
              <w:id w:val="764345815"/>
              <w:showingPlcHdr/>
              <w:text/>
            </w:sdtPr>
            <w:sdtEndPr/>
            <w:sdtContent>
              <w:r w:rsidR="00AE2F5D" w:rsidRPr="00AE3921">
                <w:rPr>
                  <w:color w:val="000000" w:themeColor="text1"/>
                  <w:sz w:val="12"/>
                  <w:szCs w:val="12"/>
                </w:rPr>
                <w:t xml:space="preserve"> </w:t>
              </w:r>
            </w:sdtContent>
          </w:sdt>
        </w:p>
      </w:tc>
    </w:tr>
  </w:tbl>
  <w:p w:rsidR="00AE2F5D" w:rsidRDefault="0009710A" w:rsidP="00CA337C">
    <w:pPr>
      <w:pStyle w:val="Zhlav"/>
      <w:spacing w:before="60"/>
      <w:rPr>
        <w:bCs/>
        <w:color w:val="000000" w:themeColor="text1"/>
        <w:sz w:val="12"/>
        <w:szCs w:val="12"/>
      </w:rPr>
    </w:pPr>
    <w:sdt>
      <w:sdtPr>
        <w:rPr>
          <w:bCs/>
          <w:color w:val="000000" w:themeColor="text1"/>
          <w:sz w:val="12"/>
          <w:szCs w:val="12"/>
        </w:rPr>
        <w:alias w:val="Část stavby"/>
        <w:tag w:val="CastSt"/>
        <w:id w:val="-196943377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014847418"/>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1CD991D" wp14:editId="2777DC81">
              <wp:extent cx="683895" cy="199390"/>
              <wp:effectExtent l="1905" t="6985" r="0" b="3175"/>
              <wp:docPr id="8" name="Plát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7F65053" id="Plátno 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09710A" w:rsidP="00D9195B">
          <w:pPr>
            <w:tabs>
              <w:tab w:val="right" w:pos="8505"/>
            </w:tabs>
            <w:rPr>
              <w:color w:val="000000" w:themeColor="text1"/>
              <w:sz w:val="12"/>
              <w:szCs w:val="12"/>
            </w:rPr>
          </w:pPr>
          <w:sdt>
            <w:sdtPr>
              <w:rPr>
                <w:color w:val="000000" w:themeColor="text1"/>
                <w:sz w:val="12"/>
                <w:szCs w:val="12"/>
              </w:rPr>
              <w:alias w:val="Název dokumentace 1"/>
              <w:tag w:val="NazevDok"/>
              <w:id w:val="559300598"/>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5583762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2057035115"/>
              <w:text/>
            </w:sdtPr>
            <w:sdtEndPr/>
            <w:sdtContent>
              <w:r w:rsidR="00FF1DC6">
                <w:rPr>
                  <w:color w:val="000000" w:themeColor="text1"/>
                  <w:sz w:val="12"/>
                  <w:szCs w:val="12"/>
                </w:rPr>
                <w:t>D.1.</w:t>
              </w:r>
              <w:r w:rsidR="00D9195B">
                <w:rPr>
                  <w:color w:val="000000" w:themeColor="text1"/>
                  <w:sz w:val="12"/>
                  <w:szCs w:val="12"/>
                </w:rPr>
                <w:t>6</w:t>
              </w:r>
              <w:r w:rsidR="00AE2F5D">
                <w:rPr>
                  <w:color w:val="000000" w:themeColor="text1"/>
                  <w:sz w:val="12"/>
                  <w:szCs w:val="12"/>
                </w:rPr>
                <w:t>.1</w:t>
              </w:r>
              <w:r w:rsidR="00FF1DC6">
                <w:rPr>
                  <w:color w:val="000000" w:themeColor="text1"/>
                  <w:sz w:val="12"/>
                  <w:szCs w:val="12"/>
                </w:rPr>
                <w:t xml:space="preserve"> Technická zpráva      SO </w:t>
              </w:r>
              <w:r w:rsidR="00D9195B">
                <w:rPr>
                  <w:color w:val="000000" w:themeColor="text1"/>
                  <w:sz w:val="12"/>
                  <w:szCs w:val="12"/>
                </w:rPr>
                <w:t>06</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069881609"/>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268548353"/>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09710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32567606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color w:val="000000" w:themeColor="text1"/>
                <w:sz w:val="12"/>
                <w:szCs w:val="12"/>
              </w:rPr>
              <w:alias w:val="Stupeň"/>
              <w:tag w:val="StupenZ"/>
              <w:id w:val="706301135"/>
              <w:showingPlcHdr/>
              <w:text/>
            </w:sdtPr>
            <w:sdtEndPr/>
            <w:sdtContent>
              <w:r w:rsidR="00AE2F5D" w:rsidRPr="00AE3921">
                <w:rPr>
                  <w:color w:val="000000" w:themeColor="text1"/>
                  <w:sz w:val="12"/>
                  <w:szCs w:val="12"/>
                </w:rPr>
                <w:t xml:space="preserve"> </w:t>
              </w:r>
            </w:sdtContent>
          </w:sdt>
        </w:p>
      </w:tc>
    </w:tr>
  </w:tbl>
  <w:p w:rsidR="00AE2F5D" w:rsidRDefault="0009710A" w:rsidP="00CA337C">
    <w:pPr>
      <w:pStyle w:val="Zhlav"/>
      <w:spacing w:before="60"/>
      <w:rPr>
        <w:bCs/>
        <w:color w:val="000000" w:themeColor="text1"/>
        <w:sz w:val="12"/>
        <w:szCs w:val="12"/>
      </w:rPr>
    </w:pPr>
    <w:sdt>
      <w:sdtPr>
        <w:rPr>
          <w:bCs/>
          <w:color w:val="000000" w:themeColor="text1"/>
          <w:sz w:val="12"/>
          <w:szCs w:val="12"/>
        </w:rPr>
        <w:alias w:val="Část stavby"/>
        <w:tag w:val="CastSt"/>
        <w:id w:val="20911704"/>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783299762"/>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C4352F9" wp14:editId="4DD30A79">
              <wp:extent cx="683895" cy="199390"/>
              <wp:effectExtent l="1905" t="6985" r="0" b="31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306636D" id="Plátno 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09710A" w:rsidP="00937372">
          <w:pPr>
            <w:tabs>
              <w:tab w:val="right" w:pos="8505"/>
            </w:tabs>
            <w:rPr>
              <w:color w:val="000000" w:themeColor="text1"/>
              <w:sz w:val="12"/>
              <w:szCs w:val="12"/>
            </w:rPr>
          </w:pPr>
          <w:sdt>
            <w:sdtPr>
              <w:rPr>
                <w:color w:val="000000" w:themeColor="text1"/>
                <w:sz w:val="12"/>
                <w:szCs w:val="12"/>
              </w:rPr>
              <w:alias w:val="Název dokumentace 1"/>
              <w:tag w:val="NazevDok"/>
              <w:id w:val="-1848621635"/>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09710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09710A" w:rsidP="00937372">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EndPr/>
            <w:sdtContent>
              <w:r w:rsidR="00AE2F5D" w:rsidRPr="00AE3921">
                <w:rPr>
                  <w:color w:val="000000" w:themeColor="text1"/>
                  <w:sz w:val="12"/>
                  <w:szCs w:val="12"/>
                </w:rPr>
                <w:t xml:space="preserve"> </w:t>
              </w:r>
            </w:sdtContent>
          </w:sdt>
        </w:p>
      </w:tc>
    </w:tr>
  </w:tbl>
  <w:p w:rsidR="00AE2F5D" w:rsidRDefault="0009710A" w:rsidP="00CA337C">
    <w:pPr>
      <w:pStyle w:val="Zhlav"/>
      <w:spacing w:before="60"/>
      <w:rPr>
        <w:bCs/>
        <w:color w:val="000000" w:themeColor="text1"/>
        <w:sz w:val="12"/>
        <w:szCs w:val="12"/>
      </w:rPr>
    </w:pPr>
    <w:sdt>
      <w:sdtPr>
        <w:rPr>
          <w:bCs/>
          <w:color w:val="000000" w:themeColor="text1"/>
          <w:sz w:val="12"/>
          <w:szCs w:val="12"/>
        </w:rPr>
        <w:alias w:val="Část stavby"/>
        <w:tag w:val="CastSt"/>
        <w:id w:val="155804070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831833797"/>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7368008A"/>
    <w:lvl w:ilvl="0">
      <w:start w:val="1"/>
      <w:numFmt w:val="lowerLetter"/>
      <w:lvlText w:val="%1"/>
      <w:lvlJc w:val="left"/>
      <w:pPr>
        <w:tabs>
          <w:tab w:val="num" w:pos="360"/>
        </w:tabs>
        <w:ind w:left="0" w:firstLine="0"/>
      </w:pPr>
      <w:rPr>
        <w:rFonts w:hint="default"/>
        <w:caps w:val="0"/>
        <w:u w:val="none"/>
      </w:rPr>
    </w:lvl>
    <w:lvl w:ilvl="1">
      <w:start w:val="1"/>
      <w:numFmt w:val="decimal"/>
      <w:lvlText w:val="%1.%2"/>
      <w:lvlJc w:val="left"/>
      <w:pPr>
        <w:tabs>
          <w:tab w:val="num" w:pos="360"/>
        </w:tabs>
        <w:ind w:left="0" w:firstLine="0"/>
      </w:pPr>
      <w:rPr>
        <w:rFonts w:hint="default"/>
        <w:u w:val="none"/>
      </w:rPr>
    </w:lvl>
    <w:lvl w:ilvl="2">
      <w:start w:val="1"/>
      <w:numFmt w:val="decimal"/>
      <w:lvlText w:val="%1.%2.%3"/>
      <w:lvlJc w:val="left"/>
      <w:pPr>
        <w:tabs>
          <w:tab w:val="num" w:pos="72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0F9066D"/>
    <w:multiLevelType w:val="hybridMultilevel"/>
    <w:tmpl w:val="0080A626"/>
    <w:lvl w:ilvl="0" w:tplc="DBC832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27350"/>
    <w:multiLevelType w:val="hybridMultilevel"/>
    <w:tmpl w:val="0CAEBF16"/>
    <w:lvl w:ilvl="0" w:tplc="04050003">
      <w:start w:val="1"/>
      <w:numFmt w:val="bullet"/>
      <w:lvlText w:val="o"/>
      <w:lvlJc w:val="left"/>
      <w:pPr>
        <w:tabs>
          <w:tab w:val="num" w:pos="540"/>
        </w:tabs>
        <w:ind w:left="540" w:hanging="360"/>
      </w:pPr>
      <w:rPr>
        <w:rFonts w:ascii="Courier New" w:hAnsi="Courier New"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06785919"/>
    <w:multiLevelType w:val="hybridMultilevel"/>
    <w:tmpl w:val="2A661228"/>
    <w:lvl w:ilvl="0" w:tplc="FAAC3832">
      <w:start w:val="1"/>
      <w:numFmt w:val="lowerLetter"/>
      <w:lvlText w:val="%1)"/>
      <w:lvlJc w:val="left"/>
      <w:pPr>
        <w:ind w:left="927" w:hanging="360"/>
      </w:pPr>
      <w:rPr>
        <w:rFonts w:cs="Times New Roman" w:hint="default"/>
        <w:b/>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4" w15:restartNumberingAfterBreak="0">
    <w:nsid w:val="07BC7574"/>
    <w:multiLevelType w:val="hybridMultilevel"/>
    <w:tmpl w:val="653C3068"/>
    <w:lvl w:ilvl="0" w:tplc="60284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7559B4"/>
    <w:multiLevelType w:val="singleLevel"/>
    <w:tmpl w:val="0405000F"/>
    <w:lvl w:ilvl="0">
      <w:start w:val="3"/>
      <w:numFmt w:val="decimal"/>
      <w:lvlText w:val="%1."/>
      <w:lvlJc w:val="left"/>
      <w:pPr>
        <w:tabs>
          <w:tab w:val="num" w:pos="360"/>
        </w:tabs>
        <w:ind w:left="360" w:hanging="360"/>
      </w:pPr>
      <w:rPr>
        <w:rFonts w:hint="default"/>
      </w:rPr>
    </w:lvl>
  </w:abstractNum>
  <w:abstractNum w:abstractNumId="16" w15:restartNumberingAfterBreak="0">
    <w:nsid w:val="1A876C7A"/>
    <w:multiLevelType w:val="hybridMultilevel"/>
    <w:tmpl w:val="B80C2DFA"/>
    <w:lvl w:ilvl="0" w:tplc="CC3A5E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625B64"/>
    <w:multiLevelType w:val="hybridMultilevel"/>
    <w:tmpl w:val="FF645A32"/>
    <w:lvl w:ilvl="0" w:tplc="0660E0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F03A26"/>
    <w:multiLevelType w:val="hybridMultilevel"/>
    <w:tmpl w:val="1BC49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C55D08"/>
    <w:multiLevelType w:val="hybridMultilevel"/>
    <w:tmpl w:val="5A8AF26E"/>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15A3"/>
    <w:multiLevelType w:val="multilevel"/>
    <w:tmpl w:val="9FE6E8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297240"/>
    <w:multiLevelType w:val="hybridMultilevel"/>
    <w:tmpl w:val="A04869AC"/>
    <w:lvl w:ilvl="0" w:tplc="FCBC69F6">
      <w:start w:val="1"/>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7540C07"/>
    <w:multiLevelType w:val="hybridMultilevel"/>
    <w:tmpl w:val="93A00AA0"/>
    <w:lvl w:ilvl="0" w:tplc="7BD4D47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2705F3"/>
    <w:multiLevelType w:val="hybridMultilevel"/>
    <w:tmpl w:val="E8CC71F0"/>
    <w:lvl w:ilvl="0" w:tplc="837E03FC">
      <w:numFmt w:val="bullet"/>
      <w:lvlText w:val=""/>
      <w:lvlJc w:val="left"/>
      <w:pPr>
        <w:tabs>
          <w:tab w:val="num" w:pos="360"/>
        </w:tabs>
        <w:ind w:left="360" w:hanging="360"/>
      </w:pPr>
      <w:rPr>
        <w:rFonts w:ascii="Symbol" w:eastAsia="Times New Roman"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BAE733D"/>
    <w:multiLevelType w:val="hybridMultilevel"/>
    <w:tmpl w:val="C3D67C00"/>
    <w:lvl w:ilvl="0" w:tplc="386C193E">
      <w:start w:val="1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463DEE"/>
    <w:multiLevelType w:val="hybridMultilevel"/>
    <w:tmpl w:val="A8647B0C"/>
    <w:lvl w:ilvl="0" w:tplc="0D0E556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D7468"/>
    <w:multiLevelType w:val="hybridMultilevel"/>
    <w:tmpl w:val="3C8C3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56079E"/>
    <w:multiLevelType w:val="hybridMultilevel"/>
    <w:tmpl w:val="1FF0AF50"/>
    <w:lvl w:ilvl="0" w:tplc="6E286AD6">
      <w:start w:val="10"/>
      <w:numFmt w:val="decimal"/>
      <w:lvlText w:val="%1"/>
      <w:lvlJc w:val="left"/>
      <w:pPr>
        <w:ind w:left="720" w:hanging="360"/>
      </w:pPr>
      <w:rPr>
        <w:rFonts w:ascii="Arial" w:eastAsia="Times New Roman" w:hAnsi="Arial" w:cs="Times New Roman" w:hint="default"/>
        <w:b/>
        <w:color w:val="0000FF"/>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BA7FF9"/>
    <w:multiLevelType w:val="hybridMultilevel"/>
    <w:tmpl w:val="61928FD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69EE27B2"/>
    <w:multiLevelType w:val="hybridMultilevel"/>
    <w:tmpl w:val="3174ADF8"/>
    <w:lvl w:ilvl="0" w:tplc="C960044C">
      <w:start w:val="1"/>
      <w:numFmt w:val="decimal"/>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3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6"/>
  </w:num>
  <w:num w:numId="30">
    <w:abstractNumId w:val="27"/>
  </w:num>
  <w:num w:numId="31">
    <w:abstractNumId w:val="25"/>
  </w:num>
  <w:num w:numId="32">
    <w:abstractNumId w:val="28"/>
  </w:num>
  <w:num w:numId="33">
    <w:abstractNumId w:val="21"/>
  </w:num>
  <w:num w:numId="34">
    <w:abstractNumId w:val="24"/>
  </w:num>
  <w:num w:numId="35">
    <w:abstractNumId w:val="19"/>
  </w:num>
  <w:num w:numId="36">
    <w:abstractNumId w:val="14"/>
  </w:num>
  <w:num w:numId="37">
    <w:abstractNumId w:val="11"/>
  </w:num>
  <w:num w:numId="38">
    <w:abstractNumId w:val="13"/>
  </w:num>
  <w:num w:numId="39">
    <w:abstractNumId w:val="18"/>
  </w:num>
  <w:num w:numId="40">
    <w:abstractNumId w:val="2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12"/>
  </w:num>
  <w:num w:numId="43">
    <w:abstractNumId w:val="10"/>
  </w:num>
  <w:num w:numId="44">
    <w:abstractNumId w:val="31"/>
  </w:num>
  <w:num w:numId="45">
    <w:abstractNumId w:val="20"/>
  </w:num>
  <w:num w:numId="46">
    <w:abstractNumId w:val="17"/>
  </w:num>
  <w:num w:numId="47">
    <w:abstractNumId w:val="23"/>
  </w:num>
  <w:num w:numId="48">
    <w:abstractNumId w:val="29"/>
  </w:num>
  <w:num w:numId="4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20AE"/>
    <w:rsid w:val="00003015"/>
    <w:rsid w:val="00006DA2"/>
    <w:rsid w:val="00012803"/>
    <w:rsid w:val="000135BF"/>
    <w:rsid w:val="00014815"/>
    <w:rsid w:val="0001556B"/>
    <w:rsid w:val="0002044B"/>
    <w:rsid w:val="0002115E"/>
    <w:rsid w:val="0002185A"/>
    <w:rsid w:val="000221B0"/>
    <w:rsid w:val="00033F1B"/>
    <w:rsid w:val="000358AA"/>
    <w:rsid w:val="00046C36"/>
    <w:rsid w:val="00052C95"/>
    <w:rsid w:val="00054218"/>
    <w:rsid w:val="000579AA"/>
    <w:rsid w:val="00062048"/>
    <w:rsid w:val="00063743"/>
    <w:rsid w:val="000643D6"/>
    <w:rsid w:val="00065588"/>
    <w:rsid w:val="0006609B"/>
    <w:rsid w:val="00066AE4"/>
    <w:rsid w:val="000717BD"/>
    <w:rsid w:val="00072B7C"/>
    <w:rsid w:val="00072F40"/>
    <w:rsid w:val="00077945"/>
    <w:rsid w:val="00080905"/>
    <w:rsid w:val="00080C04"/>
    <w:rsid w:val="00083A5C"/>
    <w:rsid w:val="00083CDD"/>
    <w:rsid w:val="00087E83"/>
    <w:rsid w:val="00091AD0"/>
    <w:rsid w:val="00096514"/>
    <w:rsid w:val="0009710A"/>
    <w:rsid w:val="000A07E4"/>
    <w:rsid w:val="000A1555"/>
    <w:rsid w:val="000A186F"/>
    <w:rsid w:val="000A3B81"/>
    <w:rsid w:val="000A3C59"/>
    <w:rsid w:val="000A45E8"/>
    <w:rsid w:val="000B1432"/>
    <w:rsid w:val="000B1C39"/>
    <w:rsid w:val="000B1F4D"/>
    <w:rsid w:val="000B3409"/>
    <w:rsid w:val="000B469B"/>
    <w:rsid w:val="000C5441"/>
    <w:rsid w:val="000C6A0F"/>
    <w:rsid w:val="000C7654"/>
    <w:rsid w:val="000D1DFC"/>
    <w:rsid w:val="000D264A"/>
    <w:rsid w:val="000E6247"/>
    <w:rsid w:val="000E6B24"/>
    <w:rsid w:val="000F2410"/>
    <w:rsid w:val="000F3969"/>
    <w:rsid w:val="000F414C"/>
    <w:rsid w:val="000F4689"/>
    <w:rsid w:val="000F69CD"/>
    <w:rsid w:val="000F6FC0"/>
    <w:rsid w:val="000F75BA"/>
    <w:rsid w:val="00100B56"/>
    <w:rsid w:val="00100BEC"/>
    <w:rsid w:val="00100C31"/>
    <w:rsid w:val="00102C76"/>
    <w:rsid w:val="00105FEA"/>
    <w:rsid w:val="0010737E"/>
    <w:rsid w:val="00111921"/>
    <w:rsid w:val="00113027"/>
    <w:rsid w:val="00113C96"/>
    <w:rsid w:val="0012028A"/>
    <w:rsid w:val="00120D4A"/>
    <w:rsid w:val="0012189D"/>
    <w:rsid w:val="001234BA"/>
    <w:rsid w:val="00125FE1"/>
    <w:rsid w:val="0013143A"/>
    <w:rsid w:val="001328EC"/>
    <w:rsid w:val="001351E3"/>
    <w:rsid w:val="00137D5F"/>
    <w:rsid w:val="00141863"/>
    <w:rsid w:val="00141F34"/>
    <w:rsid w:val="00143261"/>
    <w:rsid w:val="00143EE5"/>
    <w:rsid w:val="00150676"/>
    <w:rsid w:val="00161E68"/>
    <w:rsid w:val="00163321"/>
    <w:rsid w:val="00164018"/>
    <w:rsid w:val="001642E3"/>
    <w:rsid w:val="0016548A"/>
    <w:rsid w:val="00170241"/>
    <w:rsid w:val="001709FF"/>
    <w:rsid w:val="00171FBA"/>
    <w:rsid w:val="001746F2"/>
    <w:rsid w:val="00174A45"/>
    <w:rsid w:val="0017502D"/>
    <w:rsid w:val="00181839"/>
    <w:rsid w:val="001834C1"/>
    <w:rsid w:val="00183DF3"/>
    <w:rsid w:val="0018623B"/>
    <w:rsid w:val="00186466"/>
    <w:rsid w:val="00190E7A"/>
    <w:rsid w:val="00194402"/>
    <w:rsid w:val="001964FD"/>
    <w:rsid w:val="00196E4A"/>
    <w:rsid w:val="001B0384"/>
    <w:rsid w:val="001B5626"/>
    <w:rsid w:val="001B585C"/>
    <w:rsid w:val="001B640D"/>
    <w:rsid w:val="001C294E"/>
    <w:rsid w:val="001C4D2E"/>
    <w:rsid w:val="001C66BD"/>
    <w:rsid w:val="001D3444"/>
    <w:rsid w:val="001D557C"/>
    <w:rsid w:val="001D6457"/>
    <w:rsid w:val="001D64ED"/>
    <w:rsid w:val="001E2A1C"/>
    <w:rsid w:val="001E43FB"/>
    <w:rsid w:val="001E476C"/>
    <w:rsid w:val="001E5F0B"/>
    <w:rsid w:val="001F1686"/>
    <w:rsid w:val="001F3E7C"/>
    <w:rsid w:val="001F4C83"/>
    <w:rsid w:val="001F6C34"/>
    <w:rsid w:val="001F7D7E"/>
    <w:rsid w:val="00200EB0"/>
    <w:rsid w:val="00204585"/>
    <w:rsid w:val="002056D0"/>
    <w:rsid w:val="00207A11"/>
    <w:rsid w:val="002110D4"/>
    <w:rsid w:val="0021229B"/>
    <w:rsid w:val="0021556E"/>
    <w:rsid w:val="0021565A"/>
    <w:rsid w:val="00216929"/>
    <w:rsid w:val="0021787E"/>
    <w:rsid w:val="002243E1"/>
    <w:rsid w:val="00224400"/>
    <w:rsid w:val="00224980"/>
    <w:rsid w:val="00226929"/>
    <w:rsid w:val="00232707"/>
    <w:rsid w:val="002350FC"/>
    <w:rsid w:val="002403BD"/>
    <w:rsid w:val="00243A96"/>
    <w:rsid w:val="00247528"/>
    <w:rsid w:val="002478AA"/>
    <w:rsid w:val="002512A5"/>
    <w:rsid w:val="0025272D"/>
    <w:rsid w:val="00252F52"/>
    <w:rsid w:val="00254DE7"/>
    <w:rsid w:val="00256CEA"/>
    <w:rsid w:val="00261B2D"/>
    <w:rsid w:val="00267541"/>
    <w:rsid w:val="00271646"/>
    <w:rsid w:val="002724B6"/>
    <w:rsid w:val="002822C0"/>
    <w:rsid w:val="00282E1A"/>
    <w:rsid w:val="00284074"/>
    <w:rsid w:val="00285F45"/>
    <w:rsid w:val="00291FB9"/>
    <w:rsid w:val="002953ED"/>
    <w:rsid w:val="00296925"/>
    <w:rsid w:val="002A130B"/>
    <w:rsid w:val="002A1C5D"/>
    <w:rsid w:val="002A52DF"/>
    <w:rsid w:val="002A7915"/>
    <w:rsid w:val="002B4412"/>
    <w:rsid w:val="002B4A9E"/>
    <w:rsid w:val="002B4B0A"/>
    <w:rsid w:val="002B57F9"/>
    <w:rsid w:val="002C1E82"/>
    <w:rsid w:val="002C514A"/>
    <w:rsid w:val="002C735D"/>
    <w:rsid w:val="002D30CC"/>
    <w:rsid w:val="002D723A"/>
    <w:rsid w:val="002E293E"/>
    <w:rsid w:val="002E58D1"/>
    <w:rsid w:val="002F209B"/>
    <w:rsid w:val="002F3B89"/>
    <w:rsid w:val="002F59AF"/>
    <w:rsid w:val="002F67D0"/>
    <w:rsid w:val="003002DC"/>
    <w:rsid w:val="00302BC8"/>
    <w:rsid w:val="00304B67"/>
    <w:rsid w:val="00304BEE"/>
    <w:rsid w:val="00311F33"/>
    <w:rsid w:val="00316065"/>
    <w:rsid w:val="003178F9"/>
    <w:rsid w:val="003179D2"/>
    <w:rsid w:val="0032764D"/>
    <w:rsid w:val="003310F7"/>
    <w:rsid w:val="00331A5B"/>
    <w:rsid w:val="00333300"/>
    <w:rsid w:val="00336DF6"/>
    <w:rsid w:val="003370BB"/>
    <w:rsid w:val="00340E88"/>
    <w:rsid w:val="00340F3B"/>
    <w:rsid w:val="00342C24"/>
    <w:rsid w:val="00344B0E"/>
    <w:rsid w:val="00345DCB"/>
    <w:rsid w:val="00347A6A"/>
    <w:rsid w:val="00350558"/>
    <w:rsid w:val="00353A67"/>
    <w:rsid w:val="00356A53"/>
    <w:rsid w:val="00361121"/>
    <w:rsid w:val="00362795"/>
    <w:rsid w:val="00363F32"/>
    <w:rsid w:val="00364FCE"/>
    <w:rsid w:val="00367929"/>
    <w:rsid w:val="0037176F"/>
    <w:rsid w:val="0037186F"/>
    <w:rsid w:val="003725F9"/>
    <w:rsid w:val="00372D67"/>
    <w:rsid w:val="00381F12"/>
    <w:rsid w:val="003872A8"/>
    <w:rsid w:val="00391957"/>
    <w:rsid w:val="0039201A"/>
    <w:rsid w:val="003934CC"/>
    <w:rsid w:val="003A2229"/>
    <w:rsid w:val="003A56E8"/>
    <w:rsid w:val="003B0BB3"/>
    <w:rsid w:val="003B112F"/>
    <w:rsid w:val="003B15B9"/>
    <w:rsid w:val="003B2DE1"/>
    <w:rsid w:val="003B32EC"/>
    <w:rsid w:val="003B378D"/>
    <w:rsid w:val="003B3C02"/>
    <w:rsid w:val="003B5B1D"/>
    <w:rsid w:val="003B6D19"/>
    <w:rsid w:val="003B7618"/>
    <w:rsid w:val="003C0237"/>
    <w:rsid w:val="003C1C31"/>
    <w:rsid w:val="003C342E"/>
    <w:rsid w:val="003C40DA"/>
    <w:rsid w:val="003D08B6"/>
    <w:rsid w:val="003D39CD"/>
    <w:rsid w:val="003D3C98"/>
    <w:rsid w:val="003D404F"/>
    <w:rsid w:val="003E079A"/>
    <w:rsid w:val="003E181A"/>
    <w:rsid w:val="003E3113"/>
    <w:rsid w:val="003E48D4"/>
    <w:rsid w:val="003F127C"/>
    <w:rsid w:val="003F2174"/>
    <w:rsid w:val="003F26E1"/>
    <w:rsid w:val="003F714B"/>
    <w:rsid w:val="003F7281"/>
    <w:rsid w:val="003F7BF0"/>
    <w:rsid w:val="00403619"/>
    <w:rsid w:val="00403EFE"/>
    <w:rsid w:val="0041251B"/>
    <w:rsid w:val="0042229D"/>
    <w:rsid w:val="004241B5"/>
    <w:rsid w:val="00425E6E"/>
    <w:rsid w:val="00427967"/>
    <w:rsid w:val="004311DB"/>
    <w:rsid w:val="00432C3E"/>
    <w:rsid w:val="00435CB4"/>
    <w:rsid w:val="00435D07"/>
    <w:rsid w:val="00437E07"/>
    <w:rsid w:val="00440B9B"/>
    <w:rsid w:val="0044351B"/>
    <w:rsid w:val="00445F94"/>
    <w:rsid w:val="0045097F"/>
    <w:rsid w:val="00451CEA"/>
    <w:rsid w:val="00452EAD"/>
    <w:rsid w:val="004621D8"/>
    <w:rsid w:val="004656C2"/>
    <w:rsid w:val="00470574"/>
    <w:rsid w:val="004721B3"/>
    <w:rsid w:val="00472BD9"/>
    <w:rsid w:val="00472D5D"/>
    <w:rsid w:val="00472DFF"/>
    <w:rsid w:val="0047496D"/>
    <w:rsid w:val="0047581E"/>
    <w:rsid w:val="00477A96"/>
    <w:rsid w:val="00477E8A"/>
    <w:rsid w:val="00480FA0"/>
    <w:rsid w:val="00481493"/>
    <w:rsid w:val="00484928"/>
    <w:rsid w:val="00486EBF"/>
    <w:rsid w:val="00495143"/>
    <w:rsid w:val="004964C5"/>
    <w:rsid w:val="004972D5"/>
    <w:rsid w:val="004A0419"/>
    <w:rsid w:val="004A0FE9"/>
    <w:rsid w:val="004A21D5"/>
    <w:rsid w:val="004A31E2"/>
    <w:rsid w:val="004A359E"/>
    <w:rsid w:val="004B12E8"/>
    <w:rsid w:val="004B2FCB"/>
    <w:rsid w:val="004B3EB9"/>
    <w:rsid w:val="004B3F22"/>
    <w:rsid w:val="004B61E0"/>
    <w:rsid w:val="004B6862"/>
    <w:rsid w:val="004C1301"/>
    <w:rsid w:val="004C3CA6"/>
    <w:rsid w:val="004C42CA"/>
    <w:rsid w:val="004C4EFA"/>
    <w:rsid w:val="004C76AD"/>
    <w:rsid w:val="004D0495"/>
    <w:rsid w:val="004D2987"/>
    <w:rsid w:val="004E08F3"/>
    <w:rsid w:val="004E14DB"/>
    <w:rsid w:val="004F4EC9"/>
    <w:rsid w:val="004F5625"/>
    <w:rsid w:val="004F623C"/>
    <w:rsid w:val="004F70D5"/>
    <w:rsid w:val="004F71B0"/>
    <w:rsid w:val="00500C31"/>
    <w:rsid w:val="005016CA"/>
    <w:rsid w:val="0050337D"/>
    <w:rsid w:val="00511F7A"/>
    <w:rsid w:val="00514EAF"/>
    <w:rsid w:val="00517E24"/>
    <w:rsid w:val="00521418"/>
    <w:rsid w:val="005227D0"/>
    <w:rsid w:val="00524BC3"/>
    <w:rsid w:val="00527498"/>
    <w:rsid w:val="005275A9"/>
    <w:rsid w:val="0053245D"/>
    <w:rsid w:val="00532923"/>
    <w:rsid w:val="00533B32"/>
    <w:rsid w:val="00537349"/>
    <w:rsid w:val="00540576"/>
    <w:rsid w:val="0054250D"/>
    <w:rsid w:val="00543D66"/>
    <w:rsid w:val="005459CB"/>
    <w:rsid w:val="00550C7E"/>
    <w:rsid w:val="005550F0"/>
    <w:rsid w:val="005554BE"/>
    <w:rsid w:val="00555C85"/>
    <w:rsid w:val="0055758C"/>
    <w:rsid w:val="00560EE0"/>
    <w:rsid w:val="00561E32"/>
    <w:rsid w:val="00565268"/>
    <w:rsid w:val="00571B51"/>
    <w:rsid w:val="00572868"/>
    <w:rsid w:val="0057432B"/>
    <w:rsid w:val="00574903"/>
    <w:rsid w:val="0057581E"/>
    <w:rsid w:val="00576863"/>
    <w:rsid w:val="005774C4"/>
    <w:rsid w:val="0058005B"/>
    <w:rsid w:val="005808F7"/>
    <w:rsid w:val="00583344"/>
    <w:rsid w:val="005833D8"/>
    <w:rsid w:val="0058399A"/>
    <w:rsid w:val="00583E3B"/>
    <w:rsid w:val="00584980"/>
    <w:rsid w:val="00585D96"/>
    <w:rsid w:val="00594AC6"/>
    <w:rsid w:val="005A1FB9"/>
    <w:rsid w:val="005A3A3B"/>
    <w:rsid w:val="005A6BC0"/>
    <w:rsid w:val="005B12B5"/>
    <w:rsid w:val="005B5F0A"/>
    <w:rsid w:val="005C4991"/>
    <w:rsid w:val="005C4E4A"/>
    <w:rsid w:val="005D62CE"/>
    <w:rsid w:val="005D7EC5"/>
    <w:rsid w:val="005E1A93"/>
    <w:rsid w:val="005E4B21"/>
    <w:rsid w:val="005E56CB"/>
    <w:rsid w:val="005E584A"/>
    <w:rsid w:val="005E7073"/>
    <w:rsid w:val="00600A1E"/>
    <w:rsid w:val="00600CCC"/>
    <w:rsid w:val="006054EC"/>
    <w:rsid w:val="00607892"/>
    <w:rsid w:val="00611C33"/>
    <w:rsid w:val="0061374F"/>
    <w:rsid w:val="00620476"/>
    <w:rsid w:val="00621488"/>
    <w:rsid w:val="0062614B"/>
    <w:rsid w:val="00631939"/>
    <w:rsid w:val="0063558D"/>
    <w:rsid w:val="006368ED"/>
    <w:rsid w:val="00646D7F"/>
    <w:rsid w:val="00651B5D"/>
    <w:rsid w:val="00651F5E"/>
    <w:rsid w:val="0065586D"/>
    <w:rsid w:val="00661B43"/>
    <w:rsid w:val="00662C3E"/>
    <w:rsid w:val="0066347D"/>
    <w:rsid w:val="00672193"/>
    <w:rsid w:val="006744BF"/>
    <w:rsid w:val="00675AEC"/>
    <w:rsid w:val="00675BAA"/>
    <w:rsid w:val="006817D2"/>
    <w:rsid w:val="006849C7"/>
    <w:rsid w:val="006850B7"/>
    <w:rsid w:val="00687329"/>
    <w:rsid w:val="00690593"/>
    <w:rsid w:val="00690BBF"/>
    <w:rsid w:val="00693245"/>
    <w:rsid w:val="00693B67"/>
    <w:rsid w:val="006940D7"/>
    <w:rsid w:val="006970C1"/>
    <w:rsid w:val="006A44F1"/>
    <w:rsid w:val="006A4689"/>
    <w:rsid w:val="006A49E7"/>
    <w:rsid w:val="006A7C4B"/>
    <w:rsid w:val="006B05F3"/>
    <w:rsid w:val="006B0C28"/>
    <w:rsid w:val="006B3223"/>
    <w:rsid w:val="006B6C2B"/>
    <w:rsid w:val="006C16B5"/>
    <w:rsid w:val="006C1D18"/>
    <w:rsid w:val="006C1E87"/>
    <w:rsid w:val="006C3044"/>
    <w:rsid w:val="006D3A70"/>
    <w:rsid w:val="006D4B5D"/>
    <w:rsid w:val="006E0C1E"/>
    <w:rsid w:val="006F4E08"/>
    <w:rsid w:val="006F5A13"/>
    <w:rsid w:val="007046B4"/>
    <w:rsid w:val="00705E36"/>
    <w:rsid w:val="007062BE"/>
    <w:rsid w:val="007104CB"/>
    <w:rsid w:val="00717884"/>
    <w:rsid w:val="007202FF"/>
    <w:rsid w:val="00721573"/>
    <w:rsid w:val="0072469F"/>
    <w:rsid w:val="007266CB"/>
    <w:rsid w:val="00727CE4"/>
    <w:rsid w:val="00735764"/>
    <w:rsid w:val="00735977"/>
    <w:rsid w:val="00736928"/>
    <w:rsid w:val="007415D0"/>
    <w:rsid w:val="00742311"/>
    <w:rsid w:val="00750BB4"/>
    <w:rsid w:val="007538BF"/>
    <w:rsid w:val="00762DB4"/>
    <w:rsid w:val="007639A3"/>
    <w:rsid w:val="0076677A"/>
    <w:rsid w:val="007732C9"/>
    <w:rsid w:val="00773380"/>
    <w:rsid w:val="0077390F"/>
    <w:rsid w:val="00773A8D"/>
    <w:rsid w:val="0077490E"/>
    <w:rsid w:val="00775E3E"/>
    <w:rsid w:val="007772D6"/>
    <w:rsid w:val="007801E4"/>
    <w:rsid w:val="00782CE3"/>
    <w:rsid w:val="00795018"/>
    <w:rsid w:val="00795F42"/>
    <w:rsid w:val="007A11CF"/>
    <w:rsid w:val="007A36BB"/>
    <w:rsid w:val="007A6106"/>
    <w:rsid w:val="007B1E8B"/>
    <w:rsid w:val="007B2CED"/>
    <w:rsid w:val="007B591D"/>
    <w:rsid w:val="007B68CB"/>
    <w:rsid w:val="007C3CD9"/>
    <w:rsid w:val="007C488A"/>
    <w:rsid w:val="007C53C5"/>
    <w:rsid w:val="007E0B04"/>
    <w:rsid w:val="007E1B89"/>
    <w:rsid w:val="007E4595"/>
    <w:rsid w:val="007E461D"/>
    <w:rsid w:val="007E5757"/>
    <w:rsid w:val="007F030A"/>
    <w:rsid w:val="007F144F"/>
    <w:rsid w:val="007F4B53"/>
    <w:rsid w:val="007F6B75"/>
    <w:rsid w:val="007F74F2"/>
    <w:rsid w:val="00803301"/>
    <w:rsid w:val="008056BB"/>
    <w:rsid w:val="00805F1D"/>
    <w:rsid w:val="008061F7"/>
    <w:rsid w:val="0081278F"/>
    <w:rsid w:val="00814282"/>
    <w:rsid w:val="008156A3"/>
    <w:rsid w:val="0082382B"/>
    <w:rsid w:val="008266CC"/>
    <w:rsid w:val="00826949"/>
    <w:rsid w:val="00826B86"/>
    <w:rsid w:val="00831C67"/>
    <w:rsid w:val="00834D54"/>
    <w:rsid w:val="00834E34"/>
    <w:rsid w:val="00835D3E"/>
    <w:rsid w:val="00841247"/>
    <w:rsid w:val="008435F9"/>
    <w:rsid w:val="008534D3"/>
    <w:rsid w:val="00856A50"/>
    <w:rsid w:val="00856F6B"/>
    <w:rsid w:val="0086003E"/>
    <w:rsid w:val="0086008B"/>
    <w:rsid w:val="00863542"/>
    <w:rsid w:val="008637D4"/>
    <w:rsid w:val="00866D3F"/>
    <w:rsid w:val="00870C12"/>
    <w:rsid w:val="00874B11"/>
    <w:rsid w:val="00875478"/>
    <w:rsid w:val="00875787"/>
    <w:rsid w:val="00881618"/>
    <w:rsid w:val="00886EF4"/>
    <w:rsid w:val="0088743C"/>
    <w:rsid w:val="00893505"/>
    <w:rsid w:val="00896E2C"/>
    <w:rsid w:val="008A0D4C"/>
    <w:rsid w:val="008A4C22"/>
    <w:rsid w:val="008A65C6"/>
    <w:rsid w:val="008A6F6C"/>
    <w:rsid w:val="008A758D"/>
    <w:rsid w:val="008A76CB"/>
    <w:rsid w:val="008B1388"/>
    <w:rsid w:val="008B2EEC"/>
    <w:rsid w:val="008B4CA4"/>
    <w:rsid w:val="008C0FDA"/>
    <w:rsid w:val="008C4030"/>
    <w:rsid w:val="008D1023"/>
    <w:rsid w:val="008D16D0"/>
    <w:rsid w:val="008D2ECB"/>
    <w:rsid w:val="008D62C0"/>
    <w:rsid w:val="008E00E1"/>
    <w:rsid w:val="008E5A35"/>
    <w:rsid w:val="008F08BE"/>
    <w:rsid w:val="008F1679"/>
    <w:rsid w:val="009004DE"/>
    <w:rsid w:val="00900EC1"/>
    <w:rsid w:val="00903354"/>
    <w:rsid w:val="00911309"/>
    <w:rsid w:val="009118B5"/>
    <w:rsid w:val="009128AD"/>
    <w:rsid w:val="00912E45"/>
    <w:rsid w:val="0091692C"/>
    <w:rsid w:val="00920A53"/>
    <w:rsid w:val="00923FA2"/>
    <w:rsid w:val="00926B80"/>
    <w:rsid w:val="0093086B"/>
    <w:rsid w:val="00931D9B"/>
    <w:rsid w:val="00932A9A"/>
    <w:rsid w:val="0093354C"/>
    <w:rsid w:val="009336FD"/>
    <w:rsid w:val="0093386D"/>
    <w:rsid w:val="00933F50"/>
    <w:rsid w:val="00937372"/>
    <w:rsid w:val="0094225B"/>
    <w:rsid w:val="00943940"/>
    <w:rsid w:val="009441D2"/>
    <w:rsid w:val="00945AA4"/>
    <w:rsid w:val="00946323"/>
    <w:rsid w:val="009505E8"/>
    <w:rsid w:val="00952B1F"/>
    <w:rsid w:val="00954D2C"/>
    <w:rsid w:val="00957046"/>
    <w:rsid w:val="009570BE"/>
    <w:rsid w:val="00957D6E"/>
    <w:rsid w:val="00962F8E"/>
    <w:rsid w:val="009634F2"/>
    <w:rsid w:val="00971A92"/>
    <w:rsid w:val="00973AD3"/>
    <w:rsid w:val="009805BC"/>
    <w:rsid w:val="00981DE4"/>
    <w:rsid w:val="00982A76"/>
    <w:rsid w:val="00983166"/>
    <w:rsid w:val="00983BBD"/>
    <w:rsid w:val="009857E8"/>
    <w:rsid w:val="0099021D"/>
    <w:rsid w:val="00990327"/>
    <w:rsid w:val="00994E64"/>
    <w:rsid w:val="009950DF"/>
    <w:rsid w:val="00995177"/>
    <w:rsid w:val="00995837"/>
    <w:rsid w:val="0099605E"/>
    <w:rsid w:val="009A1BC2"/>
    <w:rsid w:val="009A2112"/>
    <w:rsid w:val="009A2517"/>
    <w:rsid w:val="009A30BE"/>
    <w:rsid w:val="009A6E17"/>
    <w:rsid w:val="009B1759"/>
    <w:rsid w:val="009B3BA2"/>
    <w:rsid w:val="009B3EE9"/>
    <w:rsid w:val="009B5966"/>
    <w:rsid w:val="009B6914"/>
    <w:rsid w:val="009C4C99"/>
    <w:rsid w:val="009C613E"/>
    <w:rsid w:val="009C691C"/>
    <w:rsid w:val="009C736D"/>
    <w:rsid w:val="009C756D"/>
    <w:rsid w:val="009C7B62"/>
    <w:rsid w:val="009D4D3A"/>
    <w:rsid w:val="009D59B4"/>
    <w:rsid w:val="009E66DD"/>
    <w:rsid w:val="009E743C"/>
    <w:rsid w:val="009F5485"/>
    <w:rsid w:val="009F72CF"/>
    <w:rsid w:val="009F7B60"/>
    <w:rsid w:val="009F7F91"/>
    <w:rsid w:val="00A00C27"/>
    <w:rsid w:val="00A123C1"/>
    <w:rsid w:val="00A20560"/>
    <w:rsid w:val="00A20A66"/>
    <w:rsid w:val="00A20F00"/>
    <w:rsid w:val="00A21502"/>
    <w:rsid w:val="00A25A94"/>
    <w:rsid w:val="00A2799F"/>
    <w:rsid w:val="00A27A83"/>
    <w:rsid w:val="00A32B56"/>
    <w:rsid w:val="00A3488A"/>
    <w:rsid w:val="00A34BDE"/>
    <w:rsid w:val="00A35A69"/>
    <w:rsid w:val="00A37332"/>
    <w:rsid w:val="00A41E02"/>
    <w:rsid w:val="00A44251"/>
    <w:rsid w:val="00A45697"/>
    <w:rsid w:val="00A45DEE"/>
    <w:rsid w:val="00A50AAA"/>
    <w:rsid w:val="00A632A7"/>
    <w:rsid w:val="00A66758"/>
    <w:rsid w:val="00A71ABB"/>
    <w:rsid w:val="00A72462"/>
    <w:rsid w:val="00A731D7"/>
    <w:rsid w:val="00A73AAA"/>
    <w:rsid w:val="00A85362"/>
    <w:rsid w:val="00A95EE2"/>
    <w:rsid w:val="00AA14F6"/>
    <w:rsid w:val="00AA2AD6"/>
    <w:rsid w:val="00AA35BE"/>
    <w:rsid w:val="00AA3B0B"/>
    <w:rsid w:val="00AA41CD"/>
    <w:rsid w:val="00AA5455"/>
    <w:rsid w:val="00AB0170"/>
    <w:rsid w:val="00AB7158"/>
    <w:rsid w:val="00AC1740"/>
    <w:rsid w:val="00AC7287"/>
    <w:rsid w:val="00AD0405"/>
    <w:rsid w:val="00AD0829"/>
    <w:rsid w:val="00AD3521"/>
    <w:rsid w:val="00AD7BF6"/>
    <w:rsid w:val="00AE2F5D"/>
    <w:rsid w:val="00AE3921"/>
    <w:rsid w:val="00AE5386"/>
    <w:rsid w:val="00AF329D"/>
    <w:rsid w:val="00AF35D0"/>
    <w:rsid w:val="00B03295"/>
    <w:rsid w:val="00B038F4"/>
    <w:rsid w:val="00B05189"/>
    <w:rsid w:val="00B05538"/>
    <w:rsid w:val="00B07609"/>
    <w:rsid w:val="00B10125"/>
    <w:rsid w:val="00B11911"/>
    <w:rsid w:val="00B13869"/>
    <w:rsid w:val="00B16906"/>
    <w:rsid w:val="00B17041"/>
    <w:rsid w:val="00B172E8"/>
    <w:rsid w:val="00B22027"/>
    <w:rsid w:val="00B22C1A"/>
    <w:rsid w:val="00B259D6"/>
    <w:rsid w:val="00B25B04"/>
    <w:rsid w:val="00B2748D"/>
    <w:rsid w:val="00B306D7"/>
    <w:rsid w:val="00B31406"/>
    <w:rsid w:val="00B32672"/>
    <w:rsid w:val="00B4015C"/>
    <w:rsid w:val="00B40E75"/>
    <w:rsid w:val="00B452B3"/>
    <w:rsid w:val="00B476CB"/>
    <w:rsid w:val="00B53FF5"/>
    <w:rsid w:val="00B543D3"/>
    <w:rsid w:val="00B5585A"/>
    <w:rsid w:val="00B60A69"/>
    <w:rsid w:val="00B61177"/>
    <w:rsid w:val="00B62B61"/>
    <w:rsid w:val="00B6497F"/>
    <w:rsid w:val="00B665F5"/>
    <w:rsid w:val="00B67EFE"/>
    <w:rsid w:val="00B713A1"/>
    <w:rsid w:val="00B73859"/>
    <w:rsid w:val="00B739C6"/>
    <w:rsid w:val="00B76555"/>
    <w:rsid w:val="00B76C19"/>
    <w:rsid w:val="00B83B6F"/>
    <w:rsid w:val="00B84B97"/>
    <w:rsid w:val="00B877D5"/>
    <w:rsid w:val="00B91360"/>
    <w:rsid w:val="00B91FAA"/>
    <w:rsid w:val="00BA3351"/>
    <w:rsid w:val="00BA3443"/>
    <w:rsid w:val="00BA575C"/>
    <w:rsid w:val="00BA57F2"/>
    <w:rsid w:val="00BA6B6F"/>
    <w:rsid w:val="00BA7A1F"/>
    <w:rsid w:val="00BA7FED"/>
    <w:rsid w:val="00BB21F4"/>
    <w:rsid w:val="00BB32E1"/>
    <w:rsid w:val="00BB4429"/>
    <w:rsid w:val="00BB5203"/>
    <w:rsid w:val="00BB5833"/>
    <w:rsid w:val="00BC0149"/>
    <w:rsid w:val="00BC1C44"/>
    <w:rsid w:val="00BC3E39"/>
    <w:rsid w:val="00BC3F06"/>
    <w:rsid w:val="00BD136C"/>
    <w:rsid w:val="00BD4DAF"/>
    <w:rsid w:val="00BD761E"/>
    <w:rsid w:val="00BE1715"/>
    <w:rsid w:val="00BF0AF6"/>
    <w:rsid w:val="00BF5CF7"/>
    <w:rsid w:val="00BF6A07"/>
    <w:rsid w:val="00C02C3E"/>
    <w:rsid w:val="00C1011C"/>
    <w:rsid w:val="00C23D8D"/>
    <w:rsid w:val="00C26835"/>
    <w:rsid w:val="00C26E9F"/>
    <w:rsid w:val="00C276B3"/>
    <w:rsid w:val="00C312EF"/>
    <w:rsid w:val="00C335E1"/>
    <w:rsid w:val="00C33679"/>
    <w:rsid w:val="00C3473C"/>
    <w:rsid w:val="00C36853"/>
    <w:rsid w:val="00C40BCE"/>
    <w:rsid w:val="00C42684"/>
    <w:rsid w:val="00C42707"/>
    <w:rsid w:val="00C4497D"/>
    <w:rsid w:val="00C45A76"/>
    <w:rsid w:val="00C47111"/>
    <w:rsid w:val="00C474F6"/>
    <w:rsid w:val="00C519DF"/>
    <w:rsid w:val="00C53EC2"/>
    <w:rsid w:val="00C5414E"/>
    <w:rsid w:val="00C54CD6"/>
    <w:rsid w:val="00C5703F"/>
    <w:rsid w:val="00C60101"/>
    <w:rsid w:val="00C60115"/>
    <w:rsid w:val="00C65A71"/>
    <w:rsid w:val="00C65CAA"/>
    <w:rsid w:val="00C677BD"/>
    <w:rsid w:val="00C70C18"/>
    <w:rsid w:val="00C72E29"/>
    <w:rsid w:val="00C7627B"/>
    <w:rsid w:val="00C77E9C"/>
    <w:rsid w:val="00C8191A"/>
    <w:rsid w:val="00C826EE"/>
    <w:rsid w:val="00CA021E"/>
    <w:rsid w:val="00CA1682"/>
    <w:rsid w:val="00CA2153"/>
    <w:rsid w:val="00CA337C"/>
    <w:rsid w:val="00CA4545"/>
    <w:rsid w:val="00CA50E6"/>
    <w:rsid w:val="00CB17A5"/>
    <w:rsid w:val="00CB42E4"/>
    <w:rsid w:val="00CB573C"/>
    <w:rsid w:val="00CB59A6"/>
    <w:rsid w:val="00CC0616"/>
    <w:rsid w:val="00CC0FCF"/>
    <w:rsid w:val="00CC1383"/>
    <w:rsid w:val="00CC22F9"/>
    <w:rsid w:val="00CC36C9"/>
    <w:rsid w:val="00CD0899"/>
    <w:rsid w:val="00CD0A42"/>
    <w:rsid w:val="00CD3A75"/>
    <w:rsid w:val="00CD4DDB"/>
    <w:rsid w:val="00CD5F9B"/>
    <w:rsid w:val="00CE2060"/>
    <w:rsid w:val="00CE29BF"/>
    <w:rsid w:val="00CE3E9F"/>
    <w:rsid w:val="00CE58D9"/>
    <w:rsid w:val="00CE5A92"/>
    <w:rsid w:val="00CE5E2A"/>
    <w:rsid w:val="00CE5F9B"/>
    <w:rsid w:val="00CF2D10"/>
    <w:rsid w:val="00CF5A17"/>
    <w:rsid w:val="00D005BD"/>
    <w:rsid w:val="00D0118F"/>
    <w:rsid w:val="00D03184"/>
    <w:rsid w:val="00D04FFF"/>
    <w:rsid w:val="00D07C35"/>
    <w:rsid w:val="00D13499"/>
    <w:rsid w:val="00D13C63"/>
    <w:rsid w:val="00D146D8"/>
    <w:rsid w:val="00D21B46"/>
    <w:rsid w:val="00D24D84"/>
    <w:rsid w:val="00D25BE8"/>
    <w:rsid w:val="00D26DEB"/>
    <w:rsid w:val="00D311D4"/>
    <w:rsid w:val="00D337BF"/>
    <w:rsid w:val="00D3547B"/>
    <w:rsid w:val="00D36599"/>
    <w:rsid w:val="00D40DAA"/>
    <w:rsid w:val="00D53F1B"/>
    <w:rsid w:val="00D57BC2"/>
    <w:rsid w:val="00D61B52"/>
    <w:rsid w:val="00D73311"/>
    <w:rsid w:val="00D73B1F"/>
    <w:rsid w:val="00D75BEA"/>
    <w:rsid w:val="00D80607"/>
    <w:rsid w:val="00D80FF2"/>
    <w:rsid w:val="00D820CD"/>
    <w:rsid w:val="00D85F13"/>
    <w:rsid w:val="00D86A5B"/>
    <w:rsid w:val="00D90275"/>
    <w:rsid w:val="00D9195B"/>
    <w:rsid w:val="00D95B8E"/>
    <w:rsid w:val="00D97E67"/>
    <w:rsid w:val="00DA0AAB"/>
    <w:rsid w:val="00DA1E27"/>
    <w:rsid w:val="00DA3F9C"/>
    <w:rsid w:val="00DA739B"/>
    <w:rsid w:val="00DB08E7"/>
    <w:rsid w:val="00DB1CDC"/>
    <w:rsid w:val="00DB57F8"/>
    <w:rsid w:val="00DB7356"/>
    <w:rsid w:val="00DB7BF5"/>
    <w:rsid w:val="00DC2485"/>
    <w:rsid w:val="00DC7C6F"/>
    <w:rsid w:val="00DD1051"/>
    <w:rsid w:val="00DD3884"/>
    <w:rsid w:val="00DD3907"/>
    <w:rsid w:val="00DD3CDA"/>
    <w:rsid w:val="00DD41DA"/>
    <w:rsid w:val="00DD728F"/>
    <w:rsid w:val="00DE20BA"/>
    <w:rsid w:val="00DE398D"/>
    <w:rsid w:val="00DE7199"/>
    <w:rsid w:val="00DF0578"/>
    <w:rsid w:val="00DF1432"/>
    <w:rsid w:val="00DF46D9"/>
    <w:rsid w:val="00DF4E1E"/>
    <w:rsid w:val="00DF4EED"/>
    <w:rsid w:val="00E00192"/>
    <w:rsid w:val="00E01E6E"/>
    <w:rsid w:val="00E03E31"/>
    <w:rsid w:val="00E04E4F"/>
    <w:rsid w:val="00E07972"/>
    <w:rsid w:val="00E07CF9"/>
    <w:rsid w:val="00E1173A"/>
    <w:rsid w:val="00E16EE7"/>
    <w:rsid w:val="00E27037"/>
    <w:rsid w:val="00E272AA"/>
    <w:rsid w:val="00E27980"/>
    <w:rsid w:val="00E3487A"/>
    <w:rsid w:val="00E421B9"/>
    <w:rsid w:val="00E461E9"/>
    <w:rsid w:val="00E4630C"/>
    <w:rsid w:val="00E51EAD"/>
    <w:rsid w:val="00E6385B"/>
    <w:rsid w:val="00E66AB3"/>
    <w:rsid w:val="00E67BC7"/>
    <w:rsid w:val="00E67E8B"/>
    <w:rsid w:val="00E87E44"/>
    <w:rsid w:val="00E95AC7"/>
    <w:rsid w:val="00E95EBD"/>
    <w:rsid w:val="00EA342D"/>
    <w:rsid w:val="00EA37EA"/>
    <w:rsid w:val="00EA5D40"/>
    <w:rsid w:val="00EA7637"/>
    <w:rsid w:val="00EB0FF7"/>
    <w:rsid w:val="00EB5717"/>
    <w:rsid w:val="00EB71DA"/>
    <w:rsid w:val="00EC3C65"/>
    <w:rsid w:val="00EC6B10"/>
    <w:rsid w:val="00EC7DDA"/>
    <w:rsid w:val="00ED2526"/>
    <w:rsid w:val="00ED3ACD"/>
    <w:rsid w:val="00ED44E9"/>
    <w:rsid w:val="00ED46E2"/>
    <w:rsid w:val="00ED4C7F"/>
    <w:rsid w:val="00EE247B"/>
    <w:rsid w:val="00EE5C40"/>
    <w:rsid w:val="00EF0509"/>
    <w:rsid w:val="00EF2A45"/>
    <w:rsid w:val="00EF3F62"/>
    <w:rsid w:val="00F010A7"/>
    <w:rsid w:val="00F028CC"/>
    <w:rsid w:val="00F0329D"/>
    <w:rsid w:val="00F03635"/>
    <w:rsid w:val="00F06066"/>
    <w:rsid w:val="00F0689B"/>
    <w:rsid w:val="00F12130"/>
    <w:rsid w:val="00F17ADE"/>
    <w:rsid w:val="00F2199C"/>
    <w:rsid w:val="00F2262D"/>
    <w:rsid w:val="00F23654"/>
    <w:rsid w:val="00F27EB6"/>
    <w:rsid w:val="00F31AF0"/>
    <w:rsid w:val="00F33D95"/>
    <w:rsid w:val="00F40B3F"/>
    <w:rsid w:val="00F40DF2"/>
    <w:rsid w:val="00F423B4"/>
    <w:rsid w:val="00F4264B"/>
    <w:rsid w:val="00F43DC4"/>
    <w:rsid w:val="00F559DC"/>
    <w:rsid w:val="00F56830"/>
    <w:rsid w:val="00F57E31"/>
    <w:rsid w:val="00F632CC"/>
    <w:rsid w:val="00F63DFD"/>
    <w:rsid w:val="00F63EC0"/>
    <w:rsid w:val="00F64BB6"/>
    <w:rsid w:val="00F6635F"/>
    <w:rsid w:val="00F67ED5"/>
    <w:rsid w:val="00F71EA2"/>
    <w:rsid w:val="00F72E00"/>
    <w:rsid w:val="00F73FDD"/>
    <w:rsid w:val="00F81B53"/>
    <w:rsid w:val="00F82A16"/>
    <w:rsid w:val="00F832F9"/>
    <w:rsid w:val="00F84214"/>
    <w:rsid w:val="00F8445C"/>
    <w:rsid w:val="00F85F5F"/>
    <w:rsid w:val="00F87889"/>
    <w:rsid w:val="00F935F0"/>
    <w:rsid w:val="00F94C9E"/>
    <w:rsid w:val="00FA2664"/>
    <w:rsid w:val="00FA5535"/>
    <w:rsid w:val="00FA5DC1"/>
    <w:rsid w:val="00FA6AA8"/>
    <w:rsid w:val="00FB35BE"/>
    <w:rsid w:val="00FB41DE"/>
    <w:rsid w:val="00FB4D01"/>
    <w:rsid w:val="00FB4F5D"/>
    <w:rsid w:val="00FB5259"/>
    <w:rsid w:val="00FC05BA"/>
    <w:rsid w:val="00FC6C85"/>
    <w:rsid w:val="00FC78F8"/>
    <w:rsid w:val="00FC7978"/>
    <w:rsid w:val="00FC7A13"/>
    <w:rsid w:val="00FD0F8E"/>
    <w:rsid w:val="00FD3276"/>
    <w:rsid w:val="00FD3AB8"/>
    <w:rsid w:val="00FD3AF7"/>
    <w:rsid w:val="00FD4253"/>
    <w:rsid w:val="00FD45EF"/>
    <w:rsid w:val="00FE0197"/>
    <w:rsid w:val="00FE031B"/>
    <w:rsid w:val="00FE146B"/>
    <w:rsid w:val="00FE5E6D"/>
    <w:rsid w:val="00FF19D9"/>
    <w:rsid w:val="00FF1DC6"/>
    <w:rsid w:val="00FF1DF0"/>
    <w:rsid w:val="00FF4808"/>
    <w:rsid w:val="00FF5336"/>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7C1B37EE"/>
  <w15:docId w15:val="{7AB497FF-BE66-4E1B-A6B7-589DEA15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662C3E"/>
    <w:pPr>
      <w:keepNext w:val="0"/>
      <w:numPr>
        <w:ilvl w:val="0"/>
        <w:numId w:val="0"/>
      </w:numPr>
      <w:overflowPunct w:val="0"/>
      <w:autoSpaceDE w:val="0"/>
      <w:autoSpaceDN w:val="0"/>
      <w:adjustRightInd w:val="0"/>
      <w:spacing w:before="120" w:after="0" w:line="240" w:lineRule="auto"/>
      <w:jc w:val="both"/>
      <w:textAlignment w:val="baseline"/>
      <w:outlineLvl w:val="9"/>
    </w:pPr>
    <w:rPr>
      <w:b w:val="0"/>
      <w:bCs w:val="0"/>
      <w:caps w:val="0"/>
      <w:color w:val="0000FF"/>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character" w:styleId="Odkaznakoment">
    <w:name w:val="annotation reference"/>
    <w:uiPriority w:val="99"/>
    <w:semiHidden/>
    <w:rsid w:val="00CA50E6"/>
    <w:rPr>
      <w:sz w:val="16"/>
    </w:rPr>
  </w:style>
  <w:style w:type="paragraph" w:styleId="Textkomente">
    <w:name w:val="annotation text"/>
    <w:basedOn w:val="Normln"/>
    <w:link w:val="TextkomenteChar"/>
    <w:uiPriority w:val="99"/>
    <w:semiHidden/>
    <w:rsid w:val="00CA50E6"/>
    <w:pPr>
      <w:ind w:firstLine="567"/>
      <w:jc w:val="both"/>
    </w:pPr>
    <w:rPr>
      <w:rFonts w:ascii="Times New Roman" w:eastAsia="Batang" w:hAnsi="Times New Roman"/>
      <w:sz w:val="20"/>
      <w:lang w:val="x-none" w:eastAsia="x-none"/>
    </w:rPr>
  </w:style>
  <w:style w:type="character" w:customStyle="1" w:styleId="TextkomenteChar">
    <w:name w:val="Text komentáře Char"/>
    <w:basedOn w:val="Standardnpsmoodstavce"/>
    <w:link w:val="Textkomente"/>
    <w:uiPriority w:val="99"/>
    <w:semiHidden/>
    <w:rsid w:val="00CA50E6"/>
    <w:rPr>
      <w:rFonts w:ascii="Times New Roman" w:eastAsia="Batang" w:hAnsi="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2986">
      <w:bodyDiv w:val="1"/>
      <w:marLeft w:val="0"/>
      <w:marRight w:val="0"/>
      <w:marTop w:val="0"/>
      <w:marBottom w:val="0"/>
      <w:divBdr>
        <w:top w:val="none" w:sz="0" w:space="0" w:color="auto"/>
        <w:left w:val="none" w:sz="0" w:space="0" w:color="auto"/>
        <w:bottom w:val="none" w:sz="0" w:space="0" w:color="auto"/>
        <w:right w:val="none" w:sz="0" w:space="0" w:color="auto"/>
      </w:divBdr>
    </w:div>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79A6A-6046-4BA5-BABA-AE72C3A79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201</TotalTime>
  <Pages>12</Pages>
  <Words>3925</Words>
  <Characters>23160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27031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Ohnmachtová, Eva</cp:lastModifiedBy>
  <cp:revision>16</cp:revision>
  <cp:lastPrinted>2020-02-19T07:31:00Z</cp:lastPrinted>
  <dcterms:created xsi:type="dcterms:W3CDTF">2017-12-19T18:38:00Z</dcterms:created>
  <dcterms:modified xsi:type="dcterms:W3CDTF">2020-02-19T07:31:00Z</dcterms:modified>
</cp:coreProperties>
</file>