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29" w:rsidRDefault="00C72E29" w:rsidP="00C72E29"/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2E29" w:rsidRPr="00442376" w:rsidRDefault="00C72E29" w:rsidP="00C72E29">
            <w:pPr>
              <w:rPr>
                <w:caps/>
                <w:color w:val="000000"/>
              </w:rPr>
            </w:pP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7135FA" w:rsidP="00E61194">
            <w:pPr>
              <w:spacing w:line="360" w:lineRule="auto"/>
              <w:jc w:val="center"/>
              <w:rPr>
                <w:b/>
                <w:caps/>
                <w:color w:val="000000"/>
                <w:sz w:val="30"/>
                <w:szCs w:val="30"/>
              </w:rPr>
            </w:pPr>
            <w:r>
              <w:rPr>
                <w:b/>
                <w:caps/>
                <w:color w:val="000000"/>
                <w:sz w:val="30"/>
                <w:szCs w:val="30"/>
              </w:rPr>
              <w:t>Kanalizace Frýdek-Místek  -  Skalice</w:t>
            </w: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C72E29" w:rsidP="00C72E29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rFonts w:cs="Arial"/>
                <w:b/>
                <w:color w:val="000000"/>
                <w:sz w:val="40"/>
                <w:szCs w:val="40"/>
              </w:rPr>
              <w:t xml:space="preserve">  </w:t>
            </w:r>
            <w:bookmarkStart w:id="0" w:name="_GoBack"/>
            <w:bookmarkEnd w:id="0"/>
          </w:p>
        </w:tc>
      </w:tr>
      <w:tr w:rsidR="00C72E29" w:rsidRPr="006B05F3" w:rsidTr="00C72E29">
        <w:trPr>
          <w:trHeight w:val="227"/>
          <w:jc w:val="center"/>
        </w:trPr>
        <w:tc>
          <w:tcPr>
            <w:tcW w:w="8504" w:type="dxa"/>
            <w:gridSpan w:val="2"/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/>
                <w:sz w:val="36"/>
                <w:szCs w:val="36"/>
              </w:rPr>
            </w:pPr>
            <w:r w:rsidRPr="00442376">
              <w:rPr>
                <w:rFonts w:cs="Arial"/>
                <w:bCs/>
                <w:color w:val="000000"/>
                <w:sz w:val="36"/>
                <w:szCs w:val="36"/>
              </w:rPr>
              <w:t xml:space="preserve">  </w:t>
            </w:r>
          </w:p>
        </w:tc>
      </w:tr>
      <w:tr w:rsidR="00C72E29" w:rsidRPr="006B05F3" w:rsidTr="00C72E29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spacing w:after="120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Stupeň projektové dokumentace:</w:t>
            </w:r>
          </w:p>
          <w:p w:rsidR="00C72E29" w:rsidRPr="00442376" w:rsidRDefault="00C72E29" w:rsidP="004A1A56">
            <w:pPr>
              <w:tabs>
                <w:tab w:val="left" w:pos="648"/>
              </w:tabs>
              <w:rPr>
                <w:rFonts w:cs="Arial"/>
                <w:bCs/>
                <w:color w:val="000000"/>
                <w:sz w:val="18"/>
                <w:szCs w:val="18"/>
              </w:rPr>
            </w:pPr>
            <w:r w:rsidRPr="0044237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4A1A56">
              <w:rPr>
                <w:rFonts w:cs="Arial"/>
                <w:b/>
                <w:bCs/>
                <w:color w:val="000000"/>
                <w:szCs w:val="22"/>
              </w:rPr>
              <w:t>RDS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C72E29" w:rsidRPr="00442376" w:rsidRDefault="00C72E29" w:rsidP="00C72E29">
            <w:pPr>
              <w:spacing w:after="120"/>
              <w:jc w:val="right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Datum:</w:t>
            </w:r>
          </w:p>
          <w:p w:rsidR="00C72E29" w:rsidRPr="00442376" w:rsidRDefault="004A1A56" w:rsidP="004A1A56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t>01</w:t>
            </w:r>
            <w:r w:rsidR="00C72E29" w:rsidRPr="00CF649B">
              <w:t xml:space="preserve"> /20</w:t>
            </w:r>
            <w:r>
              <w:t>20</w:t>
            </w:r>
            <w:r w:rsidR="00C72E29" w:rsidRPr="00CF649B">
              <w:t xml:space="preserve"> </w:t>
            </w:r>
          </w:p>
        </w:tc>
      </w:tr>
    </w:tbl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Default="00C72E29" w:rsidP="00C72E29"/>
    <w:p w:rsidR="00C72E29" w:rsidRDefault="00C72E29" w:rsidP="00C72E29"/>
    <w:p w:rsidR="00C72E29" w:rsidRDefault="00C72E29" w:rsidP="00C72E29"/>
    <w:p w:rsidR="00C72E29" w:rsidRDefault="00C72E29" w:rsidP="00E36F67">
      <w:pPr>
        <w:ind w:left="360"/>
        <w:jc w:val="center"/>
      </w:pPr>
      <w:proofErr w:type="gramStart"/>
      <w:r w:rsidRPr="000C7ACA">
        <w:rPr>
          <w:rFonts w:cs="Arial"/>
          <w:b/>
          <w:color w:val="000000"/>
          <w:sz w:val="32"/>
          <w:szCs w:val="32"/>
        </w:rPr>
        <w:t>D.</w:t>
      </w:r>
      <w:r w:rsidR="00856A50" w:rsidRPr="000C7ACA">
        <w:rPr>
          <w:rFonts w:cs="Arial"/>
          <w:b/>
          <w:color w:val="000000"/>
          <w:sz w:val="32"/>
          <w:szCs w:val="32"/>
        </w:rPr>
        <w:t>1</w:t>
      </w:r>
      <w:r w:rsidRPr="000C7ACA">
        <w:rPr>
          <w:rFonts w:cs="Arial"/>
          <w:b/>
          <w:color w:val="000000"/>
          <w:sz w:val="32"/>
          <w:szCs w:val="32"/>
        </w:rPr>
        <w:t>.</w:t>
      </w:r>
      <w:r w:rsidR="00E36F67">
        <w:rPr>
          <w:rFonts w:cs="Arial"/>
          <w:b/>
          <w:color w:val="000000"/>
          <w:sz w:val="32"/>
          <w:szCs w:val="32"/>
        </w:rPr>
        <w:t>1.2</w:t>
      </w:r>
      <w:proofErr w:type="gramEnd"/>
      <w:r w:rsidRPr="000C7ACA">
        <w:rPr>
          <w:rFonts w:cs="Arial"/>
          <w:b/>
          <w:color w:val="000000"/>
          <w:sz w:val="32"/>
          <w:szCs w:val="32"/>
        </w:rPr>
        <w:t xml:space="preserve">   </w:t>
      </w:r>
      <w:r w:rsidR="00E36F67">
        <w:rPr>
          <w:rFonts w:cs="Arial"/>
          <w:b/>
          <w:color w:val="000000"/>
          <w:sz w:val="32"/>
          <w:szCs w:val="32"/>
        </w:rPr>
        <w:t>Výpis sestav kanalizačních šachet</w:t>
      </w:r>
    </w:p>
    <w:p w:rsidR="00C72E29" w:rsidRDefault="00C72E29" w:rsidP="00C72E29"/>
    <w:p w:rsidR="003E3113" w:rsidRDefault="00E67939" w:rsidP="00E67939">
      <w:pPr>
        <w:jc w:val="center"/>
        <w:rPr>
          <w:rFonts w:cs="Arial"/>
          <w:b/>
          <w:sz w:val="28"/>
        </w:rPr>
      </w:pPr>
      <w:r>
        <w:rPr>
          <w:b/>
          <w:sz w:val="28"/>
          <w:szCs w:val="28"/>
        </w:rPr>
        <w:t xml:space="preserve">     </w:t>
      </w:r>
      <w:r w:rsidR="003E3113" w:rsidRPr="00A80224">
        <w:rPr>
          <w:b/>
          <w:sz w:val="28"/>
          <w:szCs w:val="28"/>
        </w:rPr>
        <w:t xml:space="preserve">SO </w:t>
      </w:r>
      <w:proofErr w:type="gramStart"/>
      <w:r w:rsidR="00E36F67">
        <w:rPr>
          <w:b/>
          <w:sz w:val="28"/>
          <w:szCs w:val="28"/>
        </w:rPr>
        <w:t>01   Gravitační</w:t>
      </w:r>
      <w:proofErr w:type="gramEnd"/>
      <w:r w:rsidR="00E36F67">
        <w:rPr>
          <w:b/>
          <w:sz w:val="28"/>
          <w:szCs w:val="28"/>
        </w:rPr>
        <w:t xml:space="preserve"> kanalizace</w:t>
      </w:r>
    </w:p>
    <w:p w:rsidR="00C72E29" w:rsidRDefault="00C72E29" w:rsidP="00C72E29">
      <w:pPr>
        <w:pStyle w:val="Hlavikarejstku"/>
        <w:tabs>
          <w:tab w:val="left" w:pos="5873"/>
        </w:tabs>
        <w:rPr>
          <w:rFonts w:cs="Arial"/>
          <w:b/>
          <w:sz w:val="28"/>
        </w:rPr>
      </w:pPr>
      <w:r>
        <w:rPr>
          <w:rFonts w:cs="Arial"/>
          <w:b/>
          <w:sz w:val="28"/>
        </w:rPr>
        <w:tab/>
      </w:r>
    </w:p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5670"/>
      </w:tblGrid>
      <w:tr w:rsidR="00C72E29" w:rsidRPr="00AA14F6" w:rsidTr="00C72E29">
        <w:trPr>
          <w:trHeight w:val="735"/>
          <w:jc w:val="center"/>
        </w:trPr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Pr="00442376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C72E29" w:rsidRDefault="00C72E29" w:rsidP="00C72E29">
            <w:pPr>
              <w:ind w:left="143"/>
              <w:rPr>
                <w:caps/>
              </w:rPr>
            </w:pPr>
            <w:r w:rsidRPr="00442376">
              <w:rPr>
                <w:caps/>
              </w:rPr>
              <w:t xml:space="preserve"> </w:t>
            </w: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Pr="00442376" w:rsidRDefault="00C72E29" w:rsidP="00C72E29">
            <w:pPr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caps/>
              </w:rPr>
              <w:t xml:space="preserve">                          </w:t>
            </w:r>
          </w:p>
        </w:tc>
      </w:tr>
    </w:tbl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E36F67" w:rsidRDefault="00E36F67" w:rsidP="009B3BA2"/>
    <w:p w:rsidR="005554BE" w:rsidRDefault="005554BE" w:rsidP="001642E3">
      <w:pPr>
        <w:tabs>
          <w:tab w:val="left" w:pos="3686"/>
        </w:tabs>
      </w:pPr>
    </w:p>
    <w:p w:rsidR="006744BF" w:rsidRPr="00F81B53" w:rsidRDefault="006744BF" w:rsidP="00161E68"/>
    <w:p w:rsidR="00372986" w:rsidRPr="00EE54B7" w:rsidRDefault="00F6635F" w:rsidP="00E36F67">
      <w:pPr>
        <w:tabs>
          <w:tab w:val="right" w:pos="8505"/>
        </w:tabs>
        <w:rPr>
          <w:rFonts w:cs="Arial"/>
          <w:sz w:val="20"/>
        </w:rPr>
      </w:pPr>
      <w:r w:rsidRPr="00F81B53">
        <w:rPr>
          <w:b/>
          <w:bCs/>
          <w:color w:val="000000" w:themeColor="text1"/>
        </w:rPr>
        <w:tab/>
      </w:r>
    </w:p>
    <w:p w:rsidR="00372986" w:rsidRDefault="00372986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40540C" w:rsidRDefault="0040540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40540C" w:rsidRDefault="0040540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40540C" w:rsidRDefault="0040540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40540C" w:rsidRDefault="0040540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40540C" w:rsidRDefault="0040540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sectPr w:rsidR="0040540C" w:rsidSect="008D2E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B8B" w:rsidRDefault="00BD0B8B" w:rsidP="00207A11">
      <w:r>
        <w:separator/>
      </w:r>
    </w:p>
  </w:endnote>
  <w:endnote w:type="continuationSeparator" w:id="0">
    <w:p w:rsidR="00BD0B8B" w:rsidRDefault="00BD0B8B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F77D4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31617951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8626492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217697628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735785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86D0B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86D0B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856A50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bCs/>
                <w:color w:val="000000" w:themeColor="text1"/>
                <w:sz w:val="12"/>
              </w:rPr>
              <w:alias w:val="Číslo zakázky"/>
              <w:tag w:val="CisloZak"/>
              <w:id w:val="-10216216"/>
              <w:text/>
            </w:sdtPr>
            <w:sdtEndPr/>
            <w:sdtContent>
              <w:r w:rsidR="004A1A56">
                <w:rPr>
                  <w:bCs/>
                  <w:color w:val="000000" w:themeColor="text1"/>
                  <w:sz w:val="12"/>
                </w:rPr>
                <w:t>22</w:t>
              </w:r>
              <w:r w:rsidRPr="00EF0373">
                <w:rPr>
                  <w:bCs/>
                  <w:color w:val="000000" w:themeColor="text1"/>
                  <w:sz w:val="12"/>
                </w:rPr>
                <w:t xml:space="preserve"> </w:t>
              </w:r>
              <w:r w:rsidR="004A1A56">
                <w:rPr>
                  <w:bCs/>
                  <w:color w:val="000000" w:themeColor="text1"/>
                  <w:sz w:val="12"/>
                </w:rPr>
                <w:t>0054</w:t>
              </w:r>
              <w:r w:rsidRPr="00EF0373">
                <w:rPr>
                  <w:bCs/>
                  <w:color w:val="000000" w:themeColor="text1"/>
                  <w:sz w:val="12"/>
                </w:rPr>
                <w:t xml:space="preserve">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250227876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4A1A56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>ARCHIVNÍ ČÍSLO: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1793779127"/>
              <w:text/>
            </w:sdtPr>
            <w:sdtEndPr/>
            <w:sdtContent>
              <w:r>
                <w:rPr>
                  <w:bCs/>
                  <w:color w:val="000000" w:themeColor="text1"/>
                  <w:sz w:val="12"/>
                </w:rPr>
                <w:t xml:space="preserve"> </w:t>
              </w:r>
              <w:r w:rsidRPr="00EF0373">
                <w:rPr>
                  <w:bCs/>
                  <w:color w:val="000000" w:themeColor="text1"/>
                  <w:sz w:val="12"/>
                </w:rPr>
                <w:t>0</w:t>
              </w:r>
              <w:r w:rsidR="004A1A56">
                <w:rPr>
                  <w:bCs/>
                  <w:color w:val="000000" w:themeColor="text1"/>
                  <w:sz w:val="12"/>
                </w:rPr>
                <w:t>01</w:t>
              </w:r>
              <w:r w:rsidRPr="00EF0373">
                <w:rPr>
                  <w:bCs/>
                  <w:color w:val="000000" w:themeColor="text1"/>
                  <w:sz w:val="12"/>
                </w:rPr>
                <w:t>/</w:t>
              </w:r>
              <w:r w:rsidR="004A1A56">
                <w:rPr>
                  <w:bCs/>
                  <w:color w:val="000000" w:themeColor="text1"/>
                  <w:sz w:val="12"/>
                </w:rPr>
                <w:t>20</w:t>
              </w:r>
              <w:r w:rsidRPr="00EF0373">
                <w:rPr>
                  <w:bCs/>
                  <w:color w:val="000000" w:themeColor="text1"/>
                  <w:sz w:val="12"/>
                </w:rPr>
                <w:t>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289561028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F77D4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861540132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310011-01-01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791122331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8D2ECB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71230819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0108/13/3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753808375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B8B" w:rsidRDefault="00BD0B8B" w:rsidP="00207A11">
      <w:r>
        <w:separator/>
      </w:r>
    </w:p>
  </w:footnote>
  <w:footnote w:type="continuationSeparator" w:id="0">
    <w:p w:rsidR="00BD0B8B" w:rsidRDefault="00BD0B8B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1902D58" wp14:editId="23286C8D">
              <wp:extent cx="683895" cy="199390"/>
              <wp:effectExtent l="1905" t="6985" r="0" b="3175"/>
              <wp:docPr id="3" name="Plátn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6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3C74BAA" id="Plátno 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ZrNiMAAJRNAQAOAAAAZHJzL2Uyb0RvYy54bWzsXW1vHDly/h4g/2GgjwF8mu55F9Z7uLPX&#10;QYBNssApP2AsjSwh0owyGq+8CfLf8xRZxanSsMi+lTa53H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ncn8AA&#10;AADcAAAADwAAAGRycy9kb3ducmV2LnhtbERPy4rCMBTdC/MP4Q6403QcKdIxShkQXI34gllemmtb&#10;bW5qEmv9e7MQXB7Oe77sTSM6cr62rOBrnIAgLqyuuVRw2K9GMxA+IGtsLJOCB3lYLj4Gc8y0vfOW&#10;ul0oRQxhn6GCKoQ2k9IXFRn0Y9sSR+5kncEQoSuldniP4aaRkyRJpcGaY0OFLf1WVFx2N6Ogm12n&#10;F8prn6ebfRKOzvyf/yZ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ncn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GtMUA&#10;AADcAAAADwAAAGRycy9kb3ducmV2LnhtbESPQWvCQBSE70L/w/IKvekmFoOkrlJShELx0OjF2yP7&#10;mqxm34bsmqT99W6h0OMwM98wm91kWzFQ741jBekiAUFcOW24VnA67udrED4ga2wdk4Jv8rDbPsw2&#10;mGs38icNZahFhLDPUUETQpdL6auGLPqF64ij9+V6iyHKvpa6xzHCbSuXSZJJi4bjQoMdFQ1V1/Jm&#10;FZjxeFudf/BSmPPBDR/D4a1OtFJPj9PrC4hAU/gP/7XftYLnLIXfM/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ca0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eScQA&#10;AADcAAAADwAAAGRycy9kb3ducmV2LnhtbESP0YrCMBRE3xf8h3AF39ZUBVmqUVRW1BeXrX7Atbm2&#10;xeam28S2/r0RhH0cZuYMM192phQN1a6wrGA0jEAQp1YXnCk4n7afXyCcR9ZYWiYFD3KwXPQ+5hhr&#10;2/IvNYnPRICwi1FB7n0VS+nSnAy6oa2Ig3e1tUEfZJ1JXWMb4KaU4yiaSoMFh4UcK9rklN6Su1Gw&#10;y2739bFJykN0sd9/a797tD8TpQb9bjUD4anz/+F3e68VTKZjeJ0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3kn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kPM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nSa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SpD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tWIsYA&#10;AADcAAAADwAAAGRycy9kb3ducmV2LnhtbESPQWsCMRSE74X+h/AK3mq2rSxlNUqxtOilUBW8PjfP&#10;zermZUnS3dVfbwqFHoeZ+YaZLQbbiI58qB0reBpnIIhLp2uuFOy2H4+vIEJE1tg4JgUXCrCY39/N&#10;sNCu52/qNrESCcKhQAUmxraQMpSGLIaxa4mTd3TeYkzSV1J77BPcNvI5y3Jpsea0YLClpaHyvPmx&#10;Cvb98OXXunu/fq5P+XJrD5OrOSg1ehjepiAiDfE//NdeaQUv+QR+z6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tWI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7MUA&#10;AADcAAAADwAAAGRycy9kb3ducmV2LnhtbESPQWvCQBSE74L/YXmCN92oVCS6iohiS09NBfH2yD6T&#10;mOzbmN0m6b/vFgo9DjPzDbPZ9aYSLTWusKxgNo1AEKdWF5wpuHyeJisQziNrrCyTgm9ysNsOBxuM&#10;te34g9rEZyJA2MWoIPe+jqV0aU4G3dTWxMG728agD7LJpG6wC3BTyXkULaXBgsNCjjUdckrL5Mso&#10;OD+exl9v2UKeb29VmXRle3yPlBqP+v0ahKfe/4f/2q9awWL5Ar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+gj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OvMUA&#10;AADcAAAADwAAAGRycy9kb3ducmV2LnhtbESPQWsCMRSE70L/Q3iFXqRmVQhlNUorKKWgoJWeH5vn&#10;7rKblyWJuv57UxA8DjPzDTNf9rYVF/KhdqxhPMpAEBfO1FxqOP6u3z9AhIhssHVMGm4UYLl4Gcwx&#10;N+7Ke7ocYikShEOOGqoYu1zKUFRkMYxcR5y8k/MWY5K+lMbjNcFtKydZpqTFmtNChR2tKiqaw9lq&#10;2O6OajNtftTmrx/GZu3Pk+3XUOu31/5zBiJSH5/hR/vbaJgqBf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I6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+8p8YA&#10;AADcAAAADwAAAGRycy9kb3ducmV2LnhtbESPQWvCQBSE74L/YXkFb7ppq2lJXUUUpfRQMBV6fWRf&#10;s9Hs25BdY/TXdwtCj8PMfMPMl72tRUetrxwreJwkIIgLpysuFRy+tuNXED4ga6wdk4IreVguhoM5&#10;ZtpdeE9dHkoRIewzVGBCaDIpfWHIop+4hjh6P661GKJsS6lbvES4reVTkqTSYsVxwWBDa0PFKT9b&#10;Bbu1qaff+wPfNrtPbj423XGWd0qNHvrVG4hAffgP39vvWsFz+gJ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+8p8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bdbsEA&#10;AADcAAAADwAAAGRycy9kb3ducmV2LnhtbERPTYvCMBC9C/6HMIIX0VSXVammRYSCh72sVfA4NmNb&#10;bCalSbX77zeHhT0+3vc+HUwjXtS52rKC5SICQVxYXXOp4JJn8y0I55E1NpZJwQ85SJPxaI+xtm/+&#10;ptfZlyKEsItRQeV9G0vpiooMuoVtiQP3sJ1BH2BXSt3hO4SbRq6iaC0N1hwaKmzpWFHxPPdGwRe3&#10;aI7Y32ZZv7l+RvfrIcdMqelkOOxAeBr8v/jPfdIKPtZhbTgTjoB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G3W7BAAAA3AAAAA8AAAAAAAAAAAAAAAAAmAIAAGRycy9kb3du&#10;cmV2LnhtbFBLBQYAAAAABAAEAPUAAACGAw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85XcYA&#10;AADcAAAADwAAAGRycy9kb3ducmV2LnhtbESPUWvCQBCE3wv9D8cWfJF6qRVpo6doqVQphcaWPi+5&#10;NQnm9kJuq9Ff7wmFPg4z8w0znXeuVgdqQ+XZwMMgAUWce1txYeD7a3X/BCoIssXaMxk4UYD57PZm&#10;iqn1R87osJVCRQiHFA2UIk2qdchLchgGviGO3s63DiXKttC2xWOEu1oPk2SsHVYcF0ps6KWkfL/9&#10;dQZeT+ds83nu/7wn8pZ90HKpZdQZ07vrFhNQQp38h//aa2vgcfwM1zPxCO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85X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AX8IA&#10;AADcAAAADwAAAGRycy9kb3ducmV2LnhtbERPz2vCMBS+D/wfwhO8zdTKdHTGIsJw7DBYVdjx0bw1&#10;1eala2Lb/ffLYeDx4/u9yUfbiJ46XztWsJgnIIhLp2uuFJyOr4/PIHxA1tg4JgW/5CHfTh42mGk3&#10;8Cf1RahEDGGfoQITQptJ6UtDFv3ctcSR+3adxRBhV0nd4RDDbSPTJFlJizXHBoMt7Q2V1+JmFaQk&#10;Lyf7dFivEhrPXzL9uXyYd6Vm03H3AiLQGO7if/ebVrBcx/nxTDwC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MBf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yfocQA&#10;AADcAAAADwAAAGRycy9kb3ducmV2LnhtbESPQYvCMBSE74L/ITzBi6ypCrpUo6goeHS7Xvb2tnm2&#10;xealNLGt/nojLOxxmJlvmNWmM6VoqHaFZQWTcQSCOLW64EzB5fv48QnCeWSNpWVS8CAHm3W/t8JY&#10;25a/qEl8JgKEXYwKcu+rWEqX5mTQjW1FHLyrrQ36IOtM6hrbADelnEbRXBosOCzkWNE+p/SW3I2C&#10;+8gl+199Hv10TaoPz13bFs+tUsNBt12C8NT5//Bf+6QVzBYTeJ8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8n6H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6140310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22078846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8788268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217167807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896542883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054309870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136686374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F86D0B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958093605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762106765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88D1A18" wp14:editId="782ED438">
              <wp:extent cx="683895" cy="199390"/>
              <wp:effectExtent l="1905" t="6985" r="0" b="317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7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533B6A9" id="Plátno 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+EzS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D4pb+EzSMAAJRNAQAOAAAAAAAAAAAAAAAAAC4CAABkcnMv&#10;ZTJvRG9jLnhtbFBLAQItABQABgAIAAAAIQA8rhDL2wAAAAQBAAAPAAAAAAAAAAAAAAAAACcmAABk&#10;cnMvZG93bnJldi54bWxQSwUGAAAAAAQABADzAAAAL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UNcQA&#10;AADcAAAADwAAAGRycy9kb3ducmV2LnhtbESPT4vCMBTE7wv7HcJb8Lamq4tKNUoRFjy5+A88Pppn&#10;27V5qUm21m9vBMHjMDO/YWaLztSiJecrywq++gkI4tzqigsF+93P5wSED8gaa8uk4EYeFvP3txmm&#10;2l55Q+02FCJC2KeooAyhSaX0eUkGfd82xNE7WWcwROkKqR1eI9zUcpAkI2mw4rhQYkPLkvLz9t8o&#10;aCeX7zNllc9Gv7skHJw5/q0HSvU+umwKIlAXXuFne6UVDMdDeJy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1D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z8cUA&#10;AADcAAAADwAAAGRycy9kb3ducmV2LnhtbESPQWvCQBSE70L/w/IKvelGq1Wiq4ilUCgeql68PbLP&#10;ZDX7NmTXJPXXdwXB4zAz3zCLVWdL0VDtjWMFw0ECgjhz2nCu4LD/6s9A+ICssXRMCv7Iw2r50ltg&#10;ql3Lv9TsQi4ihH2KCooQqlRKnxVk0Q9cRRy9k6sthijrXOoa2wi3pRwlyYe0aDguFFjRpqDssrta&#10;BabdXyfHG5435rh1zU+z/cwTrdTba7eegwjUhWf40f7WCt6nY7if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/Px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Q4MUA&#10;AADcAAAADwAAAGRycy9kb3ducmV2LnhtbESP0WrCQBRE3wv+w3IF3+pGpbVEV9FSsb4opn7ANXtN&#10;gtm7Mbsm8e/dQqGPw8ycYebLzpSiodoVlhWMhhEI4tTqgjMFp5/N6wcI55E1lpZJwYMcLBe9lznG&#10;2rZ8pCbxmQgQdjEqyL2vYildmpNBN7QVcfAutjbog6wzqWtsA9yUchxF79JgwWEhx4o+c0qvyd0o&#10;2GbX+3rfJOUuOtuv29pvH+1hotSg361mIDx1/j/81/7WCibTN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dD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RecQA&#10;AADcAAAADwAAAGRycy9kb3ducmV2LnhtbESPQYvCMBSE7wv+h/AEb2uqgko1ioiCJ2G7gnh7NM+m&#10;2ryUJmrrr98sLOxxmJlvmOW6tZV4UuNLxwpGwwQEce50yYWC0/f+cw7CB2SNlWNS0JGH9ar3scRU&#10;uxd/0TMLhYgQ9ikqMCHUqZQ+N2TRD11NHL2rayyGKJtC6gZfEW4rOU6SqbRYclwwWNPWUH7PHlbB&#10;vjxVu25yvN0uDzJnt8uus3en1KDfbhYgArXhP/zXPmgFk9kU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kX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eiMYA&#10;AADcAAAADwAAAGRycy9kb3ducmV2LnhtbESPT2sCMRTE74V+h/AKvdVsa9GyGqVYLPUi+Ad6fW6e&#10;m203L0uS7m799EYQPA4z8xtmOu9tLVryoXKs4HmQgSAunK64VLDfLZ/eQISIrLF2TAr+KcB8dn83&#10;xVy7jjfUbmMpEoRDjgpMjE0uZSgMWQwD1xAn7+i8xZikL6X22CW4reVLlo2kxYrTgsGGFoaK3+2f&#10;VfDd9Wu/0u3H6XP1M1rs7OH1ZA5KPT707xMQkfp4C1/bX1rBcDyG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Bei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xr8IA&#10;AADcAAAADwAAAGRycy9kb3ducmV2LnhtbERPTWvCQBC9F/wPywje6kaFVqKbIKLY0lNTQbwN2TGJ&#10;yc7G7DZJ/333UOjx8b636Wga0VPnKssKFvMIBHFudcWFgvPX8XkNwnlkjY1lUvBDDtJk8rTFWNuB&#10;P6nPfCFCCLsYFZTet7GULi/JoJvbljhwN9sZ9AF2hdQdDiHcNHIZRS/SYMWhocSW9iXldfZtFJzu&#10;D+Mv12IlT9f3ps6Guj98RErNpuNuA8LT6P/Ff+43rWD1GtaG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jGv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6ME8UA&#10;AADcAAAADwAAAGRycy9kb3ducmV2LnhtbESPQWvCQBSE7wX/w/IEL1I3KsQaXcUWlFJQqBXPj+wz&#10;Ccm+Dburxn/fLRQ8DjPzDbNcd6YRN3K+sqxgPEpAEOdWV1woOP1sX99A+ICssbFMCh7kYb3qvSwx&#10;0/bO33Q7hkJECPsMFZQhtJmUPi/JoB/Zljh6F+sMhihdIbXDe4SbRk6SJJUGK44LJbb0UVJeH69G&#10;wf5wSnfT+ivdnbthqLfuOtm/D5Ua9LvNAkSgLjzD/+1PrWA6m8P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row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CKcMA&#10;AADcAAAADwAAAGRycy9kb3ducmV2LnhtbERPy2rCQBTdF/oPwy1010zqo4ToKEVRpAvBNNDtJXPN&#10;pM3cCZkxpn69syh0eTjv5Xq0rRio941jBa9JCoK4crrhWkH5uXvJQPiArLF1TAp+ycN69fiwxFy7&#10;K59oKEItYgj7HBWYELpcSl8ZsugT1xFH7ux6iyHCvpa6x2sMt62cpOmbtNhwbDDY0cZQ9VNcrIL9&#10;xrSzr1PJt+3+yN3HdvieF4NSz0/j+wJEoDH8i//cB61gmsX58Uw8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rCKc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CSCcUA&#10;AADcAAAADwAAAGRycy9kb3ducmV2LnhtbESPS2vDMBCE74X+B7GFXEojOyVpcC2HYDD0kEvzgBy3&#10;1tY2tVbGkh/991GhkOMwM98w6W42rRipd41lBfEyAkFcWt1wpeB8Kl62IJxH1thaJgW/5GCXPT6k&#10;mGg78SeNR1+JAGGXoILa+y6R0pU1GXRL2xEH79v2Bn2QfSV1j1OAm1auomgjDTYcFmrsKK+p/DkO&#10;RsGBOzQ5DtfnYni7rKOvy/6EhVKLp3n/DsLT7O/h//aHVvC6jeHvTD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8JIJ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N1sYA&#10;AADcAAAADwAAAGRycy9kb3ducmV2LnhtbESPUWvCQBCE3wv+h2MLvki9VItI6im1tFQRobGlz0tu&#10;mwRzeyG3avTXewWhj8PMfMPMFp2r1ZHaUHk28DhMQBHn3lZcGPj+en+YggqCbLH2TAbOFGAx793N&#10;MLX+xBkdd1KoCOGQooFSpEm1DnlJDsPQN8TR+/WtQ4myLbRt8RThrtajJJlohxXHhRIbei0p3+8O&#10;zsDb+ZKtPy+Dn00iH9mWlkstT50x/fvu5RmUUCf/4Vt7ZQ2MpyP4OxOPgJ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dN1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uD8UA&#10;AADcAAAADwAAAGRycy9kb3ducmV2LnhtbESPQWvCQBSE70L/w/IKvemmkarErCJCaemhUI3g8ZF9&#10;ZpNm36bZrcZ/7xYKHoeZ+YbJ14NtxZl6XztW8DxJQBCXTtdcKSj2r+MFCB+QNbaOScGVPKxXD6Mc&#10;M+0u/EXnXahEhLDPUIEJocuk9KUhi37iOuLonVxvMUTZV1L3eIlw28o0SWbSYs1xwWBHW0Pl9+7X&#10;KkhJNoV9eZvPEhoOR5n+NJ/mQ6mnx2GzBBFoCPfwf/tdK5gupv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y4P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5MHsUA&#10;AADcAAAADwAAAGRycy9kb3ducmV2LnhtbESPQWvCQBSE7wX/w/KEXkLd1BaR1DWkYqFHjV56e82+&#10;JqHZtyG7Jml+fVcQPA4z8w2zSUfTiJ46V1tW8LyIQRAXVtdcKjifPp7WIJxH1thYJgV/5CDdzh42&#10;mGg78JH63JciQNglqKDyvk2kdEVFBt3CtsTB+7GdQR9kV0rd4RDgppHLOF5JgzWHhQpb2lVU/OYX&#10;o+ASuXz3rQ/R19gXej+9D0M9ZUo9zsfsDYSn0d/Dt/anVvCyfoXrmXAE5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kwe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E36F67" w:rsidP="00E36F67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proofErr w:type="gramStart"/>
          <w:r>
            <w:rPr>
              <w:color w:val="000000" w:themeColor="text1"/>
              <w:sz w:val="12"/>
              <w:szCs w:val="12"/>
            </w:rPr>
            <w:t>D.1.1.2</w:t>
          </w:r>
          <w:proofErr w:type="gramEnd"/>
          <w:r>
            <w:rPr>
              <w:color w:val="000000" w:themeColor="text1"/>
              <w:sz w:val="12"/>
              <w:szCs w:val="12"/>
            </w:rPr>
            <w:t xml:space="preserve">   Výpis sestav kanalizačních šachet  SO 01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24627844"/>
              <w:text/>
            </w:sdtPr>
            <w:sdtEndPr/>
            <w:sdtContent>
              <w:r>
                <w:rPr>
                  <w:bCs/>
                  <w:color w:val="000000" w:themeColor="text1"/>
                  <w:sz w:val="12"/>
                  <w:szCs w:val="12"/>
                </w:rPr>
                <w:t>S</w:t>
              </w:r>
            </w:sdtContent>
          </w:sdt>
          <w:r>
            <w:rPr>
              <w:bCs/>
              <w:color w:val="000000" w:themeColor="text1"/>
              <w:sz w:val="12"/>
              <w:szCs w:val="12"/>
            </w:rPr>
            <w:t>O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2032060815"/>
              <w:text/>
            </w:sdtPr>
            <w:sdtEndPr/>
            <w:sdtContent>
              <w:r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>
            <w:rPr>
              <w:bCs/>
              <w:color w:val="000000" w:themeColor="text1"/>
              <w:sz w:val="12"/>
              <w:szCs w:val="12"/>
            </w:rPr>
            <w:t>01 Gravitační kanalizace</w:t>
          </w:r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F86D0B" w:rsidP="00F86D0B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356966521"/>
              <w:showingPlcHdr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>
            <w:rPr>
              <w:color w:val="000000" w:themeColor="text1"/>
              <w:sz w:val="12"/>
              <w:szCs w:val="12"/>
            </w:rPr>
            <w:t>RDS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135559233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F86D0B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301606882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456254523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4869C00" wp14:editId="1B1BA0AA">
              <wp:extent cx="683895" cy="199390"/>
              <wp:effectExtent l="1905" t="6985" r="0" b="3175"/>
              <wp:docPr id="5" name="Plátn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BCC2E5C" id="Plátno 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Yi8QA&#10;AADcAAAADwAAAGRycy9kb3ducmV2LnhtbESPQWvCQBSE74L/YXlCb7rRipXoRkKh0FNLtYLHR/aZ&#10;xGTfprvbmP77riB4HGbmG2a7G0wrenK+tqxgPktAEBdW11wq+D68TdcgfEDW2FomBX/kYZeNR1tM&#10;tb3yF/X7UIoIYZ+igiqELpXSFxUZ9DPbEUfvbJ3BEKUrpXZ4jXDTykWSrKTBmuNChR29VlQ0+1+j&#10;oF//LBvKa5+vPg9JODpzunwslHqaDPkGRKAhPML39rtW8Lx8gd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GIv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zScMA&#10;AADcAAAADwAAAGRycy9kb3ducmV2LnhtbERPz2vCMBS+D/Y/hDfYbaa6KaMzijgGwvBg68Xbo3lr&#10;M5uXksS27q9fDoLHj+/3cj3aVvTkg3GsYDrJQBBXThuuFRzLr5d3ECEia2wdk4IrBVivHh+WmGs3&#10;8IH6ItYihXDIUUETY5dLGaqGLIaJ64gT9+O8xZigr6X2OKRw28pZli2kRcOpocGOtg1V5+JiFZih&#10;vMxPf/i7Nae967/7/WedaaWen8bNB4hIY7yLb+6dVvD6ltamM+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zScMAAADc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QWMUA&#10;AADcAAAADwAAAGRycy9kb3ducmV2LnhtbESP0WrCQBRE3wv+w3IF3+pGLcVGV9FSsb4opn7ANXtN&#10;gtm7Mbsm8e/dQqGPw8ycYebLzpSiodoVlhWMhhEI4tTqgjMFp5/N6xSE88gaS8uk4EEOloveyxxj&#10;bVs+UpP4TAQIuxgV5N5XsZQuzcmgG9qKOHgXWxv0QdaZ1DW2AW5KOY6id2mw4LCQY0WfOaXX5G4U&#10;bLPrfb1vknIXne3Xbe23j/YwUWrQ71YzEJ46/x/+a39rBZO3D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BBY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w9sMA&#10;AADcAAAADwAAAGRycy9kb3ducmV2LnhtbERPz2vCMBS+C/sfwhvsZtOtbEpnlDEs7DSwFsTbo3k2&#10;dc1LaaK2++uXg7Djx/d7tRltJ640+NaxguckBUFcO91yo6DaF/MlCB+QNXaOScFEHjbrh9kKc+1u&#10;vKNrGRoRQ9jnqMCE0OdS+tqQRZ+4njhyJzdYDBEOjdQD3mK47eRLmr5Jiy3HBoM9fRqqf8qLVVC0&#10;Vbedsu/z+Xghc3Db8rT4nZR6ehw/3kEEGsO/+O7+0gqy1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w9sMAAADc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/B8YA&#10;AADcAAAADwAAAGRycy9kb3ducmV2LnhtbESPQWsCMRSE70L/Q3iF3jRra0VWoxRLi14KasHrc/Pc&#10;rG5eliTd3frrm0Khx2FmvmEWq97WoiUfKscKxqMMBHHhdMWlgs/D23AGIkRkjbVjUvBNAVbLu8EC&#10;c+063lG7j6VIEA45KjAxNrmUoTBkMYxcQ5y8s/MWY5K+lNpjl+C2lo9ZNpUWK04LBhtaGyqu+y+r&#10;4Nj1H36r29fb+/YyXR/saXIzJ6Ue7vuXOYhIffwP/7U3WsHT8xh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/B8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aJc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bF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1ol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nmcUA&#10;AADcAAAADwAAAGRycy9kb3ducmV2LnhtbESPQWvCQBSE74L/YXlCL1I3GgwldRUVlFJQ0ErPj+xr&#10;EpJ9G3ZXTf99tyB4HGbmG2ax6k0rbuR8bVnBdJKAIC6srrlUcPnavb6B8AFZY2uZFPySh9VyOFhg&#10;ru2dT3Q7h1JECPscFVQhdLmUvqjIoJ/Yjjh6P9YZDFG6UmqH9wg3rZwlSSYN1hwXKuxoW1HRnK9G&#10;weF4yfZp85ntv/txaHbuOjtsxkq9jPr1O4hAfXiGH+0PrSCdp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eZ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obcUA&#10;AADcAAAADwAAAGRycy9kb3ducmV2LnhtbESPQWvCQBSE70L/w/IKvelGq0VSVxGlIh4Eo9DrI/ua&#10;Tc2+DdltjP56VxB6HGbmG2a26GwlWmp86VjBcJCAIM6dLrlQcDp+9acgfEDWWDkmBVfysJi/9GaY&#10;anfhA7VZKESEsE9RgQmhTqX0uSGLfuBq4uj9uMZiiLIppG7wEuG2kqMk+ZAWS44LBmtaGcrP2Z9V&#10;sFmZavx9OPFtvdlzvVu3v5OsVerttVt+ggjUhf/ws73VCt4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eh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u4TcMA&#10;AADcAAAADwAAAGRycy9kb3ducmV2LnhtbESPQYvCMBSE74L/ITxhL6KpSl3pGkWEwh68aBX2+Gye&#10;bdnmpTSpdv/9RhA8DjPzDbPe9qYWd2pdZVnBbBqBIM6trrhQcM7SyQqE88gaa8uk4I8cbDfDwRoT&#10;bR98pPvJFyJA2CWooPS+SaR0eUkG3dQ2xMG72dagD7ItpG7xEeCmlvMoWkqDFYeFEhval5T/njqj&#10;4MANmj12P+O0+7zE0fWyyzBV6mPU775AeOr9O/xqf2sFizi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u4Tc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xnksYA&#10;AADcAAAADwAAAGRycy9kb3ducmV2LnhtbESPUWvCQBCE3wX/w7GFvki92FopqadoqbRSCo0tfV5y&#10;2ySY2wu5VaO/vicIPg4z8w0znXeuVntqQ+XZwGiYgCLOva24MPDzvbp7AhUE2WLtmQwcKcB81u9N&#10;MbX+wBntN1KoCOGQooFSpEm1DnlJDsPQN8TR+/OtQ4myLbRt8RDhrtb3STLRDiuOCyU29FJSvt3s&#10;nIHX4ylbf50Gvx+JvGWftFxqGXfG3N50i2dQQp1cw5f2uzXw8DiB85l4BP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xnk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ES8QA&#10;AADcAAAADwAAAGRycy9kb3ducmV2LnhtbESPQWvCQBSE70L/w/IKvemmEY1EVykFUTwIWgseH9ln&#10;Njb7Nma3mv77riB4HGbmG2a26GwtrtT6yrGC90ECgrhwuuJSweFr2Z+A8AFZY+2YFPyRh8X8pTfD&#10;XLsb7+i6D6WIEPY5KjAhNLmUvjBk0Q9cQxy9k2sthijbUuoWbxFua5kmyVharDguGGzo01Dxs/+1&#10;ClKS54MdrbJxQt33UaaX89ZslHp77T6mIAJ14Rl+tNdawXCUwf1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IBEv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qXMIA&#10;AADcAAAADwAAAGRycy9kb3ducmV2LnhtbERPy2rCQBTdF/yH4QpuRCe2tEh0DDFU6LJN3bi7Zq5J&#10;MHMnZCaP+vWdRaHLw3nvk8k0YqDO1ZYVbNYRCOLC6ppLBefv02oLwnlkjY1lUvBDDpLD7GmPsbYj&#10;f9GQ+1KEEHYxKqi8b2MpXVGRQbe2LXHgbrYz6APsSqk7HEO4aeRzFL1JgzWHhgpbyioq7nlvFPRL&#10;l2dX/bm8TEOh3x/HcawfqVKL+ZTuQHia/L/4z/2hFby8hrXhTDg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2pc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989672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27559852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51619665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02082191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150206322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83619605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F86D0B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504239218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F86D0B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375506720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974712989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D4880"/>
    <w:multiLevelType w:val="multilevel"/>
    <w:tmpl w:val="44FCF5D6"/>
    <w:lvl w:ilvl="0"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5586B17"/>
    <w:multiLevelType w:val="hybridMultilevel"/>
    <w:tmpl w:val="73424C4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0020AE"/>
    <w:rsid w:val="00003015"/>
    <w:rsid w:val="00006DA2"/>
    <w:rsid w:val="00012803"/>
    <w:rsid w:val="00014815"/>
    <w:rsid w:val="0002044B"/>
    <w:rsid w:val="0002115E"/>
    <w:rsid w:val="0002185A"/>
    <w:rsid w:val="000221B0"/>
    <w:rsid w:val="00033F1B"/>
    <w:rsid w:val="000358AA"/>
    <w:rsid w:val="00036C07"/>
    <w:rsid w:val="000376AA"/>
    <w:rsid w:val="00050CBD"/>
    <w:rsid w:val="00052C95"/>
    <w:rsid w:val="00054218"/>
    <w:rsid w:val="000579AA"/>
    <w:rsid w:val="00061648"/>
    <w:rsid w:val="00062048"/>
    <w:rsid w:val="00065588"/>
    <w:rsid w:val="0006609B"/>
    <w:rsid w:val="00070096"/>
    <w:rsid w:val="000717BD"/>
    <w:rsid w:val="00071E77"/>
    <w:rsid w:val="00072B7C"/>
    <w:rsid w:val="00072F40"/>
    <w:rsid w:val="000748AD"/>
    <w:rsid w:val="00077945"/>
    <w:rsid w:val="00080905"/>
    <w:rsid w:val="00080C04"/>
    <w:rsid w:val="00083A5C"/>
    <w:rsid w:val="00083CDD"/>
    <w:rsid w:val="00086B1F"/>
    <w:rsid w:val="00091AD0"/>
    <w:rsid w:val="000A07E4"/>
    <w:rsid w:val="000A1555"/>
    <w:rsid w:val="000A186F"/>
    <w:rsid w:val="000A3B81"/>
    <w:rsid w:val="000A3C59"/>
    <w:rsid w:val="000A45E8"/>
    <w:rsid w:val="000B1432"/>
    <w:rsid w:val="000B1C39"/>
    <w:rsid w:val="000B1F4D"/>
    <w:rsid w:val="000B3409"/>
    <w:rsid w:val="000B3BF6"/>
    <w:rsid w:val="000B469B"/>
    <w:rsid w:val="000C5441"/>
    <w:rsid w:val="000C550B"/>
    <w:rsid w:val="000C6A0F"/>
    <w:rsid w:val="000C7654"/>
    <w:rsid w:val="000C7ACA"/>
    <w:rsid w:val="000D264A"/>
    <w:rsid w:val="000E6247"/>
    <w:rsid w:val="000F2410"/>
    <w:rsid w:val="000F3969"/>
    <w:rsid w:val="000F414C"/>
    <w:rsid w:val="000F4689"/>
    <w:rsid w:val="000F69CD"/>
    <w:rsid w:val="000F6FC0"/>
    <w:rsid w:val="000F75BA"/>
    <w:rsid w:val="00100B56"/>
    <w:rsid w:val="00100BEC"/>
    <w:rsid w:val="00100C31"/>
    <w:rsid w:val="00102C76"/>
    <w:rsid w:val="00105FEA"/>
    <w:rsid w:val="0010737E"/>
    <w:rsid w:val="00111921"/>
    <w:rsid w:val="00113027"/>
    <w:rsid w:val="00113C96"/>
    <w:rsid w:val="00120D4A"/>
    <w:rsid w:val="001234BA"/>
    <w:rsid w:val="00125FE1"/>
    <w:rsid w:val="0013143A"/>
    <w:rsid w:val="001328EC"/>
    <w:rsid w:val="00137D5F"/>
    <w:rsid w:val="00141503"/>
    <w:rsid w:val="00141863"/>
    <w:rsid w:val="00141F34"/>
    <w:rsid w:val="00143261"/>
    <w:rsid w:val="00143EE5"/>
    <w:rsid w:val="00150676"/>
    <w:rsid w:val="00154055"/>
    <w:rsid w:val="00161E68"/>
    <w:rsid w:val="00163321"/>
    <w:rsid w:val="001642E3"/>
    <w:rsid w:val="0016548A"/>
    <w:rsid w:val="0016608B"/>
    <w:rsid w:val="0016742F"/>
    <w:rsid w:val="00170241"/>
    <w:rsid w:val="001709FF"/>
    <w:rsid w:val="00171FBA"/>
    <w:rsid w:val="001746F2"/>
    <w:rsid w:val="00174A45"/>
    <w:rsid w:val="0017502D"/>
    <w:rsid w:val="00180A40"/>
    <w:rsid w:val="00181839"/>
    <w:rsid w:val="001834C1"/>
    <w:rsid w:val="00183BEC"/>
    <w:rsid w:val="00183DF3"/>
    <w:rsid w:val="0018623B"/>
    <w:rsid w:val="00186466"/>
    <w:rsid w:val="00190E7A"/>
    <w:rsid w:val="001964FD"/>
    <w:rsid w:val="00196E4A"/>
    <w:rsid w:val="001B0384"/>
    <w:rsid w:val="001B5626"/>
    <w:rsid w:val="001B640D"/>
    <w:rsid w:val="001C294E"/>
    <w:rsid w:val="001C4D2E"/>
    <w:rsid w:val="001C66BD"/>
    <w:rsid w:val="001D3444"/>
    <w:rsid w:val="001D557C"/>
    <w:rsid w:val="001D6457"/>
    <w:rsid w:val="001D64ED"/>
    <w:rsid w:val="001E2A1C"/>
    <w:rsid w:val="001E43FB"/>
    <w:rsid w:val="001E476C"/>
    <w:rsid w:val="001E5F0B"/>
    <w:rsid w:val="001F3E7C"/>
    <w:rsid w:val="001F4C83"/>
    <w:rsid w:val="00200EB0"/>
    <w:rsid w:val="002020D3"/>
    <w:rsid w:val="00204585"/>
    <w:rsid w:val="002056D0"/>
    <w:rsid w:val="00207A11"/>
    <w:rsid w:val="0021229B"/>
    <w:rsid w:val="0021565A"/>
    <w:rsid w:val="00216929"/>
    <w:rsid w:val="0021787E"/>
    <w:rsid w:val="002243E1"/>
    <w:rsid w:val="00224400"/>
    <w:rsid w:val="00224980"/>
    <w:rsid w:val="00226929"/>
    <w:rsid w:val="00232707"/>
    <w:rsid w:val="002337E5"/>
    <w:rsid w:val="002350FC"/>
    <w:rsid w:val="002403BD"/>
    <w:rsid w:val="00240424"/>
    <w:rsid w:val="00243032"/>
    <w:rsid w:val="00243A96"/>
    <w:rsid w:val="00246401"/>
    <w:rsid w:val="00247528"/>
    <w:rsid w:val="002478AA"/>
    <w:rsid w:val="002512A5"/>
    <w:rsid w:val="00252F52"/>
    <w:rsid w:val="00254DE7"/>
    <w:rsid w:val="002551F8"/>
    <w:rsid w:val="00255B82"/>
    <w:rsid w:val="00256CEA"/>
    <w:rsid w:val="00261B2D"/>
    <w:rsid w:val="00267541"/>
    <w:rsid w:val="00271646"/>
    <w:rsid w:val="002724B6"/>
    <w:rsid w:val="00285F45"/>
    <w:rsid w:val="00291FB9"/>
    <w:rsid w:val="002942D4"/>
    <w:rsid w:val="002953ED"/>
    <w:rsid w:val="00296925"/>
    <w:rsid w:val="002A130B"/>
    <w:rsid w:val="002A1C5D"/>
    <w:rsid w:val="002A41AD"/>
    <w:rsid w:val="002A52DF"/>
    <w:rsid w:val="002A7915"/>
    <w:rsid w:val="002B4412"/>
    <w:rsid w:val="002B4A9E"/>
    <w:rsid w:val="002B4B0A"/>
    <w:rsid w:val="002B57F9"/>
    <w:rsid w:val="002C1E82"/>
    <w:rsid w:val="002C514A"/>
    <w:rsid w:val="002C735D"/>
    <w:rsid w:val="002D0467"/>
    <w:rsid w:val="002D30CC"/>
    <w:rsid w:val="002D723A"/>
    <w:rsid w:val="002E293E"/>
    <w:rsid w:val="002E58D1"/>
    <w:rsid w:val="002F1578"/>
    <w:rsid w:val="002F3B89"/>
    <w:rsid w:val="002F59AF"/>
    <w:rsid w:val="002F67D0"/>
    <w:rsid w:val="003002DC"/>
    <w:rsid w:val="00302BC8"/>
    <w:rsid w:val="00304B67"/>
    <w:rsid w:val="00304BEE"/>
    <w:rsid w:val="00311F33"/>
    <w:rsid w:val="00316065"/>
    <w:rsid w:val="003178F9"/>
    <w:rsid w:val="003179D2"/>
    <w:rsid w:val="003310F7"/>
    <w:rsid w:val="00331A5B"/>
    <w:rsid w:val="00333300"/>
    <w:rsid w:val="00340E88"/>
    <w:rsid w:val="00340F3B"/>
    <w:rsid w:val="00342C24"/>
    <w:rsid w:val="00344B0E"/>
    <w:rsid w:val="00345DCB"/>
    <w:rsid w:val="00347A6A"/>
    <w:rsid w:val="00350558"/>
    <w:rsid w:val="00353A67"/>
    <w:rsid w:val="00355B9F"/>
    <w:rsid w:val="00356A53"/>
    <w:rsid w:val="00361121"/>
    <w:rsid w:val="00362795"/>
    <w:rsid w:val="00363F32"/>
    <w:rsid w:val="00364FCE"/>
    <w:rsid w:val="00367929"/>
    <w:rsid w:val="0037176F"/>
    <w:rsid w:val="0037186F"/>
    <w:rsid w:val="003725F9"/>
    <w:rsid w:val="00372986"/>
    <w:rsid w:val="00372D67"/>
    <w:rsid w:val="003760B8"/>
    <w:rsid w:val="00377332"/>
    <w:rsid w:val="00381F12"/>
    <w:rsid w:val="003872A8"/>
    <w:rsid w:val="00391957"/>
    <w:rsid w:val="0039201A"/>
    <w:rsid w:val="003934CC"/>
    <w:rsid w:val="003A2229"/>
    <w:rsid w:val="003A56E8"/>
    <w:rsid w:val="003A5845"/>
    <w:rsid w:val="003A6B04"/>
    <w:rsid w:val="003B0BB3"/>
    <w:rsid w:val="003B112F"/>
    <w:rsid w:val="003B15B9"/>
    <w:rsid w:val="003B25C7"/>
    <w:rsid w:val="003B2DE1"/>
    <w:rsid w:val="003B32EC"/>
    <w:rsid w:val="003B378D"/>
    <w:rsid w:val="003B3C02"/>
    <w:rsid w:val="003B5B1D"/>
    <w:rsid w:val="003B6D19"/>
    <w:rsid w:val="003B7618"/>
    <w:rsid w:val="003C0237"/>
    <w:rsid w:val="003C1C31"/>
    <w:rsid w:val="003C342E"/>
    <w:rsid w:val="003C40DA"/>
    <w:rsid w:val="003D08B6"/>
    <w:rsid w:val="003D3C98"/>
    <w:rsid w:val="003D404F"/>
    <w:rsid w:val="003E079A"/>
    <w:rsid w:val="003E0C71"/>
    <w:rsid w:val="003E181A"/>
    <w:rsid w:val="003E3113"/>
    <w:rsid w:val="003F714B"/>
    <w:rsid w:val="003F7BF0"/>
    <w:rsid w:val="00403619"/>
    <w:rsid w:val="00403EFE"/>
    <w:rsid w:val="0040540C"/>
    <w:rsid w:val="00407E69"/>
    <w:rsid w:val="0041251B"/>
    <w:rsid w:val="004146CC"/>
    <w:rsid w:val="004241B5"/>
    <w:rsid w:val="00425E6E"/>
    <w:rsid w:val="00427967"/>
    <w:rsid w:val="004311DB"/>
    <w:rsid w:val="00432C3E"/>
    <w:rsid w:val="00435CB4"/>
    <w:rsid w:val="00435D07"/>
    <w:rsid w:val="00437C76"/>
    <w:rsid w:val="00437E07"/>
    <w:rsid w:val="00440B9B"/>
    <w:rsid w:val="0044351B"/>
    <w:rsid w:val="004441B0"/>
    <w:rsid w:val="0044420F"/>
    <w:rsid w:val="00451CEA"/>
    <w:rsid w:val="00452EAD"/>
    <w:rsid w:val="00455A5A"/>
    <w:rsid w:val="00460922"/>
    <w:rsid w:val="004621D8"/>
    <w:rsid w:val="004656C2"/>
    <w:rsid w:val="00470574"/>
    <w:rsid w:val="004721B3"/>
    <w:rsid w:val="00472D5D"/>
    <w:rsid w:val="00472DFF"/>
    <w:rsid w:val="0047496D"/>
    <w:rsid w:val="0047581E"/>
    <w:rsid w:val="00477A96"/>
    <w:rsid w:val="00477E8A"/>
    <w:rsid w:val="00486EBF"/>
    <w:rsid w:val="004972D5"/>
    <w:rsid w:val="004A0419"/>
    <w:rsid w:val="004A0FE9"/>
    <w:rsid w:val="004A1A56"/>
    <w:rsid w:val="004A21D5"/>
    <w:rsid w:val="004A31E2"/>
    <w:rsid w:val="004A359E"/>
    <w:rsid w:val="004B2FCB"/>
    <w:rsid w:val="004B3EB9"/>
    <w:rsid w:val="004B3F22"/>
    <w:rsid w:val="004B61E0"/>
    <w:rsid w:val="004B6862"/>
    <w:rsid w:val="004C1301"/>
    <w:rsid w:val="004C3CA6"/>
    <w:rsid w:val="004C42CA"/>
    <w:rsid w:val="004C4EFA"/>
    <w:rsid w:val="004C76AD"/>
    <w:rsid w:val="004D0495"/>
    <w:rsid w:val="004D2987"/>
    <w:rsid w:val="004D637C"/>
    <w:rsid w:val="004E14DB"/>
    <w:rsid w:val="004E4A56"/>
    <w:rsid w:val="004F5625"/>
    <w:rsid w:val="004F623C"/>
    <w:rsid w:val="004F70D5"/>
    <w:rsid w:val="004F71B0"/>
    <w:rsid w:val="00500C31"/>
    <w:rsid w:val="005016CA"/>
    <w:rsid w:val="0050337D"/>
    <w:rsid w:val="005137E2"/>
    <w:rsid w:val="00514EAF"/>
    <w:rsid w:val="00517E24"/>
    <w:rsid w:val="00521418"/>
    <w:rsid w:val="00524BC3"/>
    <w:rsid w:val="005255F9"/>
    <w:rsid w:val="00527498"/>
    <w:rsid w:val="005275A9"/>
    <w:rsid w:val="0053245D"/>
    <w:rsid w:val="00532923"/>
    <w:rsid w:val="00533B32"/>
    <w:rsid w:val="00537349"/>
    <w:rsid w:val="00540576"/>
    <w:rsid w:val="00542193"/>
    <w:rsid w:val="0054250D"/>
    <w:rsid w:val="00543D66"/>
    <w:rsid w:val="005459CB"/>
    <w:rsid w:val="00550C7E"/>
    <w:rsid w:val="005550F0"/>
    <w:rsid w:val="005554BE"/>
    <w:rsid w:val="00555C85"/>
    <w:rsid w:val="00560EE0"/>
    <w:rsid w:val="00565268"/>
    <w:rsid w:val="00571B51"/>
    <w:rsid w:val="00572868"/>
    <w:rsid w:val="0057432B"/>
    <w:rsid w:val="00574903"/>
    <w:rsid w:val="0057581E"/>
    <w:rsid w:val="00576863"/>
    <w:rsid w:val="005774C4"/>
    <w:rsid w:val="0058005B"/>
    <w:rsid w:val="005808F7"/>
    <w:rsid w:val="00583344"/>
    <w:rsid w:val="005833D8"/>
    <w:rsid w:val="0058399A"/>
    <w:rsid w:val="00583E3B"/>
    <w:rsid w:val="00584980"/>
    <w:rsid w:val="00584BE6"/>
    <w:rsid w:val="00585D96"/>
    <w:rsid w:val="00594AC6"/>
    <w:rsid w:val="005A272C"/>
    <w:rsid w:val="005A5DBD"/>
    <w:rsid w:val="005A6BC0"/>
    <w:rsid w:val="005B12B5"/>
    <w:rsid w:val="005B5F0A"/>
    <w:rsid w:val="005C4991"/>
    <w:rsid w:val="005C4E4A"/>
    <w:rsid w:val="005D62CE"/>
    <w:rsid w:val="005D7EC5"/>
    <w:rsid w:val="005E1A93"/>
    <w:rsid w:val="005E4B21"/>
    <w:rsid w:val="005E56CB"/>
    <w:rsid w:val="005E584A"/>
    <w:rsid w:val="005E7073"/>
    <w:rsid w:val="005F250C"/>
    <w:rsid w:val="005F58F4"/>
    <w:rsid w:val="00600A1E"/>
    <w:rsid w:val="006054EC"/>
    <w:rsid w:val="00607892"/>
    <w:rsid w:val="006102BF"/>
    <w:rsid w:val="00611C33"/>
    <w:rsid w:val="0061374F"/>
    <w:rsid w:val="00620476"/>
    <w:rsid w:val="00621488"/>
    <w:rsid w:val="0062458D"/>
    <w:rsid w:val="0062614B"/>
    <w:rsid w:val="006368ED"/>
    <w:rsid w:val="00646D7F"/>
    <w:rsid w:val="00651B5D"/>
    <w:rsid w:val="00651E94"/>
    <w:rsid w:val="00651F5E"/>
    <w:rsid w:val="0065586D"/>
    <w:rsid w:val="00661B43"/>
    <w:rsid w:val="00662C3E"/>
    <w:rsid w:val="0066347D"/>
    <w:rsid w:val="0066690A"/>
    <w:rsid w:val="00672193"/>
    <w:rsid w:val="006744BF"/>
    <w:rsid w:val="006750EF"/>
    <w:rsid w:val="00675AEC"/>
    <w:rsid w:val="006817D2"/>
    <w:rsid w:val="00683227"/>
    <w:rsid w:val="006849C7"/>
    <w:rsid w:val="006850B7"/>
    <w:rsid w:val="00687329"/>
    <w:rsid w:val="00690593"/>
    <w:rsid w:val="00690BBF"/>
    <w:rsid w:val="00693245"/>
    <w:rsid w:val="00693B67"/>
    <w:rsid w:val="006940D7"/>
    <w:rsid w:val="006970C1"/>
    <w:rsid w:val="006973AC"/>
    <w:rsid w:val="006A11FA"/>
    <w:rsid w:val="006A44F1"/>
    <w:rsid w:val="006A7C4B"/>
    <w:rsid w:val="006B05F3"/>
    <w:rsid w:val="006B0C28"/>
    <w:rsid w:val="006B17CC"/>
    <w:rsid w:val="006B17E1"/>
    <w:rsid w:val="006B3223"/>
    <w:rsid w:val="006B6C2B"/>
    <w:rsid w:val="006C16B5"/>
    <w:rsid w:val="006C1E87"/>
    <w:rsid w:val="006C3044"/>
    <w:rsid w:val="006C5CA7"/>
    <w:rsid w:val="006C77E7"/>
    <w:rsid w:val="006D3A70"/>
    <w:rsid w:val="006D4B5D"/>
    <w:rsid w:val="006E0C1E"/>
    <w:rsid w:val="006F3A91"/>
    <w:rsid w:val="006F4E08"/>
    <w:rsid w:val="006F5A13"/>
    <w:rsid w:val="007046B4"/>
    <w:rsid w:val="007062BE"/>
    <w:rsid w:val="0070755A"/>
    <w:rsid w:val="007135FA"/>
    <w:rsid w:val="00717884"/>
    <w:rsid w:val="007202FF"/>
    <w:rsid w:val="00721573"/>
    <w:rsid w:val="0072469F"/>
    <w:rsid w:val="007266CB"/>
    <w:rsid w:val="00727CE4"/>
    <w:rsid w:val="00735764"/>
    <w:rsid w:val="00735977"/>
    <w:rsid w:val="00735B68"/>
    <w:rsid w:val="00736928"/>
    <w:rsid w:val="00736CF7"/>
    <w:rsid w:val="007415D0"/>
    <w:rsid w:val="00742311"/>
    <w:rsid w:val="007538BF"/>
    <w:rsid w:val="00762DB4"/>
    <w:rsid w:val="0076677A"/>
    <w:rsid w:val="00773380"/>
    <w:rsid w:val="0077390F"/>
    <w:rsid w:val="00773A8D"/>
    <w:rsid w:val="0077490E"/>
    <w:rsid w:val="00775E3E"/>
    <w:rsid w:val="007772D6"/>
    <w:rsid w:val="007801E4"/>
    <w:rsid w:val="00795018"/>
    <w:rsid w:val="00795F42"/>
    <w:rsid w:val="007A11CF"/>
    <w:rsid w:val="007A36BB"/>
    <w:rsid w:val="007A6106"/>
    <w:rsid w:val="007B1E8B"/>
    <w:rsid w:val="007B2CED"/>
    <w:rsid w:val="007B591D"/>
    <w:rsid w:val="007B68CB"/>
    <w:rsid w:val="007C3CD9"/>
    <w:rsid w:val="007C488A"/>
    <w:rsid w:val="007C5051"/>
    <w:rsid w:val="007C53C5"/>
    <w:rsid w:val="007C70D7"/>
    <w:rsid w:val="007C7DF1"/>
    <w:rsid w:val="007E0B04"/>
    <w:rsid w:val="007E1B89"/>
    <w:rsid w:val="007E4595"/>
    <w:rsid w:val="007E461D"/>
    <w:rsid w:val="007E4F13"/>
    <w:rsid w:val="007E5757"/>
    <w:rsid w:val="007F030A"/>
    <w:rsid w:val="007F4B53"/>
    <w:rsid w:val="007F561B"/>
    <w:rsid w:val="007F6B75"/>
    <w:rsid w:val="007F74F2"/>
    <w:rsid w:val="0080172E"/>
    <w:rsid w:val="008061F7"/>
    <w:rsid w:val="0081278F"/>
    <w:rsid w:val="00814282"/>
    <w:rsid w:val="008156A3"/>
    <w:rsid w:val="008162BD"/>
    <w:rsid w:val="00822120"/>
    <w:rsid w:val="0082382B"/>
    <w:rsid w:val="008266CC"/>
    <w:rsid w:val="00826949"/>
    <w:rsid w:val="00826B86"/>
    <w:rsid w:val="00831C67"/>
    <w:rsid w:val="0083289B"/>
    <w:rsid w:val="00834D54"/>
    <w:rsid w:val="00834E34"/>
    <w:rsid w:val="00835D3E"/>
    <w:rsid w:val="00837ECE"/>
    <w:rsid w:val="00841247"/>
    <w:rsid w:val="008435F9"/>
    <w:rsid w:val="00856A50"/>
    <w:rsid w:val="00856F6B"/>
    <w:rsid w:val="0086003E"/>
    <w:rsid w:val="00863542"/>
    <w:rsid w:val="008637D4"/>
    <w:rsid w:val="00866D3F"/>
    <w:rsid w:val="0087008C"/>
    <w:rsid w:val="00870C12"/>
    <w:rsid w:val="00874B11"/>
    <w:rsid w:val="00875478"/>
    <w:rsid w:val="0087636C"/>
    <w:rsid w:val="008810BF"/>
    <w:rsid w:val="00881618"/>
    <w:rsid w:val="00886EF4"/>
    <w:rsid w:val="0088743C"/>
    <w:rsid w:val="00893505"/>
    <w:rsid w:val="00896E2C"/>
    <w:rsid w:val="008A0D4C"/>
    <w:rsid w:val="008A4C22"/>
    <w:rsid w:val="008A65C6"/>
    <w:rsid w:val="008A758D"/>
    <w:rsid w:val="008A76CB"/>
    <w:rsid w:val="008B1388"/>
    <w:rsid w:val="008B4CA4"/>
    <w:rsid w:val="008B6025"/>
    <w:rsid w:val="008B68E4"/>
    <w:rsid w:val="008D1023"/>
    <w:rsid w:val="008D2ECB"/>
    <w:rsid w:val="008D62C0"/>
    <w:rsid w:val="008E00E1"/>
    <w:rsid w:val="008E3B4F"/>
    <w:rsid w:val="008E5A35"/>
    <w:rsid w:val="008F08BE"/>
    <w:rsid w:val="008F1679"/>
    <w:rsid w:val="00900EC1"/>
    <w:rsid w:val="00902C88"/>
    <w:rsid w:val="00903354"/>
    <w:rsid w:val="00911309"/>
    <w:rsid w:val="009118B5"/>
    <w:rsid w:val="009128AD"/>
    <w:rsid w:val="00912E45"/>
    <w:rsid w:val="0091692C"/>
    <w:rsid w:val="00920A53"/>
    <w:rsid w:val="00923FA2"/>
    <w:rsid w:val="009261EA"/>
    <w:rsid w:val="00926B80"/>
    <w:rsid w:val="0093086B"/>
    <w:rsid w:val="00931D9B"/>
    <w:rsid w:val="00932A9A"/>
    <w:rsid w:val="0093354C"/>
    <w:rsid w:val="009335D5"/>
    <w:rsid w:val="009336FD"/>
    <w:rsid w:val="0093386D"/>
    <w:rsid w:val="00933F50"/>
    <w:rsid w:val="00937372"/>
    <w:rsid w:val="0094225B"/>
    <w:rsid w:val="00943940"/>
    <w:rsid w:val="009441D2"/>
    <w:rsid w:val="00945AA4"/>
    <w:rsid w:val="00946323"/>
    <w:rsid w:val="00952B1F"/>
    <w:rsid w:val="00952D22"/>
    <w:rsid w:val="00954D2C"/>
    <w:rsid w:val="00957046"/>
    <w:rsid w:val="009570BE"/>
    <w:rsid w:val="00957D6E"/>
    <w:rsid w:val="00962F8E"/>
    <w:rsid w:val="009634F2"/>
    <w:rsid w:val="00971A92"/>
    <w:rsid w:val="00973AD3"/>
    <w:rsid w:val="009805BC"/>
    <w:rsid w:val="00982A76"/>
    <w:rsid w:val="00983166"/>
    <w:rsid w:val="00983BBD"/>
    <w:rsid w:val="009857E8"/>
    <w:rsid w:val="0099021D"/>
    <w:rsid w:val="00990327"/>
    <w:rsid w:val="00991CDA"/>
    <w:rsid w:val="00994E64"/>
    <w:rsid w:val="00995837"/>
    <w:rsid w:val="0099605E"/>
    <w:rsid w:val="009A1BC2"/>
    <w:rsid w:val="009A2112"/>
    <w:rsid w:val="009A2517"/>
    <w:rsid w:val="009A30BE"/>
    <w:rsid w:val="009A6E17"/>
    <w:rsid w:val="009B1759"/>
    <w:rsid w:val="009B3BA2"/>
    <w:rsid w:val="009B5966"/>
    <w:rsid w:val="009B6914"/>
    <w:rsid w:val="009C613E"/>
    <w:rsid w:val="009C691C"/>
    <w:rsid w:val="009C736D"/>
    <w:rsid w:val="009C756D"/>
    <w:rsid w:val="009C7B62"/>
    <w:rsid w:val="009D59B4"/>
    <w:rsid w:val="009E66DD"/>
    <w:rsid w:val="009E743C"/>
    <w:rsid w:val="009F5485"/>
    <w:rsid w:val="009F72CF"/>
    <w:rsid w:val="009F7B60"/>
    <w:rsid w:val="009F7F91"/>
    <w:rsid w:val="00A00C27"/>
    <w:rsid w:val="00A00D6B"/>
    <w:rsid w:val="00A053ED"/>
    <w:rsid w:val="00A123C1"/>
    <w:rsid w:val="00A20560"/>
    <w:rsid w:val="00A20A66"/>
    <w:rsid w:val="00A20F00"/>
    <w:rsid w:val="00A21502"/>
    <w:rsid w:val="00A24020"/>
    <w:rsid w:val="00A25A94"/>
    <w:rsid w:val="00A27A83"/>
    <w:rsid w:val="00A32B56"/>
    <w:rsid w:val="00A334F3"/>
    <w:rsid w:val="00A3488A"/>
    <w:rsid w:val="00A34BDE"/>
    <w:rsid w:val="00A35A69"/>
    <w:rsid w:val="00A36F6D"/>
    <w:rsid w:val="00A37332"/>
    <w:rsid w:val="00A41E02"/>
    <w:rsid w:val="00A44251"/>
    <w:rsid w:val="00A45DEE"/>
    <w:rsid w:val="00A50AAA"/>
    <w:rsid w:val="00A632A7"/>
    <w:rsid w:val="00A64FA5"/>
    <w:rsid w:val="00A66758"/>
    <w:rsid w:val="00A71ABB"/>
    <w:rsid w:val="00A73AAA"/>
    <w:rsid w:val="00A95EE2"/>
    <w:rsid w:val="00AA14F6"/>
    <w:rsid w:val="00AA2AD6"/>
    <w:rsid w:val="00AA3B0B"/>
    <w:rsid w:val="00AA41CD"/>
    <w:rsid w:val="00AA5455"/>
    <w:rsid w:val="00AB0170"/>
    <w:rsid w:val="00AB7158"/>
    <w:rsid w:val="00AC7287"/>
    <w:rsid w:val="00AD0405"/>
    <w:rsid w:val="00AD0829"/>
    <w:rsid w:val="00AD3521"/>
    <w:rsid w:val="00AD7BF6"/>
    <w:rsid w:val="00AE3921"/>
    <w:rsid w:val="00AF329D"/>
    <w:rsid w:val="00AF35D0"/>
    <w:rsid w:val="00AF5DA7"/>
    <w:rsid w:val="00B03295"/>
    <w:rsid w:val="00B038F4"/>
    <w:rsid w:val="00B05189"/>
    <w:rsid w:val="00B05538"/>
    <w:rsid w:val="00B100B6"/>
    <w:rsid w:val="00B10125"/>
    <w:rsid w:val="00B11911"/>
    <w:rsid w:val="00B13869"/>
    <w:rsid w:val="00B17041"/>
    <w:rsid w:val="00B172E8"/>
    <w:rsid w:val="00B259D6"/>
    <w:rsid w:val="00B25B04"/>
    <w:rsid w:val="00B2607E"/>
    <w:rsid w:val="00B2748D"/>
    <w:rsid w:val="00B306D7"/>
    <w:rsid w:val="00B31406"/>
    <w:rsid w:val="00B32672"/>
    <w:rsid w:val="00B4015C"/>
    <w:rsid w:val="00B40E75"/>
    <w:rsid w:val="00B452B3"/>
    <w:rsid w:val="00B476CB"/>
    <w:rsid w:val="00B50085"/>
    <w:rsid w:val="00B53FF5"/>
    <w:rsid w:val="00B5585A"/>
    <w:rsid w:val="00B57963"/>
    <w:rsid w:val="00B61177"/>
    <w:rsid w:val="00B62B61"/>
    <w:rsid w:val="00B6497F"/>
    <w:rsid w:val="00B665F5"/>
    <w:rsid w:val="00B67EFE"/>
    <w:rsid w:val="00B70583"/>
    <w:rsid w:val="00B73859"/>
    <w:rsid w:val="00B738E5"/>
    <w:rsid w:val="00B739C6"/>
    <w:rsid w:val="00B74353"/>
    <w:rsid w:val="00B76555"/>
    <w:rsid w:val="00B76C19"/>
    <w:rsid w:val="00B810E9"/>
    <w:rsid w:val="00B83B6F"/>
    <w:rsid w:val="00B84B97"/>
    <w:rsid w:val="00B877D5"/>
    <w:rsid w:val="00B91360"/>
    <w:rsid w:val="00B91FAA"/>
    <w:rsid w:val="00BA3351"/>
    <w:rsid w:val="00BA3443"/>
    <w:rsid w:val="00BA4614"/>
    <w:rsid w:val="00BA575C"/>
    <w:rsid w:val="00BA57F2"/>
    <w:rsid w:val="00BA6B6F"/>
    <w:rsid w:val="00BA7A1F"/>
    <w:rsid w:val="00BA7CBB"/>
    <w:rsid w:val="00BA7FED"/>
    <w:rsid w:val="00BB038A"/>
    <w:rsid w:val="00BB0B0C"/>
    <w:rsid w:val="00BB21F4"/>
    <w:rsid w:val="00BB4429"/>
    <w:rsid w:val="00BB5203"/>
    <w:rsid w:val="00BB5833"/>
    <w:rsid w:val="00BC0149"/>
    <w:rsid w:val="00BC196F"/>
    <w:rsid w:val="00BC1C44"/>
    <w:rsid w:val="00BC344E"/>
    <w:rsid w:val="00BC3D3C"/>
    <w:rsid w:val="00BC3F06"/>
    <w:rsid w:val="00BD0B8B"/>
    <w:rsid w:val="00BD136C"/>
    <w:rsid w:val="00BE1715"/>
    <w:rsid w:val="00BF0AF6"/>
    <w:rsid w:val="00BF108B"/>
    <w:rsid w:val="00BF1C5C"/>
    <w:rsid w:val="00BF6A07"/>
    <w:rsid w:val="00C02C3E"/>
    <w:rsid w:val="00C1011C"/>
    <w:rsid w:val="00C10F4C"/>
    <w:rsid w:val="00C23D8D"/>
    <w:rsid w:val="00C26835"/>
    <w:rsid w:val="00C26E9F"/>
    <w:rsid w:val="00C276B3"/>
    <w:rsid w:val="00C312EF"/>
    <w:rsid w:val="00C335E1"/>
    <w:rsid w:val="00C33679"/>
    <w:rsid w:val="00C3473C"/>
    <w:rsid w:val="00C36853"/>
    <w:rsid w:val="00C40BCE"/>
    <w:rsid w:val="00C42684"/>
    <w:rsid w:val="00C42707"/>
    <w:rsid w:val="00C4497D"/>
    <w:rsid w:val="00C47111"/>
    <w:rsid w:val="00C474F6"/>
    <w:rsid w:val="00C519DF"/>
    <w:rsid w:val="00C5414E"/>
    <w:rsid w:val="00C54CD6"/>
    <w:rsid w:val="00C54FF3"/>
    <w:rsid w:val="00C5546D"/>
    <w:rsid w:val="00C5703F"/>
    <w:rsid w:val="00C60115"/>
    <w:rsid w:val="00C65A71"/>
    <w:rsid w:val="00C65CAA"/>
    <w:rsid w:val="00C677BD"/>
    <w:rsid w:val="00C70C18"/>
    <w:rsid w:val="00C72E29"/>
    <w:rsid w:val="00C7619B"/>
    <w:rsid w:val="00C7627B"/>
    <w:rsid w:val="00C81ABE"/>
    <w:rsid w:val="00C9449C"/>
    <w:rsid w:val="00C97CB3"/>
    <w:rsid w:val="00CA021E"/>
    <w:rsid w:val="00CA1682"/>
    <w:rsid w:val="00CA2153"/>
    <w:rsid w:val="00CA337C"/>
    <w:rsid w:val="00CA33C4"/>
    <w:rsid w:val="00CA4545"/>
    <w:rsid w:val="00CB0C0A"/>
    <w:rsid w:val="00CB17A5"/>
    <w:rsid w:val="00CB42E4"/>
    <w:rsid w:val="00CB573C"/>
    <w:rsid w:val="00CB59A6"/>
    <w:rsid w:val="00CC0616"/>
    <w:rsid w:val="00CC0FCF"/>
    <w:rsid w:val="00CC1383"/>
    <w:rsid w:val="00CC22F9"/>
    <w:rsid w:val="00CC36C9"/>
    <w:rsid w:val="00CD0899"/>
    <w:rsid w:val="00CD0A42"/>
    <w:rsid w:val="00CD3A75"/>
    <w:rsid w:val="00CD4DDB"/>
    <w:rsid w:val="00CD5F9B"/>
    <w:rsid w:val="00CE2060"/>
    <w:rsid w:val="00CE29BF"/>
    <w:rsid w:val="00CE3E9F"/>
    <w:rsid w:val="00CE4CD7"/>
    <w:rsid w:val="00CE58D9"/>
    <w:rsid w:val="00CE5A92"/>
    <w:rsid w:val="00CF2D10"/>
    <w:rsid w:val="00D005BD"/>
    <w:rsid w:val="00D0118F"/>
    <w:rsid w:val="00D03184"/>
    <w:rsid w:val="00D07C35"/>
    <w:rsid w:val="00D114AB"/>
    <w:rsid w:val="00D13C63"/>
    <w:rsid w:val="00D146D8"/>
    <w:rsid w:val="00D21B46"/>
    <w:rsid w:val="00D337BF"/>
    <w:rsid w:val="00D36599"/>
    <w:rsid w:val="00D40DAA"/>
    <w:rsid w:val="00D57BC2"/>
    <w:rsid w:val="00D61B52"/>
    <w:rsid w:val="00D73311"/>
    <w:rsid w:val="00D73B1F"/>
    <w:rsid w:val="00D75BEA"/>
    <w:rsid w:val="00D80607"/>
    <w:rsid w:val="00D80FF2"/>
    <w:rsid w:val="00D85F13"/>
    <w:rsid w:val="00D86A5B"/>
    <w:rsid w:val="00D90275"/>
    <w:rsid w:val="00D93C3D"/>
    <w:rsid w:val="00D95B8E"/>
    <w:rsid w:val="00D97E67"/>
    <w:rsid w:val="00DA17DD"/>
    <w:rsid w:val="00DA3309"/>
    <w:rsid w:val="00DA3F9C"/>
    <w:rsid w:val="00DA5D96"/>
    <w:rsid w:val="00DA739B"/>
    <w:rsid w:val="00DB08E7"/>
    <w:rsid w:val="00DB1CDC"/>
    <w:rsid w:val="00DB374D"/>
    <w:rsid w:val="00DB57F8"/>
    <w:rsid w:val="00DB7356"/>
    <w:rsid w:val="00DC2485"/>
    <w:rsid w:val="00DC7C6F"/>
    <w:rsid w:val="00DD1051"/>
    <w:rsid w:val="00DD3884"/>
    <w:rsid w:val="00DD3907"/>
    <w:rsid w:val="00DD3CDA"/>
    <w:rsid w:val="00DD41DA"/>
    <w:rsid w:val="00DE0856"/>
    <w:rsid w:val="00DE398D"/>
    <w:rsid w:val="00DE39B3"/>
    <w:rsid w:val="00DE7199"/>
    <w:rsid w:val="00DF0578"/>
    <w:rsid w:val="00DF1432"/>
    <w:rsid w:val="00DF46D9"/>
    <w:rsid w:val="00DF4E1E"/>
    <w:rsid w:val="00DF4EED"/>
    <w:rsid w:val="00DF64A5"/>
    <w:rsid w:val="00E00192"/>
    <w:rsid w:val="00E0128C"/>
    <w:rsid w:val="00E01E6E"/>
    <w:rsid w:val="00E04E4F"/>
    <w:rsid w:val="00E05751"/>
    <w:rsid w:val="00E07343"/>
    <w:rsid w:val="00E07972"/>
    <w:rsid w:val="00E07CF9"/>
    <w:rsid w:val="00E1173A"/>
    <w:rsid w:val="00E14D53"/>
    <w:rsid w:val="00E14EFD"/>
    <w:rsid w:val="00E27037"/>
    <w:rsid w:val="00E272AA"/>
    <w:rsid w:val="00E27980"/>
    <w:rsid w:val="00E31112"/>
    <w:rsid w:val="00E36F67"/>
    <w:rsid w:val="00E461E9"/>
    <w:rsid w:val="00E4630C"/>
    <w:rsid w:val="00E51EAD"/>
    <w:rsid w:val="00E554B6"/>
    <w:rsid w:val="00E566BB"/>
    <w:rsid w:val="00E61194"/>
    <w:rsid w:val="00E66AB3"/>
    <w:rsid w:val="00E67939"/>
    <w:rsid w:val="00E67BC7"/>
    <w:rsid w:val="00E67E8B"/>
    <w:rsid w:val="00E8730F"/>
    <w:rsid w:val="00E87E44"/>
    <w:rsid w:val="00E95AC7"/>
    <w:rsid w:val="00E95EBD"/>
    <w:rsid w:val="00EA342D"/>
    <w:rsid w:val="00EA5D40"/>
    <w:rsid w:val="00EB0FF7"/>
    <w:rsid w:val="00EB5717"/>
    <w:rsid w:val="00EB71DA"/>
    <w:rsid w:val="00EC3C65"/>
    <w:rsid w:val="00EC4494"/>
    <w:rsid w:val="00EC6B10"/>
    <w:rsid w:val="00EC7DDA"/>
    <w:rsid w:val="00ED2526"/>
    <w:rsid w:val="00ED29B8"/>
    <w:rsid w:val="00ED3ACD"/>
    <w:rsid w:val="00ED44E9"/>
    <w:rsid w:val="00ED46E2"/>
    <w:rsid w:val="00ED4C7F"/>
    <w:rsid w:val="00EE247B"/>
    <w:rsid w:val="00EE2F5D"/>
    <w:rsid w:val="00EE54B7"/>
    <w:rsid w:val="00EE5C40"/>
    <w:rsid w:val="00EE6D19"/>
    <w:rsid w:val="00EF0373"/>
    <w:rsid w:val="00EF0509"/>
    <w:rsid w:val="00EF2A45"/>
    <w:rsid w:val="00EF3F62"/>
    <w:rsid w:val="00F03635"/>
    <w:rsid w:val="00F06066"/>
    <w:rsid w:val="00F0689B"/>
    <w:rsid w:val="00F12130"/>
    <w:rsid w:val="00F17ADE"/>
    <w:rsid w:val="00F2199C"/>
    <w:rsid w:val="00F2262D"/>
    <w:rsid w:val="00F23654"/>
    <w:rsid w:val="00F2499D"/>
    <w:rsid w:val="00F27068"/>
    <w:rsid w:val="00F40B3F"/>
    <w:rsid w:val="00F40DF2"/>
    <w:rsid w:val="00F423B4"/>
    <w:rsid w:val="00F4264B"/>
    <w:rsid w:val="00F43DC4"/>
    <w:rsid w:val="00F56830"/>
    <w:rsid w:val="00F63E7D"/>
    <w:rsid w:val="00F63EC0"/>
    <w:rsid w:val="00F6635F"/>
    <w:rsid w:val="00F67ED5"/>
    <w:rsid w:val="00F7084C"/>
    <w:rsid w:val="00F72E00"/>
    <w:rsid w:val="00F73FDD"/>
    <w:rsid w:val="00F74DBD"/>
    <w:rsid w:val="00F81B53"/>
    <w:rsid w:val="00F82A16"/>
    <w:rsid w:val="00F84214"/>
    <w:rsid w:val="00F85F5F"/>
    <w:rsid w:val="00F86D0B"/>
    <w:rsid w:val="00F87889"/>
    <w:rsid w:val="00F935F0"/>
    <w:rsid w:val="00F94C9E"/>
    <w:rsid w:val="00FA2664"/>
    <w:rsid w:val="00FA53C7"/>
    <w:rsid w:val="00FA5535"/>
    <w:rsid w:val="00FA5DC1"/>
    <w:rsid w:val="00FB35BE"/>
    <w:rsid w:val="00FB4F5D"/>
    <w:rsid w:val="00FB5259"/>
    <w:rsid w:val="00FC6C85"/>
    <w:rsid w:val="00FC78F8"/>
    <w:rsid w:val="00FC7978"/>
    <w:rsid w:val="00FC7A13"/>
    <w:rsid w:val="00FD0F8E"/>
    <w:rsid w:val="00FD1B11"/>
    <w:rsid w:val="00FD3276"/>
    <w:rsid w:val="00FD3AB8"/>
    <w:rsid w:val="00FD3AF7"/>
    <w:rsid w:val="00FD4253"/>
    <w:rsid w:val="00FD45EF"/>
    <w:rsid w:val="00FE0197"/>
    <w:rsid w:val="00FE031B"/>
    <w:rsid w:val="00FE146B"/>
    <w:rsid w:val="00FE5D5C"/>
    <w:rsid w:val="00FE5E6D"/>
    <w:rsid w:val="00FF19D9"/>
    <w:rsid w:val="00FF1DF0"/>
    <w:rsid w:val="00FF4808"/>
    <w:rsid w:val="00FF5336"/>
    <w:rsid w:val="00FF6295"/>
    <w:rsid w:val="00FF7268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482000F-15F8-4505-B7AD-4C434101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E68"/>
    <w:rPr>
      <w:sz w:val="22"/>
    </w:rPr>
  </w:style>
  <w:style w:type="paragraph" w:styleId="Nadpis1">
    <w:name w:val="heading 1"/>
    <w:aliases w:val="F1,Kapitola,Nadpis 1 Char1,Nadpis 1 Char Char,Nadpis 1 Char1 Char,Nadpis 1 Char Char Char"/>
    <w:basedOn w:val="Normln"/>
    <w:next w:val="Normln"/>
    <w:qFormat/>
    <w:rsid w:val="00AE3921"/>
    <w:pPr>
      <w:keepNext/>
      <w:numPr>
        <w:numId w:val="1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aliases w:val="F2,Podkapitola"/>
    <w:basedOn w:val="Normln"/>
    <w:next w:val="Normln"/>
    <w:qFormat/>
    <w:rsid w:val="00ED44E9"/>
    <w:pPr>
      <w:keepNext/>
      <w:numPr>
        <w:ilvl w:val="1"/>
        <w:numId w:val="1"/>
      </w:numPr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aliases w:val="F3,Článek,Nadpis 3 velká písmena,Titul1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aliases w:val="_,Titul2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aliases w:val="a),a) F5,Nadpis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aliases w:val="Normální_"/>
    <w:basedOn w:val="Normln"/>
    <w:next w:val="Normln"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E61194"/>
    <w:pPr>
      <w:tabs>
        <w:tab w:val="left" w:pos="1276"/>
        <w:tab w:val="left" w:pos="8504"/>
      </w:tabs>
      <w:spacing w:before="240"/>
      <w:ind w:left="1276" w:right="-1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BB5833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tema2">
    <w:name w:val="tema2"/>
    <w:basedOn w:val="Standardnpsmoodstavce"/>
    <w:rsid w:val="00D21B46"/>
  </w:style>
  <w:style w:type="paragraph" w:customStyle="1" w:styleId="xl44">
    <w:name w:val="xl44"/>
    <w:basedOn w:val="Normln"/>
    <w:rsid w:val="003B7618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C72E29"/>
    <w:pPr>
      <w:ind w:left="220" w:hanging="220"/>
    </w:pPr>
  </w:style>
  <w:style w:type="paragraph" w:styleId="Hlavikarejstku">
    <w:name w:val="index heading"/>
    <w:basedOn w:val="Normln"/>
    <w:next w:val="Rejstk1"/>
    <w:semiHidden/>
    <w:rsid w:val="00C72E29"/>
  </w:style>
  <w:style w:type="paragraph" w:customStyle="1" w:styleId="Default">
    <w:name w:val="Default"/>
    <w:rsid w:val="00196E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xl23">
    <w:name w:val="xl23"/>
    <w:basedOn w:val="Normln"/>
    <w:rsid w:val="00196E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Nadpis4">
    <w:name w:val="Styl Nadpis 4"/>
    <w:aliases w:val="_ + Modrá"/>
    <w:basedOn w:val="Nadpis4"/>
    <w:autoRedefine/>
    <w:rsid w:val="007C7DF1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0" w:after="0" w:line="240" w:lineRule="auto"/>
      <w:jc w:val="both"/>
      <w:textAlignment w:val="baseline"/>
      <w:outlineLvl w:val="9"/>
    </w:pPr>
    <w:rPr>
      <w:b w:val="0"/>
      <w:bCs w:val="0"/>
      <w:caps w:val="0"/>
      <w:sz w:val="20"/>
      <w:szCs w:val="20"/>
    </w:rPr>
  </w:style>
  <w:style w:type="paragraph" w:customStyle="1" w:styleId="TPOOdstavec">
    <w:name w:val="TPO Odstavec"/>
    <w:basedOn w:val="Normln"/>
    <w:rsid w:val="00662C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  <w:jc w:val="both"/>
    </w:pPr>
    <w:rPr>
      <w:rFonts w:ascii="Times New Roman" w:hAnsi="Times New Roman"/>
      <w:sz w:val="24"/>
    </w:rPr>
  </w:style>
  <w:style w:type="paragraph" w:customStyle="1" w:styleId="font5">
    <w:name w:val="font5"/>
    <w:basedOn w:val="Normln"/>
    <w:rsid w:val="002A1C5D"/>
    <w:pPr>
      <w:spacing w:before="100" w:beforeAutospacing="1" w:after="100" w:afterAutospacing="1"/>
    </w:pPr>
    <w:rPr>
      <w:rFonts w:eastAsia="Arial Unicode MS" w:cs="Arial"/>
      <w:sz w:val="24"/>
      <w:szCs w:val="24"/>
    </w:rPr>
  </w:style>
  <w:style w:type="paragraph" w:customStyle="1" w:styleId="xl57">
    <w:name w:val="xl57"/>
    <w:basedOn w:val="Normln"/>
    <w:rsid w:val="002A1C5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Normln">
    <w:name w:val="P_Normální"/>
    <w:basedOn w:val="Normln"/>
    <w:rsid w:val="001F4C83"/>
    <w:pPr>
      <w:widowControl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customStyle="1" w:styleId="xl35">
    <w:name w:val="xl35"/>
    <w:basedOn w:val="Normln"/>
    <w:rsid w:val="000542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F10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Zkladntext23">
    <w:name w:val="Základní text 23"/>
    <w:basedOn w:val="Normln"/>
    <w:rsid w:val="0070755A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  <w:style w:type="paragraph" w:customStyle="1" w:styleId="Zkladntext21">
    <w:name w:val="Základní text 21"/>
    <w:basedOn w:val="Normln"/>
    <w:rsid w:val="005255F9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11910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2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6185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1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070B-B212-4BBB-89E7-1007BCD8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69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F.2.1 Technická zpráva inženýrské SO</vt:lpstr>
    </vt:vector>
  </TitlesOfParts>
  <Company>Sweco Hydroprojekt a.s.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F.2.1 Technická zpráva inženýrské SO</dc:title>
  <dc:creator>Sweco Hydroprojekt a.s.</dc:creator>
  <cp:lastModifiedBy>Tolaszová, Alena</cp:lastModifiedBy>
  <cp:revision>9</cp:revision>
  <cp:lastPrinted>2017-12-21T07:50:00Z</cp:lastPrinted>
  <dcterms:created xsi:type="dcterms:W3CDTF">2017-12-20T12:41:00Z</dcterms:created>
  <dcterms:modified xsi:type="dcterms:W3CDTF">2020-02-10T06:16:00Z</dcterms:modified>
</cp:coreProperties>
</file>