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C96" w:rsidRDefault="00113C96" w:rsidP="00113C96">
      <w:pPr>
        <w:jc w:val="center"/>
        <w:rPr>
          <w:color w:val="000000" w:themeColor="text1"/>
        </w:rPr>
      </w:pPr>
    </w:p>
    <w:p w:rsidR="00E27980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337C96" w:rsidRPr="00955DB0" w:rsidTr="00337C9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337C96" w:rsidRPr="00955DB0" w:rsidRDefault="00337C96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bookmarkStart w:id="0" w:name="_Toc283724887"/>
            <w:r w:rsidRPr="00955DB0">
              <w:rPr>
                <w:bCs/>
                <w:color w:val="000000" w:themeColor="text1"/>
                <w:sz w:val="30"/>
                <w:szCs w:val="30"/>
              </w:rPr>
              <w:t>SEZNAM PŘÍLOH</w:t>
            </w:r>
          </w:p>
        </w:tc>
      </w:tr>
    </w:tbl>
    <w:p w:rsidR="00337C96" w:rsidRPr="00955DB0" w:rsidRDefault="00337C96" w:rsidP="00337C96"/>
    <w:p w:rsidR="00337C96" w:rsidRPr="00955DB0" w:rsidRDefault="00337C96" w:rsidP="00337C96">
      <w:pPr>
        <w:pBdr>
          <w:bottom w:val="single" w:sz="4" w:space="1" w:color="auto"/>
        </w:pBdr>
        <w:tabs>
          <w:tab w:val="left" w:pos="0"/>
          <w:tab w:val="left" w:pos="993"/>
          <w:tab w:val="left" w:pos="2694"/>
        </w:tabs>
        <w:rPr>
          <w:szCs w:val="22"/>
        </w:rPr>
      </w:pPr>
      <w:r w:rsidRPr="00955DB0">
        <w:rPr>
          <w:szCs w:val="22"/>
        </w:rPr>
        <w:t>Příloha</w:t>
      </w:r>
      <w:r w:rsidRPr="00955DB0">
        <w:rPr>
          <w:szCs w:val="22"/>
        </w:rPr>
        <w:tab/>
        <w:t>arch. číslo</w:t>
      </w:r>
      <w:r w:rsidRPr="00955DB0">
        <w:rPr>
          <w:szCs w:val="22"/>
        </w:rPr>
        <w:tab/>
        <w:t>název přílohy</w:t>
      </w:r>
    </w:p>
    <w:p w:rsidR="003056DE" w:rsidRPr="00AA72BD" w:rsidRDefault="003056DE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  <w:rPr>
          <w:b/>
          <w:sz w:val="16"/>
          <w:szCs w:val="16"/>
        </w:rPr>
      </w:pPr>
    </w:p>
    <w:p w:rsidR="00337C96" w:rsidRPr="003C69BE" w:rsidRDefault="00337C96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  <w:rPr>
          <w:b/>
        </w:rPr>
      </w:pPr>
      <w:r w:rsidRPr="00AA72BD">
        <w:rPr>
          <w:b/>
          <w:sz w:val="22"/>
          <w:szCs w:val="22"/>
        </w:rPr>
        <w:t>C</w:t>
      </w:r>
      <w:r w:rsidR="00400346" w:rsidRPr="003C69BE">
        <w:rPr>
          <w:b/>
        </w:rPr>
        <w:tab/>
      </w:r>
      <w:r w:rsidR="000B5E40" w:rsidRPr="003C69BE">
        <w:rPr>
          <w:b/>
        </w:rPr>
        <w:t>Situační výkresy</w:t>
      </w:r>
    </w:p>
    <w:p w:rsidR="000B5E40" w:rsidRPr="003C69BE" w:rsidRDefault="001E13F7" w:rsidP="001E13F7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3C69BE">
        <w:t>C.1</w:t>
      </w:r>
      <w:r w:rsidRPr="003C69BE">
        <w:tab/>
      </w:r>
      <w:r w:rsidRPr="003C69BE">
        <w:tab/>
      </w:r>
      <w:r w:rsidR="00624A27">
        <w:t>001/20/3</w:t>
      </w:r>
      <w:r w:rsidR="000B5E40" w:rsidRPr="003C69BE">
        <w:tab/>
      </w:r>
      <w:r w:rsidR="003056DE" w:rsidRPr="003C69BE">
        <w:tab/>
      </w:r>
      <w:r w:rsidR="000B5E40" w:rsidRPr="003C69BE">
        <w:t>S</w:t>
      </w:r>
      <w:r w:rsidR="00FA5D0B" w:rsidRPr="003C69BE">
        <w:t>ituační výkres širších vztahů</w:t>
      </w:r>
      <w:r w:rsidR="00FA5D0B" w:rsidRPr="003C69BE">
        <w:tab/>
      </w:r>
      <w:r w:rsidR="00387570" w:rsidRPr="003C69BE">
        <w:tab/>
      </w:r>
      <w:r w:rsidR="00FA5D0B" w:rsidRPr="003C69BE">
        <w:t>1</w:t>
      </w:r>
      <w:r w:rsidR="000B5E40" w:rsidRPr="003C69BE">
        <w:t xml:space="preserve">: </w:t>
      </w:r>
      <w:r w:rsidR="00271F8F">
        <w:t>1</w:t>
      </w:r>
      <w:r w:rsidRPr="003C69BE">
        <w:t> </w:t>
      </w:r>
      <w:r w:rsidR="000B5E40" w:rsidRPr="003C69BE">
        <w:t>000</w:t>
      </w:r>
    </w:p>
    <w:p w:rsidR="00D20D18" w:rsidRDefault="007E0A0D" w:rsidP="001E13F7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>
        <w:t>C.</w:t>
      </w:r>
      <w:r w:rsidR="006C1A94">
        <w:t>2</w:t>
      </w:r>
      <w:r w:rsidR="00DE48C8">
        <w:t>.1</w:t>
      </w:r>
      <w:r>
        <w:tab/>
      </w:r>
      <w:r w:rsidR="00D20D18">
        <w:tab/>
      </w:r>
      <w:r w:rsidR="00624A27">
        <w:t>001/20/3</w:t>
      </w:r>
      <w:r w:rsidR="00D20D18">
        <w:tab/>
      </w:r>
      <w:r w:rsidR="00D20D18">
        <w:tab/>
      </w:r>
      <w:r w:rsidRPr="003C69BE">
        <w:t xml:space="preserve">Koordinační situační výkres </w:t>
      </w:r>
      <w:r>
        <w:t xml:space="preserve"> </w:t>
      </w:r>
      <w:r w:rsidR="00D20D18">
        <w:t>– část č. 1</w:t>
      </w:r>
      <w:r>
        <w:tab/>
      </w:r>
      <w:r w:rsidR="00D20D18">
        <w:t>1:500</w:t>
      </w:r>
    </w:p>
    <w:p w:rsidR="00D20D18" w:rsidRPr="003C69BE" w:rsidRDefault="007E0A0D" w:rsidP="001E13F7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>
        <w:t>C.</w:t>
      </w:r>
      <w:r w:rsidR="006C1A94">
        <w:t>2</w:t>
      </w:r>
      <w:r w:rsidR="00DE48C8">
        <w:t>.2</w:t>
      </w:r>
      <w:r w:rsidR="00D20D18">
        <w:tab/>
      </w:r>
      <w:r w:rsidR="00D20D18">
        <w:tab/>
      </w:r>
      <w:r w:rsidR="00624A27">
        <w:t>001/20/3</w:t>
      </w:r>
      <w:r w:rsidR="00D20D18">
        <w:tab/>
      </w:r>
      <w:r w:rsidR="00D20D18">
        <w:tab/>
      </w:r>
      <w:r w:rsidRPr="003C69BE">
        <w:t xml:space="preserve">Koordinační situační výkres </w:t>
      </w:r>
      <w:r>
        <w:t xml:space="preserve"> – část č. 2</w:t>
      </w:r>
      <w:r>
        <w:tab/>
      </w:r>
      <w:r w:rsidR="00D20D18">
        <w:t>1:500</w:t>
      </w:r>
    </w:p>
    <w:p w:rsidR="00775E68" w:rsidRPr="003C69BE" w:rsidRDefault="00775E68" w:rsidP="00A547AA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</w:rPr>
      </w:pPr>
    </w:p>
    <w:p w:rsidR="00A547AA" w:rsidRPr="003C69BE" w:rsidRDefault="00A547AA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spacing w:line="360" w:lineRule="auto"/>
        <w:rPr>
          <w:b/>
        </w:rPr>
      </w:pPr>
      <w:r w:rsidRPr="003C69BE">
        <w:rPr>
          <w:b/>
        </w:rPr>
        <w:t>D.</w:t>
      </w:r>
      <w:r w:rsidRPr="003C69BE">
        <w:rPr>
          <w:b/>
        </w:rPr>
        <w:tab/>
        <w:t>Dokumentace objektů a technických a technologických zařízení</w:t>
      </w:r>
    </w:p>
    <w:p w:rsidR="00A547AA" w:rsidRPr="003C69BE" w:rsidRDefault="00A547AA" w:rsidP="00A547AA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</w:rPr>
      </w:pPr>
      <w:r w:rsidRPr="003C69BE">
        <w:rPr>
          <w:b/>
        </w:rPr>
        <w:t>D.1</w:t>
      </w:r>
      <w:r w:rsidRPr="003C69BE">
        <w:rPr>
          <w:b/>
        </w:rPr>
        <w:tab/>
        <w:t>Dokumentace stavební</w:t>
      </w:r>
      <w:r w:rsidR="00775E68" w:rsidRPr="003C69BE">
        <w:rPr>
          <w:b/>
        </w:rPr>
        <w:t>c</w:t>
      </w:r>
      <w:r w:rsidRPr="003C69BE">
        <w:rPr>
          <w:b/>
        </w:rPr>
        <w:t>h</w:t>
      </w:r>
      <w:r w:rsidR="00775E68" w:rsidRPr="003C69BE">
        <w:rPr>
          <w:b/>
        </w:rPr>
        <w:t xml:space="preserve"> a </w:t>
      </w:r>
      <w:r w:rsidRPr="003C69BE">
        <w:rPr>
          <w:b/>
        </w:rPr>
        <w:t>inženýrsk</w:t>
      </w:r>
      <w:r w:rsidR="00775E68" w:rsidRPr="003C69BE">
        <w:rPr>
          <w:b/>
        </w:rPr>
        <w:t>ých objektů</w:t>
      </w:r>
    </w:p>
    <w:p w:rsidR="005648CF" w:rsidRPr="00AA72BD" w:rsidRDefault="005648CF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 w:val="16"/>
          <w:szCs w:val="16"/>
        </w:rPr>
      </w:pPr>
    </w:p>
    <w:p w:rsidR="00775E68" w:rsidRPr="003C69BE" w:rsidRDefault="00775E68" w:rsidP="00C00B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3C69BE">
        <w:rPr>
          <w:b/>
          <w:szCs w:val="22"/>
        </w:rPr>
        <w:t>SO 01</w:t>
      </w:r>
      <w:r w:rsidR="00C00B43">
        <w:rPr>
          <w:b/>
          <w:szCs w:val="22"/>
        </w:rPr>
        <w:t xml:space="preserve"> </w:t>
      </w:r>
      <w:r w:rsidRPr="003C69BE">
        <w:rPr>
          <w:b/>
          <w:szCs w:val="22"/>
        </w:rPr>
        <w:t>Gravitační</w:t>
      </w:r>
      <w:r w:rsidR="00AA41FF">
        <w:rPr>
          <w:b/>
          <w:szCs w:val="22"/>
        </w:rPr>
        <w:t xml:space="preserve"> splašková</w:t>
      </w:r>
      <w:r w:rsidRPr="003C69BE">
        <w:rPr>
          <w:b/>
          <w:szCs w:val="22"/>
        </w:rPr>
        <w:t xml:space="preserve"> kanalizace</w:t>
      </w:r>
    </w:p>
    <w:p w:rsidR="00775E68" w:rsidRPr="003C69BE" w:rsidRDefault="00775E68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 w:rsidRPr="003C69BE">
        <w:rPr>
          <w:rFonts w:cs="Arial"/>
        </w:rPr>
        <w:t>D.</w:t>
      </w:r>
      <w:r w:rsidR="00D302DA" w:rsidRPr="003C69BE">
        <w:rPr>
          <w:rFonts w:cs="Arial"/>
        </w:rPr>
        <w:t>1</w:t>
      </w:r>
      <w:r w:rsidRPr="003C69BE">
        <w:rPr>
          <w:rFonts w:cs="Arial"/>
        </w:rPr>
        <w:t>.1.1</w:t>
      </w:r>
      <w:r w:rsidRPr="003C69BE">
        <w:rPr>
          <w:rFonts w:cs="Arial"/>
        </w:rPr>
        <w:tab/>
      </w:r>
      <w:r w:rsidR="00624A27">
        <w:t>001/20/3</w:t>
      </w:r>
      <w:r w:rsidRPr="003C69BE">
        <w:rPr>
          <w:rFonts w:cs="Arial"/>
        </w:rPr>
        <w:tab/>
        <w:t>Technická zpráva</w:t>
      </w:r>
    </w:p>
    <w:p w:rsidR="00775E68" w:rsidRDefault="00775E68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 w:rsidRPr="003C69BE">
        <w:rPr>
          <w:rFonts w:cs="Arial"/>
        </w:rPr>
        <w:t>D.</w:t>
      </w:r>
      <w:r w:rsidR="00D302DA" w:rsidRPr="003C69BE">
        <w:rPr>
          <w:rFonts w:cs="Arial"/>
        </w:rPr>
        <w:t>1</w:t>
      </w:r>
      <w:r w:rsidRPr="003C69BE">
        <w:rPr>
          <w:rFonts w:cs="Arial"/>
        </w:rPr>
        <w:t>.1.</w:t>
      </w:r>
      <w:r w:rsidR="00D302DA" w:rsidRPr="003C69BE">
        <w:rPr>
          <w:rFonts w:cs="Arial"/>
        </w:rPr>
        <w:t>2</w:t>
      </w:r>
      <w:r w:rsidRPr="003C69BE">
        <w:rPr>
          <w:rFonts w:cs="Arial"/>
        </w:rPr>
        <w:tab/>
      </w:r>
      <w:r w:rsidR="00624A27">
        <w:t>001/20/3</w:t>
      </w:r>
      <w:r w:rsidRPr="003C69BE">
        <w:rPr>
          <w:rFonts w:cs="Arial"/>
        </w:rPr>
        <w:tab/>
        <w:t>Výpis</w:t>
      </w:r>
      <w:r w:rsidR="00387570" w:rsidRPr="003C69BE">
        <w:rPr>
          <w:rFonts w:cs="Arial"/>
        </w:rPr>
        <w:t xml:space="preserve"> sestav kanalizačních</w:t>
      </w:r>
      <w:r w:rsidRPr="003C69BE">
        <w:rPr>
          <w:rFonts w:cs="Arial"/>
        </w:rPr>
        <w:t xml:space="preserve"> šachet</w:t>
      </w:r>
    </w:p>
    <w:p w:rsidR="0095575C" w:rsidRPr="003D22AA" w:rsidRDefault="0095575C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vanish/>
          <w:color w:val="FF0000"/>
        </w:rPr>
      </w:pPr>
      <w:r w:rsidRPr="003D22AA">
        <w:rPr>
          <w:rFonts w:cs="Arial"/>
          <w:vanish/>
          <w:color w:val="FF0000"/>
          <w:highlight w:val="yellow"/>
        </w:rPr>
        <w:t>D.1.1.3</w:t>
      </w:r>
      <w:r w:rsidRPr="003D22AA">
        <w:rPr>
          <w:rFonts w:cs="Arial"/>
          <w:vanish/>
          <w:color w:val="FF0000"/>
          <w:highlight w:val="yellow"/>
        </w:rPr>
        <w:tab/>
      </w:r>
      <w:r w:rsidR="00624A27" w:rsidRPr="003D22AA">
        <w:rPr>
          <w:rFonts w:cs="Arial"/>
          <w:vanish/>
          <w:color w:val="FF0000"/>
          <w:highlight w:val="yellow"/>
        </w:rPr>
        <w:t>001/20/3</w:t>
      </w:r>
      <w:r w:rsidRPr="003D22AA">
        <w:rPr>
          <w:rFonts w:cs="Arial"/>
          <w:vanish/>
          <w:color w:val="FF0000"/>
          <w:highlight w:val="yellow"/>
        </w:rPr>
        <w:tab/>
        <w:t>Výpis vytyčovacích bodů stavby</w:t>
      </w:r>
    </w:p>
    <w:p w:rsidR="00561BAF" w:rsidRPr="00AA72BD" w:rsidRDefault="00561BAF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sz w:val="16"/>
          <w:szCs w:val="16"/>
        </w:rPr>
      </w:pPr>
    </w:p>
    <w:p w:rsidR="00C30C2E" w:rsidRPr="002725F4" w:rsidRDefault="00C30C2E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</w:t>
      </w:r>
      <w:r w:rsidR="00D302DA" w:rsidRPr="002725F4">
        <w:t>1</w:t>
      </w:r>
      <w:r w:rsidRPr="002725F4">
        <w:t>.1.</w:t>
      </w:r>
      <w:r w:rsidR="00CE7108" w:rsidRPr="002725F4">
        <w:t>3.1</w:t>
      </w:r>
      <w:r w:rsidRPr="002725F4">
        <w:tab/>
      </w:r>
      <w:r w:rsidR="00AD1763">
        <w:tab/>
      </w:r>
      <w:r w:rsidR="00624A27">
        <w:t>001/20/3</w:t>
      </w:r>
      <w:r w:rsidR="00D20D18" w:rsidRPr="002725F4">
        <w:tab/>
      </w:r>
      <w:r w:rsidR="00AD1763">
        <w:tab/>
      </w:r>
      <w:r w:rsidRPr="002725F4">
        <w:t xml:space="preserve">Podélný profil – stoka </w:t>
      </w:r>
      <w:r w:rsidR="00D20D18" w:rsidRPr="002725F4">
        <w:t>L 1</w:t>
      </w:r>
      <w:r w:rsidR="002725F4" w:rsidRPr="002725F4">
        <w:tab/>
      </w:r>
      <w:r w:rsidR="002725F4">
        <w:tab/>
        <w:t>1:1000/1:100</w:t>
      </w:r>
    </w:p>
    <w:p w:rsidR="00C30C2E" w:rsidRPr="002725F4" w:rsidRDefault="00C30C2E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</w:t>
      </w:r>
      <w:r w:rsidR="00D302DA" w:rsidRPr="002725F4">
        <w:t>1</w:t>
      </w:r>
      <w:r w:rsidRPr="002725F4">
        <w:t>.1.</w:t>
      </w:r>
      <w:r w:rsidR="003C69BE" w:rsidRPr="002725F4">
        <w:t>3</w:t>
      </w:r>
      <w:r w:rsidRPr="002725F4">
        <w:t>.</w:t>
      </w:r>
      <w:r w:rsidR="00CE7108" w:rsidRPr="002725F4">
        <w:t>2</w:t>
      </w:r>
      <w:r w:rsidRPr="002725F4">
        <w:tab/>
      </w:r>
      <w:r w:rsidR="00AD1763">
        <w:tab/>
      </w:r>
      <w:r w:rsidR="00624A27">
        <w:t>001/20/3</w:t>
      </w:r>
      <w:r w:rsidR="00D20D18" w:rsidRPr="002725F4">
        <w:tab/>
      </w:r>
      <w:r w:rsidR="00AD1763">
        <w:tab/>
      </w:r>
      <w:r w:rsidRPr="002725F4">
        <w:t xml:space="preserve">Podélný profil – stoka </w:t>
      </w:r>
      <w:r w:rsidR="00D20D18" w:rsidRPr="002725F4">
        <w:t>L 2</w:t>
      </w:r>
      <w:r w:rsidR="002725F4">
        <w:tab/>
      </w:r>
      <w:r w:rsidR="002725F4">
        <w:tab/>
        <w:t>1:1000/1:100</w:t>
      </w:r>
    </w:p>
    <w:p w:rsidR="00C30C2E" w:rsidRPr="002725F4" w:rsidRDefault="00C30C2E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</w:t>
      </w:r>
      <w:r w:rsidR="00D302DA" w:rsidRPr="002725F4">
        <w:t>1</w:t>
      </w:r>
      <w:r w:rsidRPr="002725F4">
        <w:t>.1.</w:t>
      </w:r>
      <w:r w:rsidR="003C69BE" w:rsidRPr="002725F4">
        <w:t>3</w:t>
      </w:r>
      <w:r w:rsidRPr="002725F4">
        <w:t>.</w:t>
      </w:r>
      <w:r w:rsidR="00CE7108" w:rsidRPr="002725F4">
        <w:t>3</w:t>
      </w:r>
      <w:r w:rsidRPr="002725F4">
        <w:tab/>
      </w:r>
      <w:r w:rsidR="00AD1763">
        <w:tab/>
      </w:r>
      <w:r w:rsidR="00624A27">
        <w:t>001/20/3</w:t>
      </w:r>
      <w:r w:rsidRPr="002725F4">
        <w:tab/>
      </w:r>
      <w:r w:rsidR="00AD1763">
        <w:tab/>
      </w:r>
      <w:r w:rsidR="003C69BE" w:rsidRPr="002725F4">
        <w:t xml:space="preserve">Podélný profil – stoka </w:t>
      </w:r>
      <w:r w:rsidR="001A21F0" w:rsidRPr="002725F4">
        <w:t>L 3</w:t>
      </w:r>
      <w:r w:rsidR="003C69BE" w:rsidRPr="002725F4">
        <w:t xml:space="preserve">   </w:t>
      </w:r>
      <w:r w:rsidR="002725F4">
        <w:tab/>
      </w:r>
      <w:r w:rsidR="002725F4">
        <w:tab/>
        <w:t>1:1000/1:100</w:t>
      </w:r>
    </w:p>
    <w:p w:rsidR="008713D4" w:rsidRPr="002725F4" w:rsidRDefault="008713D4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D.1.1.3.</w:t>
      </w:r>
      <w:r w:rsidR="00CE7108" w:rsidRPr="002725F4">
        <w:t>4</w:t>
      </w:r>
      <w:r w:rsidRPr="002725F4">
        <w:tab/>
      </w:r>
      <w:r w:rsidR="00AD1763">
        <w:tab/>
      </w:r>
      <w:r w:rsidR="00624A27">
        <w:t>001/20/3</w:t>
      </w:r>
      <w:r w:rsidR="001A21F0" w:rsidRPr="002725F4">
        <w:tab/>
      </w:r>
      <w:r w:rsidR="00AD1763">
        <w:tab/>
      </w:r>
      <w:r w:rsidRPr="002725F4">
        <w:t xml:space="preserve">Podélný profil – stoka </w:t>
      </w:r>
      <w:r w:rsidR="001A21F0" w:rsidRPr="002725F4">
        <w:t>L 3/1</w:t>
      </w:r>
      <w:r w:rsidR="002725F4">
        <w:tab/>
      </w:r>
      <w:r w:rsidR="002725F4">
        <w:tab/>
        <w:t>1:1000/1:100</w:t>
      </w:r>
    </w:p>
    <w:p w:rsidR="008713D4" w:rsidRPr="002725F4" w:rsidRDefault="008713D4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D.1.1.</w:t>
      </w:r>
      <w:r w:rsidR="00CE7108" w:rsidRPr="002725F4">
        <w:t>3.5</w:t>
      </w:r>
      <w:r w:rsidRPr="002725F4">
        <w:tab/>
      </w:r>
      <w:r w:rsidR="00AD1763">
        <w:tab/>
      </w:r>
      <w:r w:rsidR="00624A27">
        <w:t>001/20/3</w:t>
      </w:r>
      <w:r w:rsidRPr="002725F4">
        <w:tab/>
      </w:r>
      <w:r w:rsidR="00AD1763">
        <w:tab/>
      </w:r>
      <w:r w:rsidRPr="002725F4">
        <w:t xml:space="preserve">Podélný profil – stoka </w:t>
      </w:r>
      <w:r w:rsidR="001A21F0" w:rsidRPr="002725F4">
        <w:t>L 4</w:t>
      </w:r>
      <w:r w:rsidRPr="002725F4">
        <w:t xml:space="preserve">   </w:t>
      </w:r>
      <w:r w:rsidR="002725F4">
        <w:tab/>
      </w:r>
      <w:r w:rsidR="002725F4">
        <w:tab/>
        <w:t>1:1000/1:100</w:t>
      </w:r>
    </w:p>
    <w:p w:rsidR="00B15B78" w:rsidRPr="002725F4" w:rsidRDefault="00B15B78" w:rsidP="002725F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2725F4">
        <w:t>D.1.1.</w:t>
      </w:r>
      <w:r w:rsidR="00CE7108" w:rsidRPr="002725F4">
        <w:t>3.6</w:t>
      </w:r>
      <w:r w:rsidRPr="002725F4">
        <w:tab/>
      </w:r>
      <w:r w:rsidR="00AD1763">
        <w:tab/>
      </w:r>
      <w:r w:rsidR="00624A27" w:rsidRPr="002725F4">
        <w:t>001/20/3</w:t>
      </w:r>
      <w:r w:rsidR="006D77E2" w:rsidRPr="002725F4">
        <w:tab/>
      </w:r>
      <w:r w:rsidR="00AD1763">
        <w:tab/>
      </w:r>
      <w:r w:rsidR="006D77E2" w:rsidRPr="002725F4">
        <w:t>P</w:t>
      </w:r>
      <w:r w:rsidRPr="002725F4">
        <w:t xml:space="preserve">odélný profil – stoka </w:t>
      </w:r>
      <w:r w:rsidR="001A21F0" w:rsidRPr="002725F4">
        <w:t>L 4/1, L 4/2</w:t>
      </w:r>
      <w:r w:rsidR="002725F4">
        <w:tab/>
      </w:r>
      <w:r w:rsidR="002725F4">
        <w:tab/>
        <w:t>1:1000/1:100</w:t>
      </w:r>
      <w:r w:rsidRPr="002725F4">
        <w:t xml:space="preserve">   </w:t>
      </w:r>
    </w:p>
    <w:p w:rsidR="001A21F0" w:rsidRPr="00AA72BD" w:rsidRDefault="001A21F0" w:rsidP="00B15B7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sz w:val="16"/>
          <w:szCs w:val="16"/>
        </w:rPr>
      </w:pPr>
    </w:p>
    <w:p w:rsidR="00561BAF" w:rsidRPr="001529A6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1529A6">
        <w:rPr>
          <w:rFonts w:cs="Arial"/>
        </w:rPr>
        <w:t>D.1.1.4</w:t>
      </w:r>
      <w:r w:rsidR="001529A6">
        <w:rPr>
          <w:rFonts w:cs="Arial"/>
        </w:rPr>
        <w:t>.1</w:t>
      </w:r>
      <w:r w:rsidRPr="001529A6">
        <w:rPr>
          <w:rFonts w:cs="Arial"/>
        </w:rPr>
        <w:tab/>
      </w:r>
      <w:r w:rsidR="00624A27">
        <w:t>001/20/3</w:t>
      </w:r>
      <w:r w:rsidRPr="001529A6">
        <w:rPr>
          <w:rFonts w:cs="Arial"/>
        </w:rPr>
        <w:tab/>
        <w:t>Vzorová revizní šachta – betonová</w:t>
      </w:r>
    </w:p>
    <w:p w:rsidR="00F11F8C" w:rsidRPr="00CE7108" w:rsidRDefault="00F11F8C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CE7108">
        <w:rPr>
          <w:rFonts w:cs="Arial"/>
        </w:rPr>
        <w:t>D.1.1.4.</w:t>
      </w:r>
      <w:r w:rsidR="00C5487A">
        <w:rPr>
          <w:rFonts w:cs="Arial"/>
        </w:rPr>
        <w:t>2</w:t>
      </w:r>
      <w:r w:rsidRPr="00CE7108">
        <w:rPr>
          <w:rFonts w:cs="Arial"/>
        </w:rPr>
        <w:tab/>
      </w:r>
      <w:r w:rsidR="00624A27">
        <w:rPr>
          <w:rFonts w:cs="Arial"/>
        </w:rPr>
        <w:t>001/20/3</w:t>
      </w:r>
      <w:r w:rsidRPr="00CE7108">
        <w:rPr>
          <w:rFonts w:cs="Arial"/>
        </w:rPr>
        <w:tab/>
        <w:t>Měrná šachta</w:t>
      </w:r>
      <w:r w:rsidR="00AA72BD">
        <w:rPr>
          <w:rFonts w:cs="Arial"/>
        </w:rPr>
        <w:t xml:space="preserve"> M</w:t>
      </w:r>
      <w:r w:rsidR="00EC5E9C">
        <w:rPr>
          <w:rFonts w:cs="Arial"/>
        </w:rPr>
        <w:t>Š</w:t>
      </w:r>
    </w:p>
    <w:p w:rsidR="00637752" w:rsidRPr="00AA72BD" w:rsidRDefault="00637752" w:rsidP="0099666A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sz w:val="16"/>
          <w:szCs w:val="16"/>
        </w:rPr>
      </w:pPr>
    </w:p>
    <w:p w:rsidR="00EB03E9" w:rsidRPr="001529A6" w:rsidRDefault="0099666A" w:rsidP="0099666A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1529A6">
        <w:rPr>
          <w:rFonts w:cs="Arial"/>
        </w:rPr>
        <w:t>D.</w:t>
      </w:r>
      <w:r w:rsidR="00D302DA" w:rsidRPr="001529A6">
        <w:rPr>
          <w:rFonts w:cs="Arial"/>
        </w:rPr>
        <w:t>1</w:t>
      </w:r>
      <w:r w:rsidRPr="001529A6">
        <w:rPr>
          <w:rFonts w:cs="Arial"/>
        </w:rPr>
        <w:t>.1.</w:t>
      </w:r>
      <w:r w:rsidR="001529A6" w:rsidRPr="001529A6">
        <w:rPr>
          <w:rFonts w:cs="Arial"/>
        </w:rPr>
        <w:t>5</w:t>
      </w:r>
      <w:r w:rsidRPr="001529A6">
        <w:rPr>
          <w:rFonts w:cs="Arial"/>
        </w:rPr>
        <w:t>.1</w:t>
      </w:r>
      <w:r w:rsidRPr="001529A6">
        <w:rPr>
          <w:rFonts w:cs="Arial"/>
        </w:rPr>
        <w:tab/>
      </w:r>
      <w:r w:rsidR="00624A27">
        <w:t>001/20/3</w:t>
      </w:r>
      <w:r w:rsidRPr="001529A6">
        <w:rPr>
          <w:rFonts w:cs="Arial"/>
        </w:rPr>
        <w:tab/>
        <w:t xml:space="preserve">Vzorové uložení </w:t>
      </w:r>
      <w:r w:rsidR="00AA72BD">
        <w:rPr>
          <w:rFonts w:cs="Arial"/>
        </w:rPr>
        <w:t xml:space="preserve">gravitačního </w:t>
      </w:r>
      <w:r w:rsidRPr="001529A6">
        <w:rPr>
          <w:rFonts w:cs="Arial"/>
        </w:rPr>
        <w:t>potrubí</w:t>
      </w:r>
      <w:r w:rsidR="00C53818" w:rsidRPr="001529A6">
        <w:rPr>
          <w:rFonts w:cs="Arial"/>
        </w:rPr>
        <w:t xml:space="preserve"> </w:t>
      </w:r>
      <w:r w:rsidR="00AA72BD">
        <w:rPr>
          <w:rFonts w:cs="Arial"/>
        </w:rPr>
        <w:t>PP</w:t>
      </w:r>
    </w:p>
    <w:p w:rsidR="00B66185" w:rsidRPr="00AA72BD" w:rsidRDefault="00B66185" w:rsidP="00301DF3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sz w:val="16"/>
          <w:szCs w:val="16"/>
          <w:highlight w:val="yellow"/>
        </w:rPr>
      </w:pPr>
    </w:p>
    <w:p w:rsidR="001529A6" w:rsidRPr="001529A6" w:rsidRDefault="001529A6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r w:rsidRPr="001529A6">
        <w:rPr>
          <w:rFonts w:cs="Arial"/>
        </w:rPr>
        <w:t>D.1.1.6.</w:t>
      </w:r>
      <w:r w:rsidR="001A21F0">
        <w:rPr>
          <w:rFonts w:cs="Arial"/>
        </w:rPr>
        <w:t>1</w:t>
      </w:r>
      <w:r w:rsidRPr="001529A6">
        <w:rPr>
          <w:rFonts w:cs="Arial"/>
        </w:rPr>
        <w:tab/>
      </w:r>
      <w:r w:rsidRPr="001529A6">
        <w:rPr>
          <w:rFonts w:cs="Arial"/>
        </w:rPr>
        <w:tab/>
      </w:r>
      <w:r w:rsidR="00624A27">
        <w:t>001/20/3</w:t>
      </w:r>
      <w:r w:rsidRPr="001529A6">
        <w:rPr>
          <w:rFonts w:cs="Arial"/>
        </w:rPr>
        <w:tab/>
      </w:r>
      <w:r w:rsidRPr="001529A6">
        <w:rPr>
          <w:rFonts w:cs="Arial"/>
        </w:rPr>
        <w:tab/>
        <w:t>Vzorové křížení komunikací – bezvýkopovou technologií</w:t>
      </w:r>
    </w:p>
    <w:p w:rsidR="001529A6" w:rsidRPr="00AA72BD" w:rsidRDefault="001529A6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 w:val="16"/>
          <w:szCs w:val="16"/>
        </w:rPr>
      </w:pPr>
      <w:r w:rsidRPr="00AA72BD">
        <w:rPr>
          <w:sz w:val="16"/>
          <w:szCs w:val="16"/>
        </w:rPr>
        <w:tab/>
      </w:r>
    </w:p>
    <w:p w:rsidR="001630A6" w:rsidRPr="001630A6" w:rsidRDefault="001630A6" w:rsidP="00C00B43">
      <w:pPr>
        <w:tabs>
          <w:tab w:val="left" w:pos="1701"/>
        </w:tabs>
        <w:rPr>
          <w:b/>
        </w:rPr>
      </w:pPr>
      <w:r w:rsidRPr="001630A6">
        <w:rPr>
          <w:b/>
        </w:rPr>
        <w:t>SO 02  Kanalizační přípojky</w:t>
      </w:r>
    </w:p>
    <w:p w:rsidR="00F11F8C" w:rsidRPr="00CE7108" w:rsidRDefault="00F11F8C" w:rsidP="001A21F0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 w:rsidRPr="00CE7108">
        <w:rPr>
          <w:rFonts w:cs="Arial"/>
        </w:rPr>
        <w:t>D.1.2.1</w:t>
      </w:r>
      <w:r w:rsidRPr="00CE7108">
        <w:rPr>
          <w:rFonts w:cs="Arial"/>
        </w:rPr>
        <w:tab/>
      </w:r>
      <w:r w:rsidR="00624A27">
        <w:rPr>
          <w:rFonts w:cs="Arial"/>
        </w:rPr>
        <w:t>001/20/3</w:t>
      </w:r>
      <w:r w:rsidRPr="00CE7108">
        <w:rPr>
          <w:rFonts w:cs="Arial"/>
        </w:rPr>
        <w:tab/>
        <w:t>Technická zpráva</w:t>
      </w:r>
    </w:p>
    <w:p w:rsidR="00F11F8C" w:rsidRPr="00CE7108" w:rsidRDefault="00F11F8C" w:rsidP="001A21F0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 w:rsidRPr="00CE7108">
        <w:rPr>
          <w:rFonts w:cs="Arial"/>
        </w:rPr>
        <w:t>D.1.2.2</w:t>
      </w:r>
      <w:r w:rsidR="001630A6" w:rsidRPr="00CE7108">
        <w:rPr>
          <w:rFonts w:cs="Arial"/>
        </w:rPr>
        <w:tab/>
      </w:r>
      <w:r w:rsidR="00624A27">
        <w:t>001/20/3</w:t>
      </w:r>
      <w:r w:rsidR="001630A6" w:rsidRPr="00CE7108">
        <w:rPr>
          <w:rFonts w:cs="Arial"/>
        </w:rPr>
        <w:tab/>
      </w:r>
      <w:r w:rsidR="00937FD3" w:rsidRPr="00CE7108">
        <w:rPr>
          <w:rFonts w:cs="Arial"/>
        </w:rPr>
        <w:t>Výpis</w:t>
      </w:r>
      <w:r w:rsidR="001630A6" w:rsidRPr="00CE7108">
        <w:rPr>
          <w:rFonts w:cs="Arial"/>
        </w:rPr>
        <w:t xml:space="preserve"> přípojek</w:t>
      </w:r>
    </w:p>
    <w:p w:rsidR="00F11F8C" w:rsidRPr="00CE7108" w:rsidRDefault="00F11F8C" w:rsidP="00F11F8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CE7108">
        <w:rPr>
          <w:rFonts w:cs="Arial"/>
        </w:rPr>
        <w:t>D.1.2.</w:t>
      </w:r>
      <w:r w:rsidR="00AA72BD">
        <w:rPr>
          <w:rFonts w:cs="Arial"/>
        </w:rPr>
        <w:t>3</w:t>
      </w:r>
      <w:r w:rsidRPr="00CE7108">
        <w:rPr>
          <w:rFonts w:cs="Arial"/>
        </w:rPr>
        <w:tab/>
      </w:r>
      <w:r w:rsidR="00624A27">
        <w:t>001/20/3</w:t>
      </w:r>
      <w:r w:rsidRPr="00CE7108">
        <w:rPr>
          <w:rFonts w:cs="Arial"/>
        </w:rPr>
        <w:tab/>
        <w:t>Vzorová revizní šachta – plastová</w:t>
      </w:r>
    </w:p>
    <w:p w:rsidR="00F11F8C" w:rsidRPr="00CE7108" w:rsidRDefault="00F11F8C" w:rsidP="00F11F8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CE7108">
        <w:rPr>
          <w:rFonts w:cs="Arial"/>
        </w:rPr>
        <w:t>D.1.2.</w:t>
      </w:r>
      <w:r w:rsidR="00AA72BD">
        <w:rPr>
          <w:rFonts w:cs="Arial"/>
        </w:rPr>
        <w:t>4</w:t>
      </w:r>
      <w:r w:rsidRPr="00CE7108">
        <w:rPr>
          <w:rFonts w:cs="Arial"/>
        </w:rPr>
        <w:tab/>
      </w:r>
      <w:r w:rsidR="00624A27">
        <w:t>001/20/3</w:t>
      </w:r>
      <w:r w:rsidRPr="00CE7108">
        <w:rPr>
          <w:rFonts w:cs="Arial"/>
        </w:rPr>
        <w:tab/>
        <w:t>Vzorové uložení potrubí</w:t>
      </w:r>
    </w:p>
    <w:p w:rsidR="00951388" w:rsidRPr="00AA72BD" w:rsidRDefault="0095138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 w:val="16"/>
          <w:szCs w:val="16"/>
        </w:rPr>
      </w:pPr>
    </w:p>
    <w:p w:rsidR="007D1D1E" w:rsidRPr="00A95F69" w:rsidRDefault="007D1D1E" w:rsidP="00C00B43">
      <w:pPr>
        <w:tabs>
          <w:tab w:val="left" w:pos="1701"/>
        </w:tabs>
        <w:rPr>
          <w:b/>
        </w:rPr>
      </w:pPr>
      <w:r w:rsidRPr="00A95F69">
        <w:rPr>
          <w:b/>
        </w:rPr>
        <w:t>SO 03 Čerpací stanice ČS1</w:t>
      </w:r>
    </w:p>
    <w:p w:rsidR="007D1D1E" w:rsidRPr="00A95F69" w:rsidRDefault="006D77E2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b/>
        </w:rPr>
      </w:pPr>
      <w:r>
        <w:rPr>
          <w:rFonts w:cs="Arial"/>
          <w:b/>
        </w:rPr>
        <w:t>D.1.3</w:t>
      </w:r>
      <w:r w:rsidR="007D1D1E" w:rsidRPr="00A95F69">
        <w:rPr>
          <w:rFonts w:cs="Arial"/>
          <w:b/>
        </w:rPr>
        <w:tab/>
        <w:t>Stavební část</w:t>
      </w:r>
    </w:p>
    <w:p w:rsidR="007D1D1E" w:rsidRPr="00A95F69" w:rsidRDefault="006D77E2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>
        <w:rPr>
          <w:rFonts w:cs="Arial"/>
        </w:rPr>
        <w:t>D.1.3.1</w:t>
      </w:r>
      <w:r w:rsidR="00781FBE">
        <w:rPr>
          <w:rFonts w:cs="Arial"/>
        </w:rPr>
        <w:t>.1</w:t>
      </w:r>
      <w:r w:rsidR="007D1D1E" w:rsidRPr="00A95F69">
        <w:rPr>
          <w:rFonts w:cs="Arial"/>
        </w:rPr>
        <w:tab/>
      </w:r>
      <w:r w:rsidR="00624A27">
        <w:t>001/20/3</w:t>
      </w:r>
      <w:r w:rsidR="007D1D1E" w:rsidRPr="00A95F69">
        <w:rPr>
          <w:rFonts w:cs="Arial"/>
        </w:rPr>
        <w:tab/>
        <w:t>Technická zpráva – stavební část</w:t>
      </w:r>
      <w:r w:rsidR="00E54EA8">
        <w:rPr>
          <w:rFonts w:cs="Arial"/>
        </w:rPr>
        <w:t xml:space="preserve"> – Převzato z DPS</w:t>
      </w:r>
    </w:p>
    <w:p w:rsidR="007D1D1E" w:rsidRPr="00A95F69" w:rsidRDefault="006D77E2" w:rsidP="007D1D1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>
        <w:rPr>
          <w:rFonts w:cs="Arial"/>
        </w:rPr>
        <w:t>D.1.3.2</w:t>
      </w:r>
      <w:r w:rsidR="00781FBE">
        <w:rPr>
          <w:rFonts w:cs="Arial"/>
        </w:rPr>
        <w:t>.1</w:t>
      </w:r>
      <w:r w:rsidR="007D1D1E" w:rsidRPr="00A95F69">
        <w:rPr>
          <w:rFonts w:cs="Arial"/>
        </w:rPr>
        <w:tab/>
      </w:r>
      <w:r w:rsidR="00624A27">
        <w:t>001/20/3</w:t>
      </w:r>
      <w:r w:rsidR="00A95F69" w:rsidRPr="00A95F69">
        <w:rPr>
          <w:rFonts w:cs="Arial"/>
        </w:rPr>
        <w:tab/>
        <w:t>ČS - půdorys, řez</w:t>
      </w:r>
    </w:p>
    <w:p w:rsidR="00AA72BD" w:rsidRPr="00CE7108" w:rsidRDefault="00AA72BD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F82C36" w:rsidRPr="00CE7108" w:rsidRDefault="00F82C36" w:rsidP="00F82C36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CE7108">
        <w:rPr>
          <w:b/>
          <w:szCs w:val="22"/>
        </w:rPr>
        <w:t xml:space="preserve">SO 04 Výtlak z ČS1 – </w:t>
      </w:r>
      <w:r w:rsidR="00017E8B" w:rsidRPr="00CE7108">
        <w:rPr>
          <w:b/>
          <w:szCs w:val="22"/>
        </w:rPr>
        <w:t>V1</w:t>
      </w:r>
    </w:p>
    <w:p w:rsidR="00AA72BD" w:rsidRPr="00AA72BD" w:rsidRDefault="00AA72BD" w:rsidP="00F82C3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  <w:sz w:val="16"/>
          <w:szCs w:val="16"/>
        </w:rPr>
      </w:pPr>
    </w:p>
    <w:p w:rsidR="00F82C36" w:rsidRPr="00CE7108" w:rsidRDefault="00F82C36" w:rsidP="00F82C3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CE7108">
        <w:rPr>
          <w:rFonts w:cs="Arial"/>
        </w:rPr>
        <w:t>D.1.</w:t>
      </w:r>
      <w:r w:rsidR="00017E8B" w:rsidRPr="00CE7108">
        <w:rPr>
          <w:rFonts w:cs="Arial"/>
        </w:rPr>
        <w:t>4</w:t>
      </w:r>
      <w:r w:rsidRPr="00CE7108">
        <w:rPr>
          <w:rFonts w:cs="Arial"/>
        </w:rPr>
        <w:t>.1</w:t>
      </w:r>
      <w:r w:rsidRPr="00CE7108">
        <w:rPr>
          <w:rFonts w:cs="Arial"/>
        </w:rPr>
        <w:tab/>
      </w:r>
      <w:r w:rsidRPr="00CE7108">
        <w:rPr>
          <w:rFonts w:cs="Arial"/>
        </w:rPr>
        <w:tab/>
      </w:r>
      <w:r w:rsidR="00624A27">
        <w:rPr>
          <w:rFonts w:cs="Arial"/>
        </w:rPr>
        <w:t>001/20/3</w:t>
      </w:r>
      <w:r w:rsidRPr="00CE7108">
        <w:rPr>
          <w:rFonts w:cs="Arial"/>
        </w:rPr>
        <w:tab/>
      </w:r>
      <w:r w:rsidRPr="00CE7108">
        <w:rPr>
          <w:rFonts w:cs="Arial"/>
        </w:rPr>
        <w:tab/>
        <w:t>Technická zpráva</w:t>
      </w:r>
    </w:p>
    <w:p w:rsidR="00F82C36" w:rsidRPr="00CE7108" w:rsidRDefault="00F82C36" w:rsidP="00F82C3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highlight w:val="yellow"/>
        </w:rPr>
      </w:pPr>
      <w:r w:rsidRPr="00CE7108">
        <w:rPr>
          <w:rFonts w:cs="Arial"/>
        </w:rPr>
        <w:t>D.1.</w:t>
      </w:r>
      <w:r w:rsidR="00017E8B" w:rsidRPr="00CE7108">
        <w:rPr>
          <w:rFonts w:cs="Arial"/>
        </w:rPr>
        <w:t>4</w:t>
      </w:r>
      <w:r w:rsidRPr="00CE7108">
        <w:rPr>
          <w:rFonts w:cs="Arial"/>
        </w:rPr>
        <w:t>.</w:t>
      </w:r>
      <w:r w:rsidR="00AA72BD">
        <w:rPr>
          <w:rFonts w:cs="Arial"/>
        </w:rPr>
        <w:t>2</w:t>
      </w:r>
      <w:r w:rsidRPr="00CE7108">
        <w:rPr>
          <w:rFonts w:cs="Arial"/>
        </w:rPr>
        <w:tab/>
      </w:r>
      <w:r w:rsidR="00624A27">
        <w:rPr>
          <w:rFonts w:cs="Arial"/>
        </w:rPr>
        <w:t>001/20/3</w:t>
      </w:r>
      <w:r w:rsidRPr="00CE7108">
        <w:rPr>
          <w:rFonts w:cs="Arial"/>
        </w:rPr>
        <w:tab/>
        <w:t>Podélný profil výtlaku V1</w:t>
      </w:r>
      <w:r w:rsidRPr="00CE7108">
        <w:rPr>
          <w:rFonts w:cs="Arial"/>
        </w:rPr>
        <w:tab/>
      </w:r>
      <w:r w:rsidRPr="00CE7108">
        <w:rPr>
          <w:rFonts w:cs="Arial"/>
        </w:rPr>
        <w:tab/>
      </w:r>
      <w:r w:rsidRPr="00CE7108">
        <w:rPr>
          <w:rFonts w:cs="Arial"/>
        </w:rPr>
        <w:tab/>
      </w:r>
    </w:p>
    <w:p w:rsidR="00F82C36" w:rsidRPr="00CE7108" w:rsidRDefault="00F82C36" w:rsidP="00F82C3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CE7108">
        <w:rPr>
          <w:rFonts w:cs="Arial"/>
        </w:rPr>
        <w:t>D.1.</w:t>
      </w:r>
      <w:r w:rsidR="00017E8B" w:rsidRPr="00CE7108">
        <w:rPr>
          <w:rFonts w:cs="Arial"/>
        </w:rPr>
        <w:t>4</w:t>
      </w:r>
      <w:r w:rsidRPr="00CE7108">
        <w:rPr>
          <w:rFonts w:cs="Arial"/>
        </w:rPr>
        <w:t>.</w:t>
      </w:r>
      <w:r w:rsidR="00AA72BD">
        <w:rPr>
          <w:rFonts w:cs="Arial"/>
        </w:rPr>
        <w:t>3</w:t>
      </w:r>
      <w:r w:rsidRPr="00CE7108">
        <w:rPr>
          <w:rFonts w:cs="Arial"/>
        </w:rPr>
        <w:tab/>
      </w:r>
      <w:r w:rsidR="00624A27">
        <w:rPr>
          <w:rFonts w:cs="Arial"/>
        </w:rPr>
        <w:t>001/20/3</w:t>
      </w:r>
      <w:r w:rsidRPr="00CE7108">
        <w:rPr>
          <w:rFonts w:cs="Arial"/>
        </w:rPr>
        <w:tab/>
        <w:t xml:space="preserve">Vzorové uložení </w:t>
      </w:r>
      <w:r w:rsidR="00AA72BD">
        <w:rPr>
          <w:rFonts w:cs="Arial"/>
        </w:rPr>
        <w:t xml:space="preserve">výtlačného </w:t>
      </w:r>
      <w:r w:rsidRPr="00CE7108">
        <w:rPr>
          <w:rFonts w:cs="Arial"/>
        </w:rPr>
        <w:t xml:space="preserve">potrubí </w:t>
      </w:r>
    </w:p>
    <w:p w:rsidR="003F3D27" w:rsidRDefault="003F3D27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  <w:bookmarkStart w:id="1" w:name="_GoBack"/>
      <w:bookmarkEnd w:id="1"/>
    </w:p>
    <w:p w:rsidR="003F3D27" w:rsidRDefault="003F3D27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C5487A" w:rsidRDefault="00C5487A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C5487A" w:rsidRDefault="00C5487A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C5487A" w:rsidRDefault="00C5487A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C5487A" w:rsidRDefault="00C5487A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C5487A" w:rsidRDefault="00C5487A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431D42" w:rsidRPr="00C1782E" w:rsidRDefault="00431D42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</w:p>
    <w:p w:rsidR="00143C88" w:rsidRDefault="00E27D04" w:rsidP="00143C88">
      <w:pPr>
        <w:rPr>
          <w:b/>
        </w:rPr>
      </w:pPr>
      <w:r w:rsidRPr="00E27D04">
        <w:rPr>
          <w:b/>
        </w:rPr>
        <w:lastRenderedPageBreak/>
        <w:t>SO 0</w:t>
      </w:r>
      <w:r w:rsidR="00F82C36">
        <w:rPr>
          <w:b/>
        </w:rPr>
        <w:t>5</w:t>
      </w:r>
      <w:r>
        <w:rPr>
          <w:b/>
        </w:rPr>
        <w:t xml:space="preserve">  Přípojka</w:t>
      </w:r>
      <w:r w:rsidR="00143C88" w:rsidRPr="00E27D04">
        <w:rPr>
          <w:b/>
        </w:rPr>
        <w:t xml:space="preserve"> </w:t>
      </w:r>
      <w:r w:rsidR="00951388">
        <w:rPr>
          <w:b/>
        </w:rPr>
        <w:t xml:space="preserve">NN </w:t>
      </w:r>
      <w:r w:rsidR="00143C88" w:rsidRPr="00E27D04">
        <w:rPr>
          <w:b/>
        </w:rPr>
        <w:t>elektro k</w:t>
      </w:r>
      <w:r w:rsidR="00FE3043">
        <w:rPr>
          <w:b/>
        </w:rPr>
        <w:t> </w:t>
      </w:r>
      <w:r w:rsidR="00143C88" w:rsidRPr="00E27D04">
        <w:rPr>
          <w:b/>
        </w:rPr>
        <w:t>ČS</w:t>
      </w:r>
      <w:r w:rsidR="00FE3043">
        <w:rPr>
          <w:b/>
        </w:rPr>
        <w:t>1</w:t>
      </w:r>
      <w:r w:rsidR="00143C88" w:rsidRPr="00E27D04">
        <w:rPr>
          <w:b/>
        </w:rPr>
        <w:t xml:space="preserve"> </w:t>
      </w:r>
    </w:p>
    <w:p w:rsidR="00E27D04" w:rsidRPr="00675FAF" w:rsidRDefault="00043CEE" w:rsidP="00E27D04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r>
        <w:rPr>
          <w:rFonts w:cs="Arial"/>
        </w:rPr>
        <w:t>201</w:t>
      </w:r>
      <w:r w:rsidR="00E27D04" w:rsidRPr="00675FAF">
        <w:rPr>
          <w:rFonts w:cs="Arial"/>
        </w:rPr>
        <w:tab/>
      </w:r>
      <w:r w:rsidR="00E27D04" w:rsidRPr="00675FAF">
        <w:rPr>
          <w:rFonts w:cs="Arial"/>
        </w:rPr>
        <w:tab/>
        <w:t>Technická zpráva</w:t>
      </w:r>
    </w:p>
    <w:p w:rsidR="00E27D04" w:rsidRDefault="00043CEE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>
        <w:rPr>
          <w:rFonts w:cs="Arial"/>
        </w:rPr>
        <w:t>202</w:t>
      </w:r>
      <w:r w:rsidR="00E27D04" w:rsidRPr="00675FAF">
        <w:rPr>
          <w:rFonts w:cs="Arial"/>
        </w:rPr>
        <w:tab/>
      </w:r>
      <w:r w:rsidR="00E27D04" w:rsidRPr="00675FAF">
        <w:rPr>
          <w:rFonts w:cs="Arial"/>
        </w:rPr>
        <w:tab/>
      </w:r>
      <w:r>
        <w:rPr>
          <w:rFonts w:cs="Arial"/>
        </w:rPr>
        <w:t>Specifikace prací a materiálu</w:t>
      </w:r>
    </w:p>
    <w:p w:rsidR="00043CEE" w:rsidRDefault="00043CEE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951388" w:rsidRDefault="00043CEE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>
        <w:rPr>
          <w:rFonts w:cs="Arial"/>
        </w:rPr>
        <w:t>211</w:t>
      </w:r>
      <w:r w:rsidR="00951388">
        <w:rPr>
          <w:rFonts w:cs="Arial"/>
        </w:rPr>
        <w:tab/>
      </w:r>
      <w:r w:rsidR="00951388">
        <w:rPr>
          <w:rFonts w:cs="Arial"/>
        </w:rPr>
        <w:tab/>
      </w:r>
      <w:r>
        <w:rPr>
          <w:rFonts w:cs="Arial"/>
        </w:rPr>
        <w:t>Přehledové schéma funkčních celků přípojky nn</w:t>
      </w:r>
    </w:p>
    <w:p w:rsidR="00951388" w:rsidRDefault="00043CEE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>
        <w:rPr>
          <w:rFonts w:cs="Arial"/>
        </w:rPr>
        <w:t>212</w:t>
      </w:r>
      <w:r w:rsidR="00951388">
        <w:rPr>
          <w:rFonts w:cs="Arial"/>
        </w:rPr>
        <w:tab/>
      </w:r>
      <w:r w:rsidR="00951388">
        <w:rPr>
          <w:rFonts w:cs="Arial"/>
        </w:rPr>
        <w:tab/>
      </w:r>
      <w:r>
        <w:rPr>
          <w:rFonts w:cs="Arial"/>
        </w:rPr>
        <w:t>Řezy kabelovou trasou</w:t>
      </w:r>
    </w:p>
    <w:p w:rsidR="00043CEE" w:rsidRDefault="00043CEE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>
        <w:rPr>
          <w:rFonts w:cs="Arial"/>
        </w:rPr>
        <w:t>213</w:t>
      </w:r>
      <w:r>
        <w:rPr>
          <w:rFonts w:cs="Arial"/>
        </w:rPr>
        <w:tab/>
      </w:r>
      <w:r>
        <w:rPr>
          <w:rFonts w:cs="Arial"/>
        </w:rPr>
        <w:tab/>
        <w:t>Souběhy a křížení</w:t>
      </w:r>
    </w:p>
    <w:p w:rsidR="00043CEE" w:rsidRPr="00675FAF" w:rsidRDefault="00043CEE" w:rsidP="00043CEE">
      <w:pPr>
        <w:pStyle w:val="Zpat"/>
        <w:tabs>
          <w:tab w:val="clear" w:pos="4536"/>
          <w:tab w:val="clear" w:pos="9072"/>
          <w:tab w:val="left" w:pos="1701"/>
          <w:tab w:val="left" w:pos="3402"/>
        </w:tabs>
        <w:ind w:left="3402"/>
        <w:rPr>
          <w:rFonts w:cs="Arial"/>
        </w:rPr>
      </w:pPr>
      <w:r>
        <w:rPr>
          <w:rFonts w:cs="Arial"/>
        </w:rPr>
        <w:t>Situační schéma funkčních celků přípojky NN viz. celková situace</w:t>
      </w:r>
    </w:p>
    <w:p w:rsidR="00C94057" w:rsidRPr="00C1782E" w:rsidRDefault="003F3D27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  <w:highlight w:val="yellow"/>
        </w:rPr>
      </w:pPr>
      <w:r>
        <w:rPr>
          <w:szCs w:val="22"/>
          <w:highlight w:val="yellow"/>
        </w:rPr>
        <w:t xml:space="preserve"> </w:t>
      </w:r>
    </w:p>
    <w:p w:rsidR="00857EE7" w:rsidRPr="00F516AE" w:rsidRDefault="00857EE7" w:rsidP="00857EE7">
      <w:pPr>
        <w:rPr>
          <w:b/>
        </w:rPr>
      </w:pPr>
      <w:r>
        <w:rPr>
          <w:b/>
        </w:rPr>
        <w:t>SO 06</w:t>
      </w:r>
      <w:r w:rsidRPr="00F516AE">
        <w:rPr>
          <w:b/>
        </w:rPr>
        <w:t xml:space="preserve"> – Kanalizační přípojky – neuznatelné náklady</w:t>
      </w:r>
    </w:p>
    <w:p w:rsidR="00271F8F" w:rsidRDefault="00857EE7" w:rsidP="00271F8F">
      <w:pPr>
        <w:pStyle w:val="Zpat"/>
        <w:tabs>
          <w:tab w:val="clear" w:pos="4536"/>
          <w:tab w:val="clear" w:pos="9072"/>
          <w:tab w:val="left" w:pos="1701"/>
        </w:tabs>
        <w:ind w:left="3402" w:hanging="3402"/>
        <w:rPr>
          <w:rFonts w:cs="Arial"/>
        </w:rPr>
      </w:pPr>
      <w:r w:rsidRPr="00F516AE">
        <w:rPr>
          <w:rFonts w:cs="Arial"/>
        </w:rPr>
        <w:t>D.1.</w:t>
      </w:r>
      <w:r>
        <w:rPr>
          <w:rFonts w:cs="Arial"/>
        </w:rPr>
        <w:t>6</w:t>
      </w:r>
      <w:r w:rsidRPr="00F516AE">
        <w:rPr>
          <w:rFonts w:cs="Arial"/>
        </w:rPr>
        <w:t>.1</w:t>
      </w:r>
      <w:r w:rsidRPr="00F516AE">
        <w:rPr>
          <w:rFonts w:cs="Arial"/>
        </w:rPr>
        <w:tab/>
      </w:r>
      <w:r w:rsidR="00624A27">
        <w:rPr>
          <w:rFonts w:cs="Arial"/>
        </w:rPr>
        <w:t>001/20/3</w:t>
      </w:r>
      <w:r w:rsidRPr="00F516AE">
        <w:rPr>
          <w:rFonts w:cs="Arial"/>
        </w:rPr>
        <w:tab/>
        <w:t>Technická zpráva</w:t>
      </w:r>
      <w:r w:rsidR="00271F8F">
        <w:rPr>
          <w:rFonts w:cs="Arial"/>
        </w:rPr>
        <w:t xml:space="preserve"> + výpis kanalizačních přípojek</w:t>
      </w:r>
    </w:p>
    <w:p w:rsidR="00857EE7" w:rsidRPr="00271F8F" w:rsidRDefault="00271F8F" w:rsidP="00271F8F">
      <w:pPr>
        <w:pStyle w:val="Zpat"/>
        <w:tabs>
          <w:tab w:val="clear" w:pos="4536"/>
          <w:tab w:val="clear" w:pos="9072"/>
          <w:tab w:val="left" w:pos="1701"/>
        </w:tabs>
        <w:ind w:left="3402" w:hanging="3402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a </w:t>
      </w:r>
      <w:r w:rsidRPr="00271F8F">
        <w:rPr>
          <w:rFonts w:cs="Arial"/>
        </w:rPr>
        <w:t>podélný profil psaný</w:t>
      </w:r>
    </w:p>
    <w:p w:rsidR="00271F8F" w:rsidRPr="00F516AE" w:rsidRDefault="00271F8F" w:rsidP="00271F8F">
      <w:pPr>
        <w:pStyle w:val="Zpat"/>
        <w:tabs>
          <w:tab w:val="clear" w:pos="4536"/>
          <w:tab w:val="clear" w:pos="9072"/>
          <w:tab w:val="left" w:pos="1701"/>
          <w:tab w:val="left" w:pos="3402"/>
        </w:tabs>
        <w:ind w:left="3402" w:hanging="3402"/>
        <w:rPr>
          <w:rFonts w:cs="Arial"/>
        </w:rPr>
      </w:pPr>
    </w:p>
    <w:p w:rsidR="00F36C8B" w:rsidRPr="00271F8F" w:rsidRDefault="00F36C8B" w:rsidP="00F36C8B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vanish/>
          <w:color w:val="FF0000"/>
          <w:szCs w:val="22"/>
        </w:rPr>
      </w:pPr>
      <w:r w:rsidRPr="00271F8F">
        <w:rPr>
          <w:vanish/>
          <w:color w:val="FF0000"/>
          <w:szCs w:val="22"/>
        </w:rPr>
        <w:t>D.1.6.2</w:t>
      </w:r>
      <w:r w:rsidRPr="00271F8F">
        <w:rPr>
          <w:vanish/>
          <w:color w:val="FF0000"/>
          <w:szCs w:val="22"/>
        </w:rPr>
        <w:tab/>
      </w:r>
      <w:r w:rsidRPr="00271F8F">
        <w:rPr>
          <w:vanish/>
          <w:color w:val="FF0000"/>
          <w:szCs w:val="22"/>
        </w:rPr>
        <w:tab/>
      </w:r>
      <w:r w:rsidR="00624A27" w:rsidRPr="00271F8F">
        <w:rPr>
          <w:vanish/>
          <w:color w:val="FF0000"/>
          <w:szCs w:val="22"/>
        </w:rPr>
        <w:t>001/20/3</w:t>
      </w:r>
      <w:r w:rsidRPr="00271F8F">
        <w:rPr>
          <w:vanish/>
          <w:color w:val="FF0000"/>
          <w:szCs w:val="22"/>
        </w:rPr>
        <w:tab/>
      </w:r>
      <w:r w:rsidRPr="00271F8F">
        <w:rPr>
          <w:vanish/>
          <w:color w:val="FF0000"/>
          <w:szCs w:val="22"/>
        </w:rPr>
        <w:tab/>
        <w:t>Výpis kanalizačních přípojek a podélný profil psaný</w:t>
      </w:r>
    </w:p>
    <w:p w:rsidR="00775E68" w:rsidRPr="00F36C8B" w:rsidRDefault="00F36C8B" w:rsidP="00285490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F36C8B">
        <w:rPr>
          <w:szCs w:val="22"/>
        </w:rPr>
        <w:tab/>
      </w:r>
      <w:r w:rsidRPr="00F36C8B">
        <w:rPr>
          <w:szCs w:val="22"/>
        </w:rPr>
        <w:tab/>
      </w:r>
    </w:p>
    <w:p w:rsidR="00AA72BD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</w:p>
    <w:p w:rsidR="00AA72BD" w:rsidRPr="00C00B43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C00B43">
        <w:rPr>
          <w:b/>
          <w:szCs w:val="22"/>
        </w:rPr>
        <w:t>D.2</w:t>
      </w:r>
      <w:r w:rsidRPr="00C00B43">
        <w:rPr>
          <w:b/>
          <w:szCs w:val="22"/>
        </w:rPr>
        <w:tab/>
        <w:t>Dokumentace technických a technologických zařízení</w:t>
      </w:r>
    </w:p>
    <w:p w:rsidR="00AA72BD" w:rsidRPr="00C1782E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  <w:highlight w:val="yellow"/>
        </w:rPr>
      </w:pP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C8761F">
        <w:rPr>
          <w:b/>
          <w:szCs w:val="22"/>
        </w:rPr>
        <w:t>D.2.1</w:t>
      </w:r>
      <w:r w:rsidRPr="00C8761F">
        <w:rPr>
          <w:b/>
          <w:szCs w:val="22"/>
        </w:rPr>
        <w:tab/>
        <w:t xml:space="preserve">Strojně-technologická část  </w:t>
      </w:r>
    </w:p>
    <w:p w:rsidR="00AA72BD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C8761F">
        <w:rPr>
          <w:b/>
          <w:szCs w:val="22"/>
        </w:rPr>
        <w:t>D.2.1.1      PS 01 Čerpací stanice ČS</w:t>
      </w: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</w:r>
      <w:r w:rsidRPr="001B6D28">
        <w:rPr>
          <w:b/>
          <w:szCs w:val="22"/>
        </w:rPr>
        <w:t xml:space="preserve">DPS 01.1 </w:t>
      </w:r>
      <w:r>
        <w:rPr>
          <w:b/>
          <w:szCs w:val="22"/>
        </w:rPr>
        <w:t xml:space="preserve">  Strojně-technologická část ČS</w:t>
      </w: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C8761F">
        <w:rPr>
          <w:szCs w:val="22"/>
        </w:rPr>
        <w:t>D.2.1.1.1</w:t>
      </w:r>
      <w:r w:rsidRPr="00C8761F">
        <w:rPr>
          <w:szCs w:val="22"/>
        </w:rPr>
        <w:tab/>
        <w:t xml:space="preserve">             </w:t>
      </w:r>
      <w:r w:rsidR="00624A27">
        <w:t>001/20/3</w:t>
      </w:r>
      <w:r w:rsidRPr="00C8761F">
        <w:rPr>
          <w:szCs w:val="22"/>
        </w:rPr>
        <w:tab/>
      </w:r>
      <w:r w:rsidRPr="00C8761F">
        <w:rPr>
          <w:szCs w:val="22"/>
        </w:rPr>
        <w:tab/>
        <w:t>Technická zpráva</w:t>
      </w:r>
      <w:r>
        <w:rPr>
          <w:szCs w:val="22"/>
        </w:rPr>
        <w:t xml:space="preserve"> strojně-technologická část</w:t>
      </w: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C8761F">
        <w:rPr>
          <w:szCs w:val="22"/>
        </w:rPr>
        <w:t>D.2.1.1.2</w:t>
      </w:r>
      <w:r w:rsidRPr="00C8761F">
        <w:rPr>
          <w:szCs w:val="22"/>
        </w:rPr>
        <w:tab/>
        <w:t xml:space="preserve">             </w:t>
      </w:r>
      <w:r w:rsidR="00624A27">
        <w:t>001/20/3</w:t>
      </w:r>
      <w:r w:rsidRPr="00C8761F">
        <w:rPr>
          <w:szCs w:val="22"/>
        </w:rPr>
        <w:tab/>
      </w:r>
      <w:r w:rsidRPr="00C8761F">
        <w:rPr>
          <w:szCs w:val="22"/>
        </w:rPr>
        <w:tab/>
        <w:t>Seznam strojů a zařízení</w:t>
      </w: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C8761F">
        <w:rPr>
          <w:szCs w:val="22"/>
        </w:rPr>
        <w:t>D.2.1.1.</w:t>
      </w:r>
      <w:r>
        <w:rPr>
          <w:szCs w:val="22"/>
        </w:rPr>
        <w:t>3</w:t>
      </w:r>
      <w:r w:rsidRPr="00C8761F">
        <w:rPr>
          <w:szCs w:val="22"/>
        </w:rPr>
        <w:tab/>
        <w:t xml:space="preserve">             </w:t>
      </w:r>
      <w:r w:rsidR="00624A27">
        <w:t>001/20/3</w:t>
      </w:r>
      <w:r w:rsidRPr="00C8761F">
        <w:rPr>
          <w:szCs w:val="22"/>
        </w:rPr>
        <w:tab/>
      </w:r>
      <w:r w:rsidRPr="00C8761F">
        <w:rPr>
          <w:szCs w:val="22"/>
        </w:rPr>
        <w:tab/>
        <w:t xml:space="preserve">Strojně-technologické schéma </w:t>
      </w:r>
    </w:p>
    <w:p w:rsidR="00AA72BD" w:rsidRPr="00C8761F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C8761F">
        <w:rPr>
          <w:szCs w:val="22"/>
        </w:rPr>
        <w:t>D.2.1.1.</w:t>
      </w:r>
      <w:r>
        <w:rPr>
          <w:szCs w:val="22"/>
        </w:rPr>
        <w:t>4</w:t>
      </w:r>
      <w:r w:rsidRPr="00C8761F">
        <w:rPr>
          <w:szCs w:val="22"/>
        </w:rPr>
        <w:tab/>
        <w:t xml:space="preserve">             </w:t>
      </w:r>
      <w:r w:rsidR="00624A27">
        <w:t>001/20/3</w:t>
      </w:r>
      <w:r w:rsidRPr="00C8761F">
        <w:rPr>
          <w:szCs w:val="22"/>
        </w:rPr>
        <w:tab/>
      </w:r>
      <w:r w:rsidRPr="00C8761F">
        <w:rPr>
          <w:szCs w:val="22"/>
        </w:rPr>
        <w:tab/>
        <w:t>Dispozice Č</w:t>
      </w:r>
      <w:r>
        <w:rPr>
          <w:szCs w:val="22"/>
        </w:rPr>
        <w:t>S</w:t>
      </w:r>
      <w:r w:rsidRPr="00C8761F">
        <w:rPr>
          <w:szCs w:val="22"/>
        </w:rPr>
        <w:t xml:space="preserve"> </w:t>
      </w:r>
    </w:p>
    <w:p w:rsidR="00AA72BD" w:rsidRPr="00C1782E" w:rsidRDefault="00AA72BD" w:rsidP="00AA72BD">
      <w:pPr>
        <w:rPr>
          <w:b/>
          <w:sz w:val="24"/>
          <w:szCs w:val="24"/>
          <w:highlight w:val="yellow"/>
        </w:rPr>
      </w:pPr>
    </w:p>
    <w:p w:rsidR="00AA72BD" w:rsidRPr="00DF5C57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DF5C57">
        <w:rPr>
          <w:b/>
          <w:szCs w:val="22"/>
        </w:rPr>
        <w:t>D.2.2</w:t>
      </w:r>
      <w:r w:rsidRPr="00DF5C57">
        <w:rPr>
          <w:b/>
          <w:szCs w:val="22"/>
        </w:rPr>
        <w:tab/>
        <w:t>Elektro část a MaR</w:t>
      </w:r>
    </w:p>
    <w:p w:rsidR="00AA72BD" w:rsidRPr="00DF5C57" w:rsidRDefault="00AA72BD" w:rsidP="00AA72BD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DF5C57">
        <w:rPr>
          <w:b/>
          <w:szCs w:val="22"/>
        </w:rPr>
        <w:t>D.2.2.1      PS 01 Čerpací stanice ČS1</w:t>
      </w:r>
    </w:p>
    <w:p w:rsidR="00AA72BD" w:rsidRPr="00DF5C57" w:rsidRDefault="006D4899" w:rsidP="00AA72BD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>
        <w:rPr>
          <w:b/>
          <w:szCs w:val="22"/>
        </w:rPr>
        <w:tab/>
      </w:r>
      <w:r w:rsidR="00AA72BD" w:rsidRPr="00F77813">
        <w:rPr>
          <w:b/>
          <w:szCs w:val="22"/>
        </w:rPr>
        <w:t>DPS 01.2.1    Elektro-technologická část a dálkový přenos</w:t>
      </w:r>
      <w:r w:rsidR="00B73C6E">
        <w:rPr>
          <w:b/>
          <w:szCs w:val="22"/>
        </w:rPr>
        <w:t xml:space="preserve"> </w:t>
      </w:r>
      <w:r w:rsidR="00B73C6E" w:rsidRPr="00B73C6E">
        <w:rPr>
          <w:szCs w:val="22"/>
        </w:rPr>
        <w:t>– převzato z DPS</w:t>
      </w:r>
    </w:p>
    <w:p w:rsidR="006D4899" w:rsidRPr="00DF5C57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</w:p>
    <w:p w:rsidR="006D4899" w:rsidRPr="00DF5C57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DF5C57">
        <w:rPr>
          <w:szCs w:val="22"/>
        </w:rPr>
        <w:t>1</w:t>
      </w:r>
      <w:r>
        <w:rPr>
          <w:szCs w:val="22"/>
        </w:rPr>
        <w:t>01</w:t>
      </w:r>
      <w:r>
        <w:rPr>
          <w:szCs w:val="22"/>
        </w:rPr>
        <w:tab/>
      </w:r>
      <w:r>
        <w:rPr>
          <w:szCs w:val="22"/>
        </w:rPr>
        <w:tab/>
      </w:r>
      <w:r w:rsidRPr="00DF5C57">
        <w:rPr>
          <w:szCs w:val="22"/>
        </w:rPr>
        <w:t>Technická zpráva</w:t>
      </w:r>
    </w:p>
    <w:p w:rsidR="006D4899" w:rsidRPr="00DF5C57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DF5C57">
        <w:rPr>
          <w:szCs w:val="22"/>
        </w:rPr>
        <w:t>1</w:t>
      </w:r>
      <w:r>
        <w:rPr>
          <w:szCs w:val="22"/>
        </w:rPr>
        <w:t>02</w:t>
      </w:r>
      <w:r>
        <w:rPr>
          <w:szCs w:val="22"/>
        </w:rPr>
        <w:tab/>
      </w:r>
      <w:r>
        <w:rPr>
          <w:szCs w:val="22"/>
        </w:rPr>
        <w:tab/>
      </w:r>
      <w:r w:rsidRPr="00B047A5">
        <w:rPr>
          <w:szCs w:val="24"/>
        </w:rPr>
        <w:t>Tabulka spotřebičů a měřících obvodů</w:t>
      </w:r>
    </w:p>
    <w:p w:rsidR="006D4899" w:rsidRPr="00DF5C57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DF5C57">
        <w:rPr>
          <w:szCs w:val="22"/>
        </w:rPr>
        <w:t>1</w:t>
      </w:r>
      <w:r>
        <w:rPr>
          <w:szCs w:val="22"/>
        </w:rPr>
        <w:t>03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4"/>
        </w:rPr>
        <w:t>Specifikace prací a materiálu</w:t>
      </w:r>
    </w:p>
    <w:p w:rsidR="006D4899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111</w:t>
      </w:r>
      <w:r w:rsidRPr="005A777B">
        <w:rPr>
          <w:szCs w:val="22"/>
        </w:rPr>
        <w:tab/>
      </w:r>
      <w:r w:rsidRPr="005A777B">
        <w:rPr>
          <w:szCs w:val="22"/>
        </w:rPr>
        <w:tab/>
        <w:t>Schéma zapojení funkč. jednotek rozv. RMS-DR1 - Přívod</w:t>
      </w:r>
      <w:r w:rsidRPr="005A777B">
        <w:rPr>
          <w:szCs w:val="22"/>
        </w:rPr>
        <w:tab/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112</w:t>
      </w:r>
      <w:r w:rsidRPr="005A777B">
        <w:rPr>
          <w:szCs w:val="22"/>
        </w:rPr>
        <w:tab/>
      </w:r>
      <w:r w:rsidRPr="005A777B">
        <w:rPr>
          <w:szCs w:val="22"/>
        </w:rPr>
        <w:tab/>
        <w:t>Schéma zapojení funkč. jednotek rozv. RMS-DR1 – Čerp. M</w:t>
      </w:r>
      <w:r>
        <w:rPr>
          <w:szCs w:val="22"/>
        </w:rPr>
        <w:t>0</w:t>
      </w:r>
      <w:r w:rsidRPr="005A777B">
        <w:rPr>
          <w:szCs w:val="22"/>
        </w:rPr>
        <w:t>1</w:t>
      </w:r>
      <w:r>
        <w:rPr>
          <w:szCs w:val="22"/>
        </w:rPr>
        <w:t>.1</w:t>
      </w:r>
      <w:r w:rsidRPr="005A777B">
        <w:rPr>
          <w:szCs w:val="22"/>
        </w:rPr>
        <w:tab/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113</w:t>
      </w:r>
      <w:r w:rsidRPr="005A777B">
        <w:rPr>
          <w:szCs w:val="22"/>
        </w:rPr>
        <w:tab/>
      </w:r>
      <w:r w:rsidRPr="005A777B">
        <w:rPr>
          <w:szCs w:val="22"/>
        </w:rPr>
        <w:tab/>
        <w:t xml:space="preserve">Schéma zapojení funkč. jednotek rozv. RMS-DR1 – Čerp. </w:t>
      </w:r>
      <w:r>
        <w:rPr>
          <w:szCs w:val="22"/>
        </w:rPr>
        <w:t>M01.2</w:t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114</w:t>
      </w:r>
      <w:r w:rsidRPr="005A777B">
        <w:rPr>
          <w:szCs w:val="22"/>
        </w:rPr>
        <w:tab/>
      </w:r>
      <w:r w:rsidRPr="005A777B">
        <w:rPr>
          <w:szCs w:val="22"/>
        </w:rPr>
        <w:tab/>
        <w:t>Schéma zapojení funkč. jedn. rozv. RMS-DR1 – Staveb. instal.</w:t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115</w:t>
      </w:r>
      <w:r w:rsidRPr="005A777B">
        <w:rPr>
          <w:szCs w:val="22"/>
        </w:rPr>
        <w:tab/>
      </w:r>
      <w:r w:rsidRPr="005A777B">
        <w:rPr>
          <w:szCs w:val="22"/>
        </w:rPr>
        <w:tab/>
        <w:t>Schéma zapojení funkč. jednotek rozv. RMS-DR1 - Telemetrie</w:t>
      </w:r>
      <w:r w:rsidRPr="005A777B">
        <w:rPr>
          <w:szCs w:val="22"/>
        </w:rPr>
        <w:tab/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116</w:t>
      </w:r>
      <w:r w:rsidRPr="005A777B">
        <w:rPr>
          <w:szCs w:val="22"/>
        </w:rPr>
        <w:tab/>
      </w:r>
      <w:r w:rsidRPr="005A777B">
        <w:rPr>
          <w:szCs w:val="22"/>
        </w:rPr>
        <w:tab/>
        <w:t>Schéma zapojení funkč. jednotek rozv. RMS-DR1 - I/O karty</w:t>
      </w:r>
      <w:r w:rsidRPr="005A777B">
        <w:rPr>
          <w:szCs w:val="22"/>
        </w:rPr>
        <w:tab/>
      </w:r>
    </w:p>
    <w:p w:rsidR="006D4899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117</w:t>
      </w:r>
      <w:r>
        <w:rPr>
          <w:szCs w:val="22"/>
        </w:rPr>
        <w:tab/>
      </w:r>
      <w:r>
        <w:rPr>
          <w:szCs w:val="22"/>
        </w:rPr>
        <w:tab/>
        <w:t>Vnější spoje</w:t>
      </w:r>
      <w:r w:rsidRPr="005A777B">
        <w:rPr>
          <w:szCs w:val="22"/>
        </w:rPr>
        <w:t>–zapojení čidel MaR do rozv. RMS-</w:t>
      </w:r>
      <w:r>
        <w:rPr>
          <w:szCs w:val="22"/>
        </w:rPr>
        <w:t>DR</w:t>
      </w:r>
      <w:r w:rsidRPr="005A777B">
        <w:rPr>
          <w:szCs w:val="22"/>
        </w:rPr>
        <w:t>1</w:t>
      </w:r>
      <w:r>
        <w:rPr>
          <w:szCs w:val="22"/>
        </w:rPr>
        <w:tab/>
      </w:r>
    </w:p>
    <w:p w:rsidR="006D4899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118</w:t>
      </w:r>
      <w:r w:rsidRPr="005A777B">
        <w:rPr>
          <w:szCs w:val="22"/>
        </w:rPr>
        <w:tab/>
      </w:r>
      <w:r w:rsidRPr="005A777B">
        <w:rPr>
          <w:szCs w:val="22"/>
        </w:rPr>
        <w:tab/>
        <w:t xml:space="preserve">Výkres sestavení ovládacích prvků rozváděče </w:t>
      </w:r>
      <w:r>
        <w:rPr>
          <w:szCs w:val="22"/>
        </w:rPr>
        <w:t>RMS-DR1</w:t>
      </w:r>
      <w:r>
        <w:rPr>
          <w:szCs w:val="22"/>
        </w:rPr>
        <w:tab/>
      </w:r>
    </w:p>
    <w:p w:rsidR="006D4899" w:rsidRPr="005A777B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119</w:t>
      </w:r>
      <w:r w:rsidRPr="005A777B">
        <w:rPr>
          <w:szCs w:val="22"/>
        </w:rPr>
        <w:tab/>
      </w:r>
      <w:r w:rsidRPr="005A777B">
        <w:rPr>
          <w:szCs w:val="22"/>
        </w:rPr>
        <w:tab/>
        <w:t xml:space="preserve">Výkres sestavení rozváděče </w:t>
      </w:r>
      <w:r>
        <w:rPr>
          <w:szCs w:val="22"/>
        </w:rPr>
        <w:t>RMS-DR1</w:t>
      </w:r>
      <w:r>
        <w:rPr>
          <w:szCs w:val="22"/>
        </w:rPr>
        <w:tab/>
      </w:r>
      <w:r>
        <w:rPr>
          <w:szCs w:val="22"/>
        </w:rPr>
        <w:tab/>
      </w:r>
    </w:p>
    <w:p w:rsidR="006D4899" w:rsidRPr="00FA0195" w:rsidRDefault="006D4899" w:rsidP="006D4899">
      <w:pPr>
        <w:ind w:right="-1" w:firstLine="708"/>
        <w:rPr>
          <w:sz w:val="28"/>
          <w:szCs w:val="28"/>
        </w:rPr>
      </w:pPr>
    </w:p>
    <w:p w:rsidR="006D4899" w:rsidRDefault="006D4899" w:rsidP="006D4899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5A777B">
        <w:rPr>
          <w:szCs w:val="22"/>
        </w:rPr>
        <w:t>121</w:t>
      </w:r>
      <w:r w:rsidRPr="005A777B">
        <w:rPr>
          <w:szCs w:val="22"/>
        </w:rPr>
        <w:tab/>
      </w:r>
      <w:r w:rsidRPr="005A777B">
        <w:rPr>
          <w:szCs w:val="22"/>
        </w:rPr>
        <w:tab/>
        <w:t>Dispoziční řešení funkčních celků technologie ČS1</w:t>
      </w:r>
    </w:p>
    <w:p w:rsidR="00AA72BD" w:rsidRPr="003B1B2D" w:rsidRDefault="00AA72BD" w:rsidP="00AA72BD">
      <w:pPr>
        <w:rPr>
          <w:b/>
          <w:sz w:val="24"/>
          <w:szCs w:val="24"/>
        </w:rPr>
      </w:pPr>
    </w:p>
    <w:p w:rsidR="00AA72BD" w:rsidRPr="003F3D27" w:rsidRDefault="00AA72BD" w:rsidP="00AA72BD">
      <w:pPr>
        <w:rPr>
          <w:b/>
          <w:color w:val="00B050"/>
          <w:sz w:val="24"/>
          <w:szCs w:val="24"/>
        </w:rPr>
      </w:pPr>
    </w:p>
    <w:bookmarkEnd w:id="0"/>
    <w:p w:rsidR="00E43B5A" w:rsidRPr="00C1782E" w:rsidRDefault="00E43B5A">
      <w:pPr>
        <w:jc w:val="left"/>
        <w:rPr>
          <w:b/>
          <w:szCs w:val="22"/>
          <w:highlight w:val="yellow"/>
        </w:rPr>
      </w:pPr>
    </w:p>
    <w:sectPr w:rsidR="00E43B5A" w:rsidRPr="00C1782E" w:rsidSect="00A938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F39" w:rsidRDefault="00CD0F39" w:rsidP="00207A11">
      <w:r>
        <w:separator/>
      </w:r>
    </w:p>
  </w:endnote>
  <w:endnote w:type="continuationSeparator" w:id="0">
    <w:p w:rsidR="00CD0F39" w:rsidRDefault="00CD0F39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ED51EE" w:rsidRDefault="00ED51EE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ED51EE" w:rsidRPr="00B40E75" w:rsidRDefault="00ED51EE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81FBE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81FBE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ED51EE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F11F8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 w:rsidR="00EA08C9">
            <w:rPr>
              <w:caps/>
              <w:color w:val="000000" w:themeColor="text1"/>
              <w:sz w:val="12"/>
              <w:szCs w:val="12"/>
            </w:rPr>
            <w:t>22</w:t>
          </w:r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r w:rsidR="00EA08C9">
            <w:rPr>
              <w:caps/>
              <w:color w:val="000000" w:themeColor="text1"/>
              <w:sz w:val="12"/>
              <w:szCs w:val="12"/>
            </w:rPr>
            <w:t>0054</w:t>
          </w:r>
          <w:r w:rsidR="00F11F8C">
            <w:rPr>
              <w:caps/>
              <w:color w:val="000000" w:themeColor="text1"/>
              <w:sz w:val="12"/>
              <w:szCs w:val="12"/>
            </w:rPr>
            <w:t xml:space="preserve">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ED51EE" w:rsidRDefault="00ED51EE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53801490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ED51EE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EA08C9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 w:rsidR="00F11F8C">
            <w:rPr>
              <w:color w:val="000000" w:themeColor="text1"/>
              <w:sz w:val="12"/>
              <w:szCs w:val="12"/>
            </w:rPr>
            <w:t>0</w:t>
          </w:r>
          <w:r w:rsidR="00EA08C9">
            <w:rPr>
              <w:color w:val="000000" w:themeColor="text1"/>
              <w:sz w:val="12"/>
              <w:szCs w:val="12"/>
            </w:rPr>
            <w:t>01</w:t>
          </w:r>
          <w:r w:rsidR="00F11F8C">
            <w:rPr>
              <w:color w:val="000000" w:themeColor="text1"/>
              <w:sz w:val="12"/>
              <w:szCs w:val="12"/>
            </w:rPr>
            <w:t>/</w:t>
          </w:r>
          <w:r w:rsidR="00EA08C9">
            <w:rPr>
              <w:color w:val="000000" w:themeColor="text1"/>
              <w:sz w:val="12"/>
              <w:szCs w:val="12"/>
            </w:rPr>
            <w:t>20</w:t>
          </w:r>
          <w:r w:rsidR="00F11F8C">
            <w:rPr>
              <w:color w:val="000000" w:themeColor="text1"/>
              <w:sz w:val="12"/>
              <w:szCs w:val="12"/>
            </w:rPr>
            <w:t>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D51EE" w:rsidRPr="00B40E75" w:rsidRDefault="00ED51EE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6136228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ED51EE" w:rsidRPr="00F81B53" w:rsidRDefault="00ED51EE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ED51EE" w:rsidRDefault="00ED51EE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ED51EE" w:rsidRPr="00B40E75" w:rsidRDefault="00ED51EE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A36C4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C5487A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ED51EE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F516AE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</w:t>
          </w:r>
          <w:r w:rsidR="00EA08C9">
            <w:rPr>
              <w:caps/>
              <w:color w:val="000000" w:themeColor="text1"/>
              <w:sz w:val="12"/>
              <w:szCs w:val="12"/>
            </w:rPr>
            <w:t>2</w:t>
          </w:r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r w:rsidR="00EA08C9">
            <w:rPr>
              <w:caps/>
              <w:color w:val="000000" w:themeColor="text1"/>
              <w:sz w:val="12"/>
              <w:szCs w:val="12"/>
            </w:rPr>
            <w:t>0054</w:t>
          </w:r>
          <w:r w:rsidR="00F516AE">
            <w:rPr>
              <w:caps/>
              <w:color w:val="000000" w:themeColor="text1"/>
              <w:sz w:val="12"/>
              <w:szCs w:val="12"/>
            </w:rPr>
            <w:t xml:space="preserve">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ED51EE" w:rsidRDefault="00ED51EE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56615440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ED51EE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EA08C9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 w:rsidR="00EA08C9">
            <w:rPr>
              <w:color w:val="000000" w:themeColor="text1"/>
              <w:sz w:val="12"/>
              <w:szCs w:val="12"/>
            </w:rPr>
            <w:t>001</w:t>
          </w:r>
          <w:r w:rsidR="00F11F8C">
            <w:rPr>
              <w:color w:val="000000" w:themeColor="text1"/>
              <w:sz w:val="12"/>
              <w:szCs w:val="12"/>
            </w:rPr>
            <w:t>/</w:t>
          </w:r>
          <w:r w:rsidR="00EA08C9">
            <w:rPr>
              <w:color w:val="000000" w:themeColor="text1"/>
              <w:sz w:val="12"/>
              <w:szCs w:val="12"/>
            </w:rPr>
            <w:t>20</w:t>
          </w:r>
          <w:r w:rsidR="00F11F8C">
            <w:rPr>
              <w:color w:val="000000" w:themeColor="text1"/>
              <w:sz w:val="12"/>
              <w:szCs w:val="12"/>
            </w:rPr>
            <w:t>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D51EE" w:rsidRPr="00B40E75" w:rsidRDefault="00ED51EE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4085870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ED51EE" w:rsidRPr="00F81B53" w:rsidRDefault="00ED51EE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ED51EE" w:rsidRDefault="00ED51EE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ED51EE" w:rsidRPr="00B40E75" w:rsidRDefault="00ED51EE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81FBE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81FBE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ED51EE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F11F8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 w:rsidR="00EA08C9">
            <w:rPr>
              <w:caps/>
              <w:color w:val="000000" w:themeColor="text1"/>
              <w:sz w:val="12"/>
              <w:szCs w:val="12"/>
            </w:rPr>
            <w:t>22</w:t>
          </w:r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r w:rsidR="00EA08C9">
            <w:rPr>
              <w:caps/>
              <w:color w:val="000000" w:themeColor="text1"/>
              <w:sz w:val="12"/>
              <w:szCs w:val="12"/>
            </w:rPr>
            <w:t>0054</w:t>
          </w:r>
          <w:r w:rsidR="00F11F8C">
            <w:rPr>
              <w:caps/>
              <w:color w:val="000000" w:themeColor="text1"/>
              <w:sz w:val="12"/>
              <w:szCs w:val="12"/>
            </w:rPr>
            <w:t xml:space="preserve"> 01 01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ED51EE" w:rsidRDefault="00ED51EE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9078292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ED51EE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ED51EE" w:rsidRDefault="00ED51EE" w:rsidP="00EA08C9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 w:rsidR="00EA08C9">
            <w:rPr>
              <w:color w:val="000000" w:themeColor="text1"/>
              <w:sz w:val="12"/>
              <w:szCs w:val="12"/>
            </w:rPr>
            <w:t>001</w:t>
          </w:r>
          <w:r w:rsidR="00F11F8C">
            <w:rPr>
              <w:color w:val="000000" w:themeColor="text1"/>
              <w:sz w:val="12"/>
              <w:szCs w:val="12"/>
            </w:rPr>
            <w:t>/</w:t>
          </w:r>
          <w:r w:rsidR="00EA08C9">
            <w:rPr>
              <w:color w:val="000000" w:themeColor="text1"/>
              <w:sz w:val="12"/>
              <w:szCs w:val="12"/>
            </w:rPr>
            <w:t>20</w:t>
          </w:r>
          <w:r w:rsidR="00F11F8C">
            <w:rPr>
              <w:color w:val="000000" w:themeColor="text1"/>
              <w:sz w:val="12"/>
              <w:szCs w:val="12"/>
            </w:rPr>
            <w:t>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D51EE" w:rsidRPr="00B40E75" w:rsidRDefault="00ED51EE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59791858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ED51EE" w:rsidRPr="00F81B53" w:rsidRDefault="00ED51EE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F39" w:rsidRDefault="00CD0F39" w:rsidP="00207A11">
      <w:r>
        <w:separator/>
      </w:r>
    </w:p>
  </w:footnote>
  <w:footnote w:type="continuationSeparator" w:id="0">
    <w:p w:rsidR="00CD0F39" w:rsidRDefault="00CD0F39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1EE" w:rsidRPr="00AE3921" w:rsidRDefault="00ED51EE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6614E0">
      <w:rPr>
        <w:noProof/>
        <w:color w:val="000000" w:themeColor="text1"/>
      </w:rPr>
      <mc:AlternateContent>
        <mc:Choice Requires="wpc">
          <w:drawing>
            <wp:inline distT="0" distB="0" distL="0" distR="0" wp14:anchorId="60E6869D" wp14:editId="06C73145">
              <wp:extent cx="683895" cy="199390"/>
              <wp:effectExtent l="0" t="9525" r="1905" b="635"/>
              <wp:docPr id="39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72E1280"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FyFsMA&#10;AADbAAAADwAAAGRycy9kb3ducmV2LnhtbESPQWvCQBSE70L/w/IK3nTTICqpGwkFwVOlaqHHR/Y1&#10;SZN9m+5uY/z3XUHwOMzMN8xmO5pODOR8Y1nByzwBQVxa3XCl4HzazdYgfEDW2FkmBVfysM2fJhvM&#10;tL3wBw3HUIkIYZ+hgjqEPpPSlzUZ9HPbE0fv2zqDIUpXSe3wEuGmk2mSLKXBhuNCjT291VS2xz+j&#10;YFj/LloqGl8sD6ckfDrz9fOeKjV9HotXEIHG8Ajf23utIF3B7U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FyFsMAAADbAAAADwAAAAAAAAAAAAAAAACYAgAAZHJzL2Rv&#10;d25yZXYueG1sUEsFBgAAAAAEAAQA9QAAAIg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C78A&#10;AADbAAAADwAAAGRycy9kb3ducmV2LnhtbERPy4rCMBTdC/5DuII7TRUUqUYRRRgYXPjYuLs01zba&#10;3JQmtp35erMQXB7Oe7XpbCkaqr1xrGAyTkAQZ04bzhVcL4fRAoQPyBpLx6Tgjzxs1v3eClPtWj5R&#10;cw65iCHsU1RQhFClUvqsIIt+7CriyN1dbTFEWOdS19jGcFvKaZLMpUXDsaHAinYFZc/zyyow7eU1&#10;u/3jY2duR9f8Nsd9nmilhoNuuwQRqAtf8cf9oxVM49j4Jf4A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HB4LvwAAANsAAAAPAAAAAAAAAAAAAAAAAJgCAABkcnMvZG93bnJl&#10;di54bWxQSwUGAAAAAAQABAD1AAAAhA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Ec8QA&#10;AADbAAAADwAAAGRycy9kb3ducmV2LnhtbESP0WrCQBRE3wX/YbkF3+qmCqLRVaoo2hfFtB9wzd4m&#10;wezdmF2T+PduoeDjMDNnmMWqM6VoqHaFZQUfwwgEcWp1wZmCn+/d+xSE88gaS8uk4EEOVst+b4Gx&#10;ti2fqUl8JgKEXYwKcu+rWEqX5mTQDW1FHLxfWxv0QdaZ1DW2AW5KOYqiiTRYcFjIsaJNTuk1uRsF&#10;++x6Xx+bpPyKLnZ7W/v9oz2NlRq8dZ9zEJ46/wr/tw9awWgGf1/C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CRHPEAAAA2w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F4sIA&#10;AADbAAAADwAAAGRycy9kb3ducmV2LnhtbERPz2vCMBS+D/wfwhN2m6krbKMai0iFnQbrhOHt0Tyb&#10;avNSmmhb/3pzGOz48f1e56NtxY163zhWsFwkIIgrpxuuFRx+9i8fIHxA1tg6JgUTecg3s6c1ZtoN&#10;/E23MtQihrDPUIEJocuk9JUhi37hOuLInVxvMUTY11L3OMRw28rXJHmTFhuODQY72hmqLuXVKtg3&#10;h7aY0q/z+Xgl8+uK8vR+n5R6no/bFYhAY/gX/7k/tYI0ro9f4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oXi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+go8QA&#10;AADbAAAADwAAAGRycy9kb3ducmV2LnhtbESPQWsCMRSE74L/IbyCN82qRcrWKEWx6EWoFnp9bl43&#10;225eliTdXf31jVDocZiZb5jlure1aMmHyrGC6SQDQVw4XXGp4P28Gz+BCBFZY+2YFFwpwHo1HCwx&#10;167jN2pPsRQJwiFHBSbGJpcyFIYsholriJP36bzFmKQvpfbYJbit5SzLFtJixWnBYEMbQ8X36ccq&#10;+Oj6oz/odnt7PXwtNmd7ebyZi1Kjh/7lGUSkPv6H/9p7rWA+hfu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voKP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1KsQA&#10;AADbAAAADwAAAGRycy9kb3ducmV2LnhtbESPQWvCQBSE70L/w/IKvZmNCiLRVURabPFkLBRvj+wz&#10;icm+TbPbJP33riB4HGbmG2a1GUwtOmpdaVnBJIpBEGdWl5wr+D59jBcgnEfWWFsmBf/kYLN+Ga0w&#10;0bbnI3Wpz0WAsEtQQeF9k0jpsoIMusg2xMG72NagD7LNpW6xD3BTy2kcz6XBksNCgQ3tCsqq9M8o&#10;2F9/jf855zO5P3/VVdpX3fshVurtddguQXga/DP8aH9qBbMp3L+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lNSr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Rq8QA&#10;AADbAAAADwAAAGRycy9kb3ducmV2LnhtbESP3WrCQBSE7wXfYTlCb6RuaiBI6ipaUEpBwR96fcie&#10;JiHZs2F31fj2bkHwcpiZb5j5sjetuJLztWUFH5MEBHFhdc2lgvNp8z4D4QOyxtYyKbiTh+ViOJhj&#10;ru2ND3Q9hlJECPscFVQhdLmUvqjIoJ/Yjjh6f9YZDFG6UmqHtwg3rZwmSSYN1hwXKuzoq6KiOV6M&#10;gt3+nG3T5ifb/vbj0GzcZbpbj5V6G/WrTxCB+vAKP9vfWkGawv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Eav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1LcQA&#10;AADbAAAADwAAAGRycy9kb3ducmV2LnhtbESPQWvCQBSE74L/YXmCN91obSmpq4hSkR4EU6HXR/Y1&#10;G82+Ddk1Rn99Vyh4HGbmG2a+7GwlWmp86VjBZJyAIM6dLrlQcPz+HL2D8AFZY+WYFNzIw3LR780x&#10;1e7KB2qzUIgIYZ+iAhNCnUrpc0MW/djVxNH7dY3FEGVTSN3gNcJtJadJ8iYtlhwXDNa0NpSfs4tV&#10;sF2bavZzOPJ9s91z/bVpT69Zq9Rw0K0+QATqwjP8395pBS8z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TdS3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xSMQA&#10;AADbAAAADwAAAGRycy9kb3ducmV2LnhtbESPzWrDMBCE74W8g9hALyWW25CmuJZNCBh6yKVJAzlu&#10;rK1taq2MJf/k7aNCocdhZr5h0nw2rRipd41lBc9RDIK4tLrhSsHXqVi9gXAeWWNrmRTcyEGeLR5S&#10;TLSd+JPGo69EgLBLUEHtfZdI6cqaDLrIdsTB+7a9QR9kX0nd4xTgppUvcfwqDTYcFmrsaF9T+XMc&#10;jIIDd2j2OFyeimF73sTX8+6EhVKPy3n3DsLT7P/Df+0PrWC9gd8v4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d8UjEAAAA2wAAAA8AAAAAAAAAAAAAAAAAmAIAAGRycy9k&#10;b3ducmV2LnhtbFBLBQYAAAAABAAEAPUAAACJAwAAAAA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lGcUA&#10;AADbAAAADwAAAGRycy9kb3ducmV2LnhtbESPUWvCQBCE3wX/w7EFX6ReakVK6im1VGophUalz0tu&#10;mwRzeyG3avTXewWhj8PMfMPMFp2r1ZHaUHk28DBKQBHn3lZcGNhtV/dPoIIgW6w9k4EzBVjM+70Z&#10;ptafOKPjRgoVIRxSNFCKNKnWIS/JYRj5hjh6v751KFG2hbYtniLc1XqcJFPtsOK4UGJDryXl+83B&#10;GXg7X7KP78vw5zOR9+yLlkstk86YwV338gxKqJP/8K29tgYep/D3Jf4A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GUZ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w9sQA&#10;AADbAAAADwAAAGRycy9kb3ducmV2LnhtbESPQWvCQBSE74L/YXmCN90YqUrqKlIQpQehVqHHR/Y1&#10;G5t9m2bXJP33XaHQ4zAz3zDrbW8r0VLjS8cKZtMEBHHudMmFgsv7frIC4QOyxsoxKfghD9vNcLDG&#10;TLuO36g9h0JECPsMFZgQ6kxKnxuy6KeuJo7ep2sshiibQuoGuwi3lUyTZCEtlhwXDNb0Yij/Ot+t&#10;gpTk7WKfDstFQv31Q6bft5N5VWo86nfPIAL14T/81z5qBfMlP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3MPb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zsAA&#10;AADbAAAADwAAAGRycy9kb3ducmV2LnhtbERPTYvCMBC9L/gfwgheRFNdWKSaFhUFj7vVi7exGdti&#10;MylNbKu/fnNY2OPjfW/SwdSio9ZVlhUs5hEI4tzqigsFl/NxtgLhPLLG2jIpeJGDNBl9bDDWtucf&#10;6jJfiBDCLkYFpfdNLKXLSzLo5rYhDtzdtgZ9gG0hdYt9CDe1XEbRlzRYcWgosaF9SfkjexoFz6nL&#10;9jf9Pb0OXa4P713fV++tUpPxsF2D8DT4f/Gf+6QVfIax4Uv4ATL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zs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ED51E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781FBE" w:rsidP="00D245A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462044778"/>
              <w:showingPlcHdr/>
              <w:text/>
            </w:sdtPr>
            <w:sdtEndPr/>
            <w:sdtContent>
              <w:r w:rsidR="00ED51EE">
                <w:rPr>
                  <w:bCs/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D51EE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315488470"/>
              <w:text/>
            </w:sdtPr>
            <w:sdtEndPr/>
            <w:sdtContent>
              <w:r w:rsidR="00ED51EE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ED51E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781FBE" w:rsidP="00EA08C9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2093997134"/>
              <w:showingPlcHdr/>
              <w:text/>
            </w:sdtPr>
            <w:sdtEndPr/>
            <w:sdtContent>
              <w:r w:rsidR="00EA08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A08C9">
            <w:rPr>
              <w:color w:val="000000" w:themeColor="text1"/>
              <w:sz w:val="12"/>
              <w:szCs w:val="12"/>
            </w:rPr>
            <w:t>RDS</w:t>
          </w:r>
        </w:p>
      </w:tc>
    </w:tr>
  </w:tbl>
  <w:p w:rsidR="00ED51EE" w:rsidRPr="00AE3921" w:rsidRDefault="00ED51EE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1EE" w:rsidRPr="00AE3921" w:rsidRDefault="00ED51EE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6614E0">
      <w:rPr>
        <w:noProof/>
        <w:color w:val="000000" w:themeColor="text1"/>
      </w:rPr>
      <mc:AlternateContent>
        <mc:Choice Requires="wpc">
          <w:drawing>
            <wp:inline distT="0" distB="0" distL="0" distR="0" wp14:anchorId="22B9DDB0" wp14:editId="4F7A7690">
              <wp:extent cx="683895" cy="199390"/>
              <wp:effectExtent l="0" t="9525" r="1905" b="635"/>
              <wp:docPr id="26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37958A5"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DnzKE+mNAAADKMBAA4AAAAAAAAAAAAAAAAALgIAAGRycy9lMm9Eb2MueG1sUEsBAi0AFAAG&#10;AAgAAAAhADyuEMvbAAAABAEAAA8AAAAAAAAAAAAAAAAAADcAAGRycy9kb3ducmV2LnhtbFBLBQYA&#10;AAAABAAEAPMAAAAI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m3MAA&#10;AADbAAAADwAAAGRycy9kb3ducmV2LnhtbERPS4vCMBC+C/sfwix4s6kiItUoRVjwtMv6AI9DM7bV&#10;ZtJNYq3/fiMI3ubje85y3ZtGdOR8bVnBOElBEBdW11wqOOy/RnMQPiBrbCyTggd5WK8+BkvMtL3z&#10;L3W7UIoYwj5DBVUIbSalLyoy6BPbEkfubJ3BEKErpXZ4j+GmkZM0nUmDNceGClvaVFRcdzejoJv/&#10;Ta+U1z6f/ezTcHTmdPmeKDX87PMFiEB9eItf7q2O86fw/CU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8m3MAAAADb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7KMAA&#10;AADbAAAADwAAAGRycy9kb3ducmV2LnhtbERPTYvCMBC9L/gfwgje1tQFRbpGEWVBEA/qXrwNzdhG&#10;m0lpYlv99UYQvM3jfc5s0dlSNFR741jBaJiAIM6cNpwr+D/+fU9B+ICssXRMCu7kYTHvfc0w1a7l&#10;PTWHkIsYwj5FBUUIVSqlzwqy6IeuIo7c2dUWQ4R1LnWNbQy3pfxJkom0aDg2FFjRqqDserhZBaY9&#10;3sanB15W5rRzzbbZrfNEKzXod8tfEIG68BG/3Rsd54/h9Us8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XF7KMAAAADbAAAADwAAAAAAAAAAAAAAAACYAgAAZHJzL2Rvd25y&#10;ZXYueG1sUEsFBgAAAAAEAAQA9QAAAIU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vMIA&#10;AADbAAAADwAAAGRycy9kb3ducmV2LnhtbERP22rCQBB9L/gPyxR8q5sqBEldpRFFfak07QdMs9Mk&#10;JDsbs2suf98tFPo2h3OdzW40jeipc5VlBc+LCARxbnXFhYLPj+PTGoTzyBoby6RgIge77exhg4m2&#10;A79Tn/lChBB2CSoovW8TKV1ekkG3sC1x4L5tZ9AH2BVSdziEcNPIZRTF0mDFoaHElvYl5XV2NwpO&#10;RX1P3/qsuURf9nBL/Wkariul5o/j6wsIT6P/F/+5zzrMj+H3l3C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Rq8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B9sIA&#10;AADbAAAADwAAAGRycy9kb3ducmV2LnhtbERPTWvCQBC9F/wPywi91U0tVEndhCIJ9FRoKoi3ITtm&#10;Y7OzIbtq4q93C4Xe5vE+Z5OPthMXGnzrWMHzIgFBXDvdcqNg910+rUH4gKyxc0wKJvKQZ7OHDaba&#10;XfmLLlVoRAxhn6ICE0KfSulrQxb9wvXEkTu6wWKIcGikHvAaw20nl0nyKi22HBsM9rQ1VP9UZ6ug&#10;bHddMb18nk6HM5m9K6rj6jYp9Tgf399ABBrDv/jP/aHj/BX8/hIP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kH2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VXsUA&#10;AADbAAAADwAAAGRycy9kb3ducmV2LnhtbESPQUsDMRCF74L/IUzBm81WpMjatJSKYi+CbcHrdDPd&#10;bLuZLEncXfvrnYPgbYb35r1vFqvRt6qnmJrABmbTAhRxFWzDtYHD/vX+CVTKyBbbwGTghxKslrc3&#10;CyxtGPiT+l2ulYRwKtGAy7krtU6VI49pGjpi0U4hesyyxlrbiIOE+1Y/FMVce2xYGhx2tHFUXXbf&#10;3sDXMH7Ere1frm/b83yz98fHqzsaczcZ18+gMo353/x3/W4FX2D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FVexQAAANs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7O8IA&#10;AADbAAAADwAAAGRycy9kb3ducmV2LnhtbERPTWvCQBC9F/wPywje6kYFqamriCgqnpoKxduQnSZp&#10;srMxuybx37uFQm/zeJ+zXPemEi01rrCsYDKOQBCnVhecKbh87l/fQDiPrLGyTAoe5GC9GrwsMda2&#10;4w9qE5+JEMIuRgW593UspUtzMujGtiYO3LdtDPoAm0zqBrsQbio5jaK5NFhwaMixpm1OaZncjYLD&#10;z834r2s2k4frqSqTrmx350ip0bDfvIPw1Pt/8Z/7qMP8B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9Ps7wgAAANs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0ZAcEA&#10;AADbAAAADwAAAGRycy9kb3ducmV2LnhtbERPy4rCMBTdD/gP4QpuRNPpQJFqFB1QZMABH7i+NNe2&#10;tLkpSdT692YxMMvDeS9WvWnFg5yvLSv4nCYgiAuray4VXM7byQyED8gaW8uk4EUeVsvBxwJzbZ98&#10;pMcplCKGsM9RQRVCl0vpi4oM+qntiCN3s85giNCVUjt8xnDTyjRJMmmw5thQYUffFRXN6W4UHH4v&#10;2e6r+cl2134cmq27p4fNWKnRsF/PQQTqw7/4z73XCtK4Pn6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dGQHBAAAA2w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AaMMA&#10;AADbAAAADwAAAGRycy9kb3ducmV2LnhtbESPQWvCQBSE7wX/w/IEb3WjaJHUVURRpAfBKPT6yL5m&#10;U7NvQ3aNsb/eFQoeh5n5hpkvO1uJlhpfOlYwGiYgiHOnSy4UnE/b9xkIH5A1Vo5JwZ08LBe9tzmm&#10;2t34SG0WChEh7FNUYEKoUyl9bsiiH7qaOHo/rrEYomwKqRu8Rbit5DhJPqTFkuOCwZrWhvJLdrUK&#10;dmtTTb6PZ/7b7A5cf23a32nWKjXod6tPEIG68Ar/t/dawXg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1AaMMAAADb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/4cMA&#10;AADbAAAADwAAAGRycy9kb3ducmV2LnhtbESPQWuDQBSE74H8h+UFegnNGiFtsa4iASGHXmIS6PHV&#10;fVWp+1bcNdp/3y0Uehxm5hsmzRfTizuNrrOsYL+LQBDXVnfcKLheyscXEM4ja+wtk4JvcpBn61WK&#10;ibYzn+le+UYECLsEFbTeD4mUrm7JoNvZgTh4n3Y06IMcG6lHnAPc9DKOoidpsOOw0OJAx5bqr2oy&#10;Ct54QHPE6X1bTs+3Q/RxKy5YKvWwWYpXEJ4W/x/+a5+0gjiG3y/hB8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3/4c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QXMUA&#10;AADbAAAADwAAAGRycy9kb3ducmV2LnhtbESPUUvDQBCE3wv9D8cKvoi92BaR2EuwolgRwbTF5yW3&#10;JqG5vZBb27S/3isIfRxm5htmkQ+uVXvqQ+PZwN0kAUVcettwZWC7eb19ABUE2WLrmQwcKUCejUcL&#10;TK0/cEH7tVQqQjikaKAW6VKtQ1mTwzDxHXH0fnzvUKLsK217PES4a/U0Se61w4bjQo0dPddU7ta/&#10;zsDL8VS8f51uvj8SeSs+abnUMh+Mub4anh5BCQ1yCf+3V9bAdAbnL/EH6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lBc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4XMMA&#10;AADbAAAADwAAAGRycy9kb3ducmV2LnhtbESPT2vCQBTE74LfYXkFb7pp8E9JXUWEUvFQUFPo8ZF9&#10;zcZm38bsqvHbuwXB4zDzm2Hmy87W4kKtrxwreB0lIIgLpysuFeSHj+EbCB+QNdaOScGNPCwX/d4c&#10;M+2uvKPLPpQilrDPUIEJocmk9IUhi37kGuLo/brWYoiyLaVu8RrLbS3TJJlKixXHBYMNrQ0Vf/uz&#10;VZCSPOZ28jmbJtR9/8j0dPwyW6UGL93qHUSgLjzDD3qjIzeG/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w4XM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gjcQA&#10;AADbAAAADwAAAGRycy9kb3ducmV2LnhtbESPQWuDQBSE74X8h+UFegl1jdBSrGtIQgI9NqaX3l7d&#10;V5W6b8XdqPXXdwOBHIeZ+YbJNpNpxUC9aywrWEcxCOLS6oYrBZ/n49MrCOeRNbaWScEfOdjki4cM&#10;U21HPtFQ+EoECLsUFdTed6mUrqzJoItsRxy8H9sb9EH2ldQ9jgFuWpnE8Ys02HBYqLGjfU3lb3Ex&#10;Ci4rV+y/9cfqaxpKfZh349jMW6Uel9P2DYSnyd/Dt/a7VpA8w/VL+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q4I3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ED51E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ED51EE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781FBE" w:rsidP="004D37E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351069643"/>
              <w:text/>
            </w:sdtPr>
            <w:sdtEndPr/>
            <w:sdtContent>
              <w:r w:rsidR="00ED51EE" w:rsidRPr="009148AB">
                <w:rPr>
                  <w:color w:val="000000" w:themeColor="text1"/>
                  <w:sz w:val="12"/>
                  <w:szCs w:val="12"/>
                </w:rPr>
                <w:t>Seznam příloh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781FBE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12316534"/>
              <w:text/>
            </w:sdtPr>
            <w:sdtEndPr/>
            <w:sdtContent>
              <w:r w:rsidR="00EA08C9">
                <w:rPr>
                  <w:color w:val="000000" w:themeColor="text1"/>
                  <w:sz w:val="12"/>
                  <w:szCs w:val="12"/>
                </w:rPr>
                <w:t>RDS</w:t>
              </w:r>
            </w:sdtContent>
          </w:sdt>
        </w:p>
      </w:tc>
    </w:tr>
  </w:tbl>
  <w:p w:rsidR="00ED51EE" w:rsidRPr="00AE3921" w:rsidRDefault="00ED51EE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1EE" w:rsidRPr="00AE3921" w:rsidRDefault="00ED51EE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6614E0">
      <w:rPr>
        <w:noProof/>
        <w:color w:val="000000" w:themeColor="text1"/>
      </w:rPr>
      <mc:AlternateContent>
        <mc:Choice Requires="wpc">
          <w:drawing>
            <wp:inline distT="0" distB="0" distL="0" distR="0" wp14:anchorId="2823530C" wp14:editId="6E35B9F0">
              <wp:extent cx="683895" cy="199390"/>
              <wp:effectExtent l="0" t="9525" r="1905" b="635"/>
              <wp:docPr id="13" name="Plátno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4F9DB90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o3c78A&#10;AADaAAAADwAAAGRycy9kb3ducmV2LnhtbERPS4vCMBC+C/sfwix4s6kiItUoRVjwtMv6AI9DM7bV&#10;ZtJNYu3+eyMInoaP7znLdW8a0ZHztWUF4yQFQVxYXXOp4LD/Gs1B+ICssbFMCv7Jw3r1MVhipu2d&#10;f6nbhVLEEPYZKqhCaDMpfVGRQZ/YljhyZ+sMhghdKbXDeww3jZyk6UwarDk2VNjSpqLiursZBd38&#10;b3qlvPb57GefhqMzp8v3RKnhZ58vQATqw1v8cm91nA/PV55X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CjdzvwAAANoAAAAPAAAAAAAAAAAAAAAAAJgCAABkcnMvZG93bnJl&#10;di54bWxQSwUGAAAAAAQABAD1AAAAhA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NsTMEA&#10;AADaAAAADwAAAGRycy9kb3ducmV2LnhtbESPQYvCMBSE7wv+h/AEb2uqoEjXKKIsLIgHdS/eHs2z&#10;jTYvpYlt9dcbQfA4zMw3zHzZ2VI0VHvjWMFomIAgzpw2nCv4P/5+z0D4gKyxdEwK7uRhueh9zTHV&#10;ruU9NYeQiwhhn6KCIoQqldJnBVn0Q1cRR+/saoshyjqXusY2wm0px0kylRYNx4UCK1oXlF0PN6vA&#10;tMfb5PTAy9qcdq7ZNrtNnmilBv1u9QMiUBc+4Xf7TysYw+tKv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DbEzBAAAA2g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QS8IA&#10;AADaAAAADwAAAGRycy9kb3ducmV2LnhtbESP0YrCMBRE3wX/IVzBN01dQaRrlFVc1Bdlqx9wt7nb&#10;Fpub2sS2/r0RhH0cZuYMs1h1phQN1a6wrGAyjkAQp1YXnCm4nL9HcxDOI2ssLZOCBzlYLfu9Bcba&#10;tvxDTeIzESDsYlSQe1/FUro0J4NubCvi4P3Z2qAPss6krrENcFPKjyiaSYMFh4UcK9rklF6Tu1Gw&#10;y6739bFJykP0a7e3td892tNUqeGg+/oE4anz/+F3e68VTOF1Jd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hBLwgAAANo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QesQA&#10;AADaAAAADwAAAGRycy9kb3ducmV2LnhtbESPT2vCQBTE74V+h+UJ3urGP7QlukoRhZ4EY6D09sg+&#10;s9Hs25BdNemndwWhx2FmfsMsVp2txZVaXzlWMB4lIIgLpysuFeSH7dsnCB+QNdaOSUFPHlbL15cF&#10;ptrdeE/XLJQiQtinqMCE0KRS+sKQRT9yDXH0jq61GKJsS6lbvEW4reUkSd6lxYrjgsGG1oaKc3ax&#10;CrZVXm/66e50+r2Q+XGb7Pjx1ys1HHRfcxCBuvAffra/tYIZPK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UHr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wAcQA&#10;AADaAAAADwAAAGRycy9kb3ducmV2LnhtbESPQWsCMRSE74L/ITyhN81aWpGtUUSp1EuhKvT63Lxu&#10;tm5eliTubv31TaHgcZiZb5jFqre1aMmHyrGC6SQDQVw4XXGp4HR8Hc9BhIissXZMCn4owGo5HCww&#10;167jD2oPsRQJwiFHBSbGJpcyFIYsholriJP35bzFmKQvpfbYJbit5WOWzaTFitOCwYY2horL4WoV&#10;fHb9u9/rdnvb7b9nm6M9P93MWamHUb9+ARGpj/fwf/tNK3iGv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RcAH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tqcQA&#10;AADaAAAADwAAAGRycy9kb3ducmV2LnhtbESPQWvCQBSE74L/YXkFb2ZTCyKpmyCiWOmpaaF4e2Rf&#10;kzTZtzG7Jum/7xYKHoeZ+YbZZpNpxUC9qy0reIxiEMSF1TWXCj7ej8sNCOeRNbaWScEPOcjS+WyL&#10;ibYjv9GQ+1IECLsEFVTed4mUrqjIoItsRxy8L9sb9EH2pdQ9jgFuWrmK47U0WHNYqLCjfUVFk9+M&#10;gtP31fjPS/kkT5dz2+RjMxxeY6UWD9PuGYSnyd/D/+0XrWANf1fC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banEAAAA2g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JjacMA&#10;AADaAAAADwAAAGRycy9kb3ducmV2LnhtbESPQWvCQBSE74X+h+UVehHdqJBK6ioqKCIoVMXzI/ua&#10;hGTfht1V03/vCkKPw8x8w0znnWnEjZyvLCsYDhIQxLnVFRcKzqd1fwLCB2SNjWVS8Ece5rP3tylm&#10;2t75h27HUIgIYZ+hgjKENpPS5yUZ9APbEkfv1zqDIUpXSO3wHuGmkaMkSaXBiuNCiS2tSsrr49Uo&#10;2B/O6WZc79LNpeuFeu2uo/2yp9TnR7f4BhGoC//hV3urFXzB80q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JjacMAAADa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bhb8A&#10;AADaAAAADwAAAGRycy9kb3ducmV2LnhtbERPTYvCMBC9C/6HMII3TRVXpGsUUZTFg2AV9jo0s03X&#10;ZlKaWLv++s1B8Ph438t1ZyvRUuNLxwom4wQEce50yYWC62U/WoDwAVlj5ZgU/JGH9arfW2Kq3YPP&#10;1GahEDGEfYoKTAh1KqXPDVn0Y1cTR+7HNRZDhE0hdYOPGG4rOU2SubRYcmwwWNPWUH7L7lbBYWuq&#10;2ff5ys/d4cT1cdf+fmStUsNBt/kEEagLb/HL/aUVxK3xSrw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hluFvwAAANoAAAAPAAAAAAAAAAAAAAAAAJgCAABkcnMvZG93bnJl&#10;di54bWxQSwUGAAAAAAQABAD1AAAAhA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n68MA&#10;AADaAAAADwAAAGRycy9kb3ducmV2LnhtbESPS2vDMBCE74H8B7GFXEItJ9CmcS2bEDD00EvzgBw3&#10;1tY2tVbGkh/991Wh0OMwM98waT6bVozUu8aygk0UgyAurW64UnA5F48vIJxH1thaJgXf5CDPlosU&#10;E20n/qDx5CsRIOwSVFB73yVSurImgy6yHXHwPm1v0AfZV1L3OAW4aeU2jp+lwYbDQo0dHWsqv06D&#10;UfDOHZojDrd1MeyuT/H9ejhjodTqYT68gvA0+//wX/tNK9jD75V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ln68MAAADa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ElsUA&#10;AADbAAAADwAAAGRycy9kb3ducmV2LnhtbESPQUvDQBCF7wX/wzKCF7GbSikSuy22KFZKwVTxPGTH&#10;JJidDdmxTfvrnYPQ2wzvzXvfzJdDaM2B+tREdjAZZ2CIy+gbrhx8frzcPYBJguyxjUwOTpRgubga&#10;zTH38cgFHfZSGQ3hlKODWqTLrU1lTQHTOHbEqn3HPqDo2lfW93jU8NDa+yyb2YANa0ONHa1rKn/2&#10;v8HB8+lcvL2fb7+2mbwWO1qtrEwH526uh6dHMEKDXMz/1xuv+Eqvv+gAd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ASW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RecAA&#10;AADbAAAADwAAAGRycy9kb3ducmV2LnhtbERPS4vCMBC+L/gfwgje1tSCrlSjiLAoHoT1AR6HZmyq&#10;zaTbRK3/fiMIe5uP7znTeWsrcafGl44VDPoJCOLc6ZILBYf99+cYhA/IGivHpOBJHuazzscUM+0e&#10;/EP3XShEDGGfoQITQp1J6XNDFn3f1cSRO7vGYoiwKaRu8BHDbSXTJBlJiyXHBoM1LQ3l193NKkhJ&#10;Xg52uPoaJdQeTzL9vWzNRqlet11MQARqw7/47V7rOH8Ar1/i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dRec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+yRMIA&#10;AADbAAAADwAAAGRycy9kb3ducmV2LnhtbERPTWuDQBC9B/Iflgn0InVtDiVYV0lDCz2mNpfcpu5U&#10;pe6suBu1/vpsINDbPN7nZMVsOjHS4FrLCp7iBARxZXXLtYLT1/vjDoTzyBo7y6TgjxwU+XqVYart&#10;xJ80lr4WIYRdigoa7/tUSlc1ZNDFticO3I8dDPoAh1rqAacQbjq5TZJnabDl0NBgT4eGqt/yYhRc&#10;IlcevvUxOs9jpd+W12lql71SD5t5/wLC0+z/xXf3hw7zt3D7JRwg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7JE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781FBE" w:rsidP="00EA08C9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92031556"/>
              <w:text/>
            </w:sdtPr>
            <w:sdtEndPr/>
            <w:sdtContent>
              <w:r w:rsidR="00EA08C9">
                <w:rPr>
                  <w:color w:val="000000" w:themeColor="text1"/>
                  <w:sz w:val="12"/>
                  <w:szCs w:val="12"/>
                </w:rPr>
                <w:t xml:space="preserve">Odkanalizování oblastí </w:t>
              </w:r>
              <w:r w:rsidR="00ED51EE">
                <w:rPr>
                  <w:color w:val="000000" w:themeColor="text1"/>
                  <w:sz w:val="12"/>
                  <w:szCs w:val="12"/>
                </w:rPr>
                <w:t xml:space="preserve">povodí Olešné – </w:t>
              </w:r>
              <w:r w:rsidR="0021062D">
                <w:rPr>
                  <w:color w:val="000000" w:themeColor="text1"/>
                  <w:sz w:val="12"/>
                  <w:szCs w:val="12"/>
                </w:rPr>
                <w:t>místních částí Zelinkovice a Lysůvky</w:t>
              </w:r>
            </w:sdtContent>
          </w:sdt>
          <w:r w:rsidR="00ED51EE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823160969"/>
              <w:showingPlcHdr/>
              <w:text/>
            </w:sdtPr>
            <w:sdtEndPr/>
            <w:sdtContent>
              <w:r w:rsidR="00ED51EE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D51EE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130041600"/>
              <w:showingPlcHdr/>
              <w:text/>
            </w:sdtPr>
            <w:sdtEndPr/>
            <w:sdtContent>
              <w:r w:rsidR="00ED51EE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781FBE" w:rsidP="00B5535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30543764"/>
              <w:text/>
            </w:sdtPr>
            <w:sdtEndPr/>
            <w:sdtContent>
              <w:r w:rsidR="00ED51EE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ED51EE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822088918"/>
              <w:text/>
            </w:sdtPr>
            <w:sdtEndPr/>
            <w:sdtContent>
              <w:r w:rsidR="00ED51EE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ED51EE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ED51EE" w:rsidRPr="00AE3921" w:rsidRDefault="00ED51E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ED51EE" w:rsidRPr="00AE3921" w:rsidRDefault="00781FBE" w:rsidP="00EA08C9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68073679"/>
              <w:showingPlcHdr/>
              <w:text/>
            </w:sdtPr>
            <w:sdtEndPr/>
            <w:sdtContent>
              <w:r w:rsidR="00EA08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A08C9">
            <w:rPr>
              <w:color w:val="000000" w:themeColor="text1"/>
              <w:sz w:val="12"/>
              <w:szCs w:val="12"/>
            </w:rPr>
            <w:t>RDS</w:t>
          </w:r>
        </w:p>
      </w:tc>
    </w:tr>
  </w:tbl>
  <w:p w:rsidR="00ED51EE" w:rsidRPr="00AE3921" w:rsidRDefault="00ED51EE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Open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</w:abstractNum>
  <w:abstractNum w:abstractNumId="2" w15:restartNumberingAfterBreak="0">
    <w:nsid w:val="018C0E4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2B474F7"/>
    <w:multiLevelType w:val="hybridMultilevel"/>
    <w:tmpl w:val="E064000A"/>
    <w:lvl w:ilvl="0" w:tplc="745208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1F5"/>
    <w:multiLevelType w:val="hybridMultilevel"/>
    <w:tmpl w:val="9FBEC1EE"/>
    <w:lvl w:ilvl="0" w:tplc="A858BF5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526F6"/>
    <w:multiLevelType w:val="hybridMultilevel"/>
    <w:tmpl w:val="3300FC76"/>
    <w:lvl w:ilvl="0" w:tplc="82DE124C">
      <w:start w:val="1"/>
      <w:numFmt w:val="upperLetter"/>
      <w:lvlText w:val="%1.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21EF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7" w15:restartNumberingAfterBreak="0">
    <w:nsid w:val="1FBE664C"/>
    <w:multiLevelType w:val="hybridMultilevel"/>
    <w:tmpl w:val="61E61CA0"/>
    <w:lvl w:ilvl="0" w:tplc="FAFE6526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1F95"/>
    <w:multiLevelType w:val="hybridMultilevel"/>
    <w:tmpl w:val="418051F2"/>
    <w:lvl w:ilvl="0" w:tplc="E00CE5B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3BC2569"/>
    <w:multiLevelType w:val="multilevel"/>
    <w:tmpl w:val="A7CCC29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4C1EA9"/>
    <w:multiLevelType w:val="hybridMultilevel"/>
    <w:tmpl w:val="CCDCA6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679B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2" w15:restartNumberingAfterBreak="0">
    <w:nsid w:val="367152AC"/>
    <w:multiLevelType w:val="hybridMultilevel"/>
    <w:tmpl w:val="9842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880"/>
    <w:multiLevelType w:val="multilevel"/>
    <w:tmpl w:val="E3106804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4" w15:restartNumberingAfterBreak="0">
    <w:nsid w:val="477E62E4"/>
    <w:multiLevelType w:val="hybridMultilevel"/>
    <w:tmpl w:val="437C3D3C"/>
    <w:lvl w:ilvl="0" w:tplc="A502CA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C456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1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AF526C4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7" w15:restartNumberingAfterBreak="0">
    <w:nsid w:val="5BD36C26"/>
    <w:multiLevelType w:val="hybridMultilevel"/>
    <w:tmpl w:val="27403560"/>
    <w:lvl w:ilvl="0" w:tplc="9A621D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</w:rPr>
    </w:lvl>
    <w:lvl w:ilvl="1" w:tplc="7EC01EBA">
      <w:start w:val="3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BD4FD8"/>
    <w:multiLevelType w:val="hybridMultilevel"/>
    <w:tmpl w:val="178EEF82"/>
    <w:lvl w:ilvl="0" w:tplc="0E8C769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724CD5"/>
    <w:multiLevelType w:val="hybridMultilevel"/>
    <w:tmpl w:val="B9C06C80"/>
    <w:lvl w:ilvl="0" w:tplc="6FCEB77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9"/>
  </w:num>
  <w:num w:numId="7">
    <w:abstractNumId w:val="16"/>
  </w:num>
  <w:num w:numId="8">
    <w:abstractNumId w:val="11"/>
  </w:num>
  <w:num w:numId="9">
    <w:abstractNumId w:val="4"/>
  </w:num>
  <w:num w:numId="10">
    <w:abstractNumId w:val="17"/>
  </w:num>
  <w:num w:numId="11">
    <w:abstractNumId w:val="3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18"/>
  </w:num>
  <w:num w:numId="17">
    <w:abstractNumId w:val="5"/>
  </w:num>
  <w:num w:numId="18">
    <w:abstractNumId w:val="0"/>
  </w:num>
  <w:num w:numId="19">
    <w:abstractNumId w:val="1"/>
  </w:num>
  <w:num w:numId="20">
    <w:abstractNumId w:val="8"/>
  </w:num>
  <w:num w:numId="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2CBB"/>
    <w:rsid w:val="00003015"/>
    <w:rsid w:val="000053FD"/>
    <w:rsid w:val="0000574C"/>
    <w:rsid w:val="000062F5"/>
    <w:rsid w:val="00006DA2"/>
    <w:rsid w:val="000172ED"/>
    <w:rsid w:val="00017699"/>
    <w:rsid w:val="00017E8B"/>
    <w:rsid w:val="0002044B"/>
    <w:rsid w:val="000207EB"/>
    <w:rsid w:val="00030C27"/>
    <w:rsid w:val="00032712"/>
    <w:rsid w:val="00033F1B"/>
    <w:rsid w:val="00035DB9"/>
    <w:rsid w:val="00037EF4"/>
    <w:rsid w:val="00043CEE"/>
    <w:rsid w:val="000558D9"/>
    <w:rsid w:val="0006460E"/>
    <w:rsid w:val="00072B7C"/>
    <w:rsid w:val="00077945"/>
    <w:rsid w:val="00080905"/>
    <w:rsid w:val="00080C04"/>
    <w:rsid w:val="00083A5C"/>
    <w:rsid w:val="00083CDD"/>
    <w:rsid w:val="00087A0F"/>
    <w:rsid w:val="00092CA1"/>
    <w:rsid w:val="00097346"/>
    <w:rsid w:val="000A3C59"/>
    <w:rsid w:val="000A49F4"/>
    <w:rsid w:val="000B1B54"/>
    <w:rsid w:val="000B1C39"/>
    <w:rsid w:val="000B3EBE"/>
    <w:rsid w:val="000B469B"/>
    <w:rsid w:val="000B5E40"/>
    <w:rsid w:val="000B7F37"/>
    <w:rsid w:val="000C15F6"/>
    <w:rsid w:val="000C314C"/>
    <w:rsid w:val="000C6A0F"/>
    <w:rsid w:val="000C7D30"/>
    <w:rsid w:val="000D6715"/>
    <w:rsid w:val="000E6247"/>
    <w:rsid w:val="000F3E1D"/>
    <w:rsid w:val="000F414C"/>
    <w:rsid w:val="000F5CCA"/>
    <w:rsid w:val="000F6FC0"/>
    <w:rsid w:val="000F75BA"/>
    <w:rsid w:val="000F7DA3"/>
    <w:rsid w:val="00100665"/>
    <w:rsid w:val="00100BEC"/>
    <w:rsid w:val="00102C76"/>
    <w:rsid w:val="001048C3"/>
    <w:rsid w:val="00105FEA"/>
    <w:rsid w:val="0010737E"/>
    <w:rsid w:val="00113C96"/>
    <w:rsid w:val="001164D2"/>
    <w:rsid w:val="00116803"/>
    <w:rsid w:val="00117D9B"/>
    <w:rsid w:val="00120D4A"/>
    <w:rsid w:val="001234BA"/>
    <w:rsid w:val="00125FE1"/>
    <w:rsid w:val="00126C6F"/>
    <w:rsid w:val="0013143A"/>
    <w:rsid w:val="001353CA"/>
    <w:rsid w:val="001360C4"/>
    <w:rsid w:val="00137D5F"/>
    <w:rsid w:val="00141863"/>
    <w:rsid w:val="00141F34"/>
    <w:rsid w:val="00142F17"/>
    <w:rsid w:val="00143261"/>
    <w:rsid w:val="00143C88"/>
    <w:rsid w:val="0014734C"/>
    <w:rsid w:val="00150676"/>
    <w:rsid w:val="001514CA"/>
    <w:rsid w:val="001529A6"/>
    <w:rsid w:val="00153F91"/>
    <w:rsid w:val="00154224"/>
    <w:rsid w:val="001630A6"/>
    <w:rsid w:val="00163321"/>
    <w:rsid w:val="00170241"/>
    <w:rsid w:val="001746F2"/>
    <w:rsid w:val="00174A45"/>
    <w:rsid w:val="0017502D"/>
    <w:rsid w:val="00175DAD"/>
    <w:rsid w:val="001816E1"/>
    <w:rsid w:val="0018623B"/>
    <w:rsid w:val="001964FD"/>
    <w:rsid w:val="001A10EE"/>
    <w:rsid w:val="001A21F0"/>
    <w:rsid w:val="001A3E2F"/>
    <w:rsid w:val="001A4EF6"/>
    <w:rsid w:val="001B0384"/>
    <w:rsid w:val="001B4084"/>
    <w:rsid w:val="001B5626"/>
    <w:rsid w:val="001B640D"/>
    <w:rsid w:val="001B6D28"/>
    <w:rsid w:val="001C3574"/>
    <w:rsid w:val="001C4D2E"/>
    <w:rsid w:val="001D557C"/>
    <w:rsid w:val="001D665A"/>
    <w:rsid w:val="001E13F7"/>
    <w:rsid w:val="001E295C"/>
    <w:rsid w:val="001E5F0B"/>
    <w:rsid w:val="001F1999"/>
    <w:rsid w:val="001F2FB5"/>
    <w:rsid w:val="001F3E7C"/>
    <w:rsid w:val="001F4056"/>
    <w:rsid w:val="001F529C"/>
    <w:rsid w:val="001F6E94"/>
    <w:rsid w:val="00200EB0"/>
    <w:rsid w:val="00203990"/>
    <w:rsid w:val="002056D0"/>
    <w:rsid w:val="00207A11"/>
    <w:rsid w:val="00207FF2"/>
    <w:rsid w:val="0021062D"/>
    <w:rsid w:val="00212ECD"/>
    <w:rsid w:val="00214875"/>
    <w:rsid w:val="00214F8C"/>
    <w:rsid w:val="0021565A"/>
    <w:rsid w:val="002156E2"/>
    <w:rsid w:val="002166B7"/>
    <w:rsid w:val="002178CB"/>
    <w:rsid w:val="00220D77"/>
    <w:rsid w:val="002243E1"/>
    <w:rsid w:val="00224400"/>
    <w:rsid w:val="00226929"/>
    <w:rsid w:val="00226DEC"/>
    <w:rsid w:val="002350FC"/>
    <w:rsid w:val="00243A96"/>
    <w:rsid w:val="0024446B"/>
    <w:rsid w:val="002478AA"/>
    <w:rsid w:val="002512A5"/>
    <w:rsid w:val="00253D05"/>
    <w:rsid w:val="00254BFF"/>
    <w:rsid w:val="00254DE7"/>
    <w:rsid w:val="00254E7A"/>
    <w:rsid w:val="00255798"/>
    <w:rsid w:val="00256CEA"/>
    <w:rsid w:val="00260272"/>
    <w:rsid w:val="00261B2D"/>
    <w:rsid w:val="00263459"/>
    <w:rsid w:val="00263F46"/>
    <w:rsid w:val="0026678E"/>
    <w:rsid w:val="00267541"/>
    <w:rsid w:val="00267661"/>
    <w:rsid w:val="00270186"/>
    <w:rsid w:val="00271646"/>
    <w:rsid w:val="00271F8F"/>
    <w:rsid w:val="002725F4"/>
    <w:rsid w:val="002727BF"/>
    <w:rsid w:val="0027692B"/>
    <w:rsid w:val="00285490"/>
    <w:rsid w:val="00285F45"/>
    <w:rsid w:val="00287E56"/>
    <w:rsid w:val="002941B3"/>
    <w:rsid w:val="00295A8B"/>
    <w:rsid w:val="002970DA"/>
    <w:rsid w:val="0029718F"/>
    <w:rsid w:val="002A130B"/>
    <w:rsid w:val="002A4DC6"/>
    <w:rsid w:val="002A52DF"/>
    <w:rsid w:val="002A7915"/>
    <w:rsid w:val="002B0877"/>
    <w:rsid w:val="002B126C"/>
    <w:rsid w:val="002B2EF6"/>
    <w:rsid w:val="002B39F6"/>
    <w:rsid w:val="002B4B0A"/>
    <w:rsid w:val="002C10CC"/>
    <w:rsid w:val="002C1370"/>
    <w:rsid w:val="002C1E82"/>
    <w:rsid w:val="002C25ED"/>
    <w:rsid w:val="002C7260"/>
    <w:rsid w:val="002D3676"/>
    <w:rsid w:val="002D5667"/>
    <w:rsid w:val="002D7E4C"/>
    <w:rsid w:val="002E58D1"/>
    <w:rsid w:val="002F145B"/>
    <w:rsid w:val="002F59AF"/>
    <w:rsid w:val="00301DF3"/>
    <w:rsid w:val="003022B3"/>
    <w:rsid w:val="00302BC8"/>
    <w:rsid w:val="00304B67"/>
    <w:rsid w:val="00305440"/>
    <w:rsid w:val="003056DE"/>
    <w:rsid w:val="003109D2"/>
    <w:rsid w:val="00311110"/>
    <w:rsid w:val="00313DE4"/>
    <w:rsid w:val="003302A4"/>
    <w:rsid w:val="00337C96"/>
    <w:rsid w:val="00340F3B"/>
    <w:rsid w:val="00342C24"/>
    <w:rsid w:val="00344B0E"/>
    <w:rsid w:val="00345DCB"/>
    <w:rsid w:val="00347A6A"/>
    <w:rsid w:val="00354236"/>
    <w:rsid w:val="00356A53"/>
    <w:rsid w:val="00357D95"/>
    <w:rsid w:val="00360D18"/>
    <w:rsid w:val="00361121"/>
    <w:rsid w:val="0037186F"/>
    <w:rsid w:val="00371B8E"/>
    <w:rsid w:val="00372D67"/>
    <w:rsid w:val="003840E1"/>
    <w:rsid w:val="00385F3E"/>
    <w:rsid w:val="00387570"/>
    <w:rsid w:val="0038764F"/>
    <w:rsid w:val="0039162B"/>
    <w:rsid w:val="00391957"/>
    <w:rsid w:val="0039201A"/>
    <w:rsid w:val="003934CC"/>
    <w:rsid w:val="003966AA"/>
    <w:rsid w:val="00397FAF"/>
    <w:rsid w:val="003A2229"/>
    <w:rsid w:val="003A56E8"/>
    <w:rsid w:val="003A63D9"/>
    <w:rsid w:val="003B0BB3"/>
    <w:rsid w:val="003B112F"/>
    <w:rsid w:val="003B1B2D"/>
    <w:rsid w:val="003B2A0A"/>
    <w:rsid w:val="003B378D"/>
    <w:rsid w:val="003B3C02"/>
    <w:rsid w:val="003B5381"/>
    <w:rsid w:val="003B5B1D"/>
    <w:rsid w:val="003B5C06"/>
    <w:rsid w:val="003B6D19"/>
    <w:rsid w:val="003C1C31"/>
    <w:rsid w:val="003C342E"/>
    <w:rsid w:val="003C40DA"/>
    <w:rsid w:val="003C69BE"/>
    <w:rsid w:val="003D22AA"/>
    <w:rsid w:val="003D404F"/>
    <w:rsid w:val="003E68F0"/>
    <w:rsid w:val="003F3D27"/>
    <w:rsid w:val="003F714B"/>
    <w:rsid w:val="00400346"/>
    <w:rsid w:val="00401C39"/>
    <w:rsid w:val="00403619"/>
    <w:rsid w:val="00403EFE"/>
    <w:rsid w:val="00404884"/>
    <w:rsid w:val="00405D06"/>
    <w:rsid w:val="0041251B"/>
    <w:rsid w:val="00415ED2"/>
    <w:rsid w:val="004175FB"/>
    <w:rsid w:val="00425E6E"/>
    <w:rsid w:val="0042613E"/>
    <w:rsid w:val="0043102F"/>
    <w:rsid w:val="004311DB"/>
    <w:rsid w:val="00431D42"/>
    <w:rsid w:val="00432C3E"/>
    <w:rsid w:val="004339F9"/>
    <w:rsid w:val="00437E07"/>
    <w:rsid w:val="00440B9B"/>
    <w:rsid w:val="0044351B"/>
    <w:rsid w:val="004471AA"/>
    <w:rsid w:val="00447D4D"/>
    <w:rsid w:val="00447F59"/>
    <w:rsid w:val="0045097C"/>
    <w:rsid w:val="00451CEA"/>
    <w:rsid w:val="00461C45"/>
    <w:rsid w:val="0046392A"/>
    <w:rsid w:val="00464089"/>
    <w:rsid w:val="004656C2"/>
    <w:rsid w:val="00470AE6"/>
    <w:rsid w:val="004728E2"/>
    <w:rsid w:val="00472D5D"/>
    <w:rsid w:val="00472D6A"/>
    <w:rsid w:val="00472DFF"/>
    <w:rsid w:val="0047496D"/>
    <w:rsid w:val="0047581E"/>
    <w:rsid w:val="00475D16"/>
    <w:rsid w:val="00477E8A"/>
    <w:rsid w:val="00482A6F"/>
    <w:rsid w:val="0048457A"/>
    <w:rsid w:val="004972A5"/>
    <w:rsid w:val="004A0419"/>
    <w:rsid w:val="004A1C9F"/>
    <w:rsid w:val="004A423D"/>
    <w:rsid w:val="004A43C0"/>
    <w:rsid w:val="004A4B99"/>
    <w:rsid w:val="004A6123"/>
    <w:rsid w:val="004B14BD"/>
    <w:rsid w:val="004B2FCB"/>
    <w:rsid w:val="004B3216"/>
    <w:rsid w:val="004B3F22"/>
    <w:rsid w:val="004B51F4"/>
    <w:rsid w:val="004B61E0"/>
    <w:rsid w:val="004B7605"/>
    <w:rsid w:val="004B7D79"/>
    <w:rsid w:val="004C1301"/>
    <w:rsid w:val="004C3CA6"/>
    <w:rsid w:val="004C4EFA"/>
    <w:rsid w:val="004D0495"/>
    <w:rsid w:val="004D2987"/>
    <w:rsid w:val="004D37E7"/>
    <w:rsid w:val="004E002E"/>
    <w:rsid w:val="004F71B0"/>
    <w:rsid w:val="00500C31"/>
    <w:rsid w:val="005016CA"/>
    <w:rsid w:val="00502934"/>
    <w:rsid w:val="0050796F"/>
    <w:rsid w:val="00512FF2"/>
    <w:rsid w:val="00514EAF"/>
    <w:rsid w:val="00515795"/>
    <w:rsid w:val="00517E24"/>
    <w:rsid w:val="00521BF4"/>
    <w:rsid w:val="00522B79"/>
    <w:rsid w:val="005240E4"/>
    <w:rsid w:val="0052456F"/>
    <w:rsid w:val="005275A9"/>
    <w:rsid w:val="005279A5"/>
    <w:rsid w:val="00532019"/>
    <w:rsid w:val="0053245D"/>
    <w:rsid w:val="00532923"/>
    <w:rsid w:val="00533B32"/>
    <w:rsid w:val="00533D8C"/>
    <w:rsid w:val="005342F9"/>
    <w:rsid w:val="00537349"/>
    <w:rsid w:val="005404AA"/>
    <w:rsid w:val="00540576"/>
    <w:rsid w:val="00543D66"/>
    <w:rsid w:val="00550C7E"/>
    <w:rsid w:val="005513D9"/>
    <w:rsid w:val="0055403A"/>
    <w:rsid w:val="005550F0"/>
    <w:rsid w:val="00555C85"/>
    <w:rsid w:val="00560EE0"/>
    <w:rsid w:val="00561BAF"/>
    <w:rsid w:val="005648CF"/>
    <w:rsid w:val="00565268"/>
    <w:rsid w:val="00566981"/>
    <w:rsid w:val="00572868"/>
    <w:rsid w:val="0057432B"/>
    <w:rsid w:val="005752EA"/>
    <w:rsid w:val="0058005B"/>
    <w:rsid w:val="0058044C"/>
    <w:rsid w:val="00583344"/>
    <w:rsid w:val="005875AB"/>
    <w:rsid w:val="005906F5"/>
    <w:rsid w:val="00596DE0"/>
    <w:rsid w:val="005A3002"/>
    <w:rsid w:val="005A6BC0"/>
    <w:rsid w:val="005B3E9D"/>
    <w:rsid w:val="005B5EB4"/>
    <w:rsid w:val="005C2198"/>
    <w:rsid w:val="005C4991"/>
    <w:rsid w:val="005C4E4A"/>
    <w:rsid w:val="005C50B5"/>
    <w:rsid w:val="005C7268"/>
    <w:rsid w:val="005D5241"/>
    <w:rsid w:val="005D62CE"/>
    <w:rsid w:val="005D7A92"/>
    <w:rsid w:val="005E1A93"/>
    <w:rsid w:val="005E1DE1"/>
    <w:rsid w:val="005E38BE"/>
    <w:rsid w:val="005E584A"/>
    <w:rsid w:val="005E7073"/>
    <w:rsid w:val="005E7A92"/>
    <w:rsid w:val="005F6EBC"/>
    <w:rsid w:val="005F7EBB"/>
    <w:rsid w:val="0060754F"/>
    <w:rsid w:val="00620476"/>
    <w:rsid w:val="00621A52"/>
    <w:rsid w:val="00624A27"/>
    <w:rsid w:val="0062614B"/>
    <w:rsid w:val="006274FE"/>
    <w:rsid w:val="006275A7"/>
    <w:rsid w:val="00634306"/>
    <w:rsid w:val="006368ED"/>
    <w:rsid w:val="00637752"/>
    <w:rsid w:val="00640800"/>
    <w:rsid w:val="00640852"/>
    <w:rsid w:val="006419A9"/>
    <w:rsid w:val="00642BBC"/>
    <w:rsid w:val="00646146"/>
    <w:rsid w:val="00646D7F"/>
    <w:rsid w:val="006507C8"/>
    <w:rsid w:val="006512FC"/>
    <w:rsid w:val="00651F5E"/>
    <w:rsid w:val="0065545D"/>
    <w:rsid w:val="00660A91"/>
    <w:rsid w:val="006614E0"/>
    <w:rsid w:val="00662442"/>
    <w:rsid w:val="0066347D"/>
    <w:rsid w:val="00665D2D"/>
    <w:rsid w:val="006744BF"/>
    <w:rsid w:val="00675FAF"/>
    <w:rsid w:val="0068051D"/>
    <w:rsid w:val="006817D2"/>
    <w:rsid w:val="006871C0"/>
    <w:rsid w:val="00687329"/>
    <w:rsid w:val="006912A5"/>
    <w:rsid w:val="006929B3"/>
    <w:rsid w:val="00693245"/>
    <w:rsid w:val="006A10AC"/>
    <w:rsid w:val="006A41A3"/>
    <w:rsid w:val="006A44F1"/>
    <w:rsid w:val="006B05F3"/>
    <w:rsid w:val="006B0C28"/>
    <w:rsid w:val="006B3223"/>
    <w:rsid w:val="006B3EED"/>
    <w:rsid w:val="006B6C2B"/>
    <w:rsid w:val="006C1A94"/>
    <w:rsid w:val="006C1E87"/>
    <w:rsid w:val="006C3044"/>
    <w:rsid w:val="006C7FD5"/>
    <w:rsid w:val="006D1E90"/>
    <w:rsid w:val="006D3A70"/>
    <w:rsid w:val="006D4899"/>
    <w:rsid w:val="006D4B5D"/>
    <w:rsid w:val="006D53F8"/>
    <w:rsid w:val="006D77E2"/>
    <w:rsid w:val="006E59CE"/>
    <w:rsid w:val="006F1ADC"/>
    <w:rsid w:val="00703C67"/>
    <w:rsid w:val="007147EA"/>
    <w:rsid w:val="00716FE8"/>
    <w:rsid w:val="00721573"/>
    <w:rsid w:val="00726201"/>
    <w:rsid w:val="00727CE4"/>
    <w:rsid w:val="0073107B"/>
    <w:rsid w:val="007318D5"/>
    <w:rsid w:val="00731ED7"/>
    <w:rsid w:val="00735764"/>
    <w:rsid w:val="00735B0C"/>
    <w:rsid w:val="0074064C"/>
    <w:rsid w:val="00740A2A"/>
    <w:rsid w:val="00740B58"/>
    <w:rsid w:val="00740FA1"/>
    <w:rsid w:val="007415D0"/>
    <w:rsid w:val="00743CD3"/>
    <w:rsid w:val="00745364"/>
    <w:rsid w:val="00745409"/>
    <w:rsid w:val="007461D2"/>
    <w:rsid w:val="00747BF4"/>
    <w:rsid w:val="007538BF"/>
    <w:rsid w:val="00753A2F"/>
    <w:rsid w:val="00753EF2"/>
    <w:rsid w:val="007610A3"/>
    <w:rsid w:val="00773380"/>
    <w:rsid w:val="00773A8D"/>
    <w:rsid w:val="0077490E"/>
    <w:rsid w:val="00775726"/>
    <w:rsid w:val="00775E68"/>
    <w:rsid w:val="00781FBE"/>
    <w:rsid w:val="007869B8"/>
    <w:rsid w:val="00787058"/>
    <w:rsid w:val="00795018"/>
    <w:rsid w:val="007A253E"/>
    <w:rsid w:val="007B3B02"/>
    <w:rsid w:val="007B68CB"/>
    <w:rsid w:val="007C3CD9"/>
    <w:rsid w:val="007C488A"/>
    <w:rsid w:val="007D1D1E"/>
    <w:rsid w:val="007D1D84"/>
    <w:rsid w:val="007D6B96"/>
    <w:rsid w:val="007D7142"/>
    <w:rsid w:val="007E04F8"/>
    <w:rsid w:val="007E0A0D"/>
    <w:rsid w:val="007E19B6"/>
    <w:rsid w:val="007E436F"/>
    <w:rsid w:val="007E461D"/>
    <w:rsid w:val="007E5BAF"/>
    <w:rsid w:val="007F030A"/>
    <w:rsid w:val="007F25D8"/>
    <w:rsid w:val="007F3483"/>
    <w:rsid w:val="007F5159"/>
    <w:rsid w:val="007F6B75"/>
    <w:rsid w:val="008061F7"/>
    <w:rsid w:val="008100E5"/>
    <w:rsid w:val="008127D6"/>
    <w:rsid w:val="00814282"/>
    <w:rsid w:val="0082422C"/>
    <w:rsid w:val="008266CC"/>
    <w:rsid w:val="00827EA9"/>
    <w:rsid w:val="00831C67"/>
    <w:rsid w:val="00834D54"/>
    <w:rsid w:val="00834E34"/>
    <w:rsid w:val="00835D3E"/>
    <w:rsid w:val="008406C0"/>
    <w:rsid w:val="00841247"/>
    <w:rsid w:val="00845113"/>
    <w:rsid w:val="00846976"/>
    <w:rsid w:val="00847DBF"/>
    <w:rsid w:val="008512C0"/>
    <w:rsid w:val="0085383F"/>
    <w:rsid w:val="00856F6B"/>
    <w:rsid w:val="00857EE7"/>
    <w:rsid w:val="00860B94"/>
    <w:rsid w:val="00864E69"/>
    <w:rsid w:val="008666FE"/>
    <w:rsid w:val="0086784D"/>
    <w:rsid w:val="008706C7"/>
    <w:rsid w:val="008713D4"/>
    <w:rsid w:val="0087183E"/>
    <w:rsid w:val="00873F39"/>
    <w:rsid w:val="00875478"/>
    <w:rsid w:val="00881618"/>
    <w:rsid w:val="008841A7"/>
    <w:rsid w:val="00884D5F"/>
    <w:rsid w:val="0088743C"/>
    <w:rsid w:val="00887A45"/>
    <w:rsid w:val="008928BA"/>
    <w:rsid w:val="00892DFF"/>
    <w:rsid w:val="008961C5"/>
    <w:rsid w:val="008A0D4C"/>
    <w:rsid w:val="008A3DFB"/>
    <w:rsid w:val="008A4C22"/>
    <w:rsid w:val="008A7022"/>
    <w:rsid w:val="008A7164"/>
    <w:rsid w:val="008A758D"/>
    <w:rsid w:val="008A76CB"/>
    <w:rsid w:val="008A76FD"/>
    <w:rsid w:val="008B1388"/>
    <w:rsid w:val="008C0F3A"/>
    <w:rsid w:val="008C2C16"/>
    <w:rsid w:val="008C2FCF"/>
    <w:rsid w:val="008C70F9"/>
    <w:rsid w:val="008D0267"/>
    <w:rsid w:val="008D2CE5"/>
    <w:rsid w:val="008D4D4E"/>
    <w:rsid w:val="008D6219"/>
    <w:rsid w:val="008D62C0"/>
    <w:rsid w:val="008E52FE"/>
    <w:rsid w:val="008E6161"/>
    <w:rsid w:val="008E6AAC"/>
    <w:rsid w:val="008F08BE"/>
    <w:rsid w:val="008F1679"/>
    <w:rsid w:val="008F7C47"/>
    <w:rsid w:val="009063B8"/>
    <w:rsid w:val="00911309"/>
    <w:rsid w:val="00912224"/>
    <w:rsid w:val="00912E45"/>
    <w:rsid w:val="00917E1E"/>
    <w:rsid w:val="00920A53"/>
    <w:rsid w:val="00923A80"/>
    <w:rsid w:val="009258BF"/>
    <w:rsid w:val="00927506"/>
    <w:rsid w:val="00931D9B"/>
    <w:rsid w:val="0093354C"/>
    <w:rsid w:val="00933F50"/>
    <w:rsid w:val="0093484D"/>
    <w:rsid w:val="00937FD3"/>
    <w:rsid w:val="009441D2"/>
    <w:rsid w:val="00951388"/>
    <w:rsid w:val="00952B1F"/>
    <w:rsid w:val="00954D2C"/>
    <w:rsid w:val="0095575C"/>
    <w:rsid w:val="00955DB0"/>
    <w:rsid w:val="00957046"/>
    <w:rsid w:val="00957CFD"/>
    <w:rsid w:val="009650A6"/>
    <w:rsid w:val="00965D02"/>
    <w:rsid w:val="00971A92"/>
    <w:rsid w:val="00973300"/>
    <w:rsid w:val="00973AD3"/>
    <w:rsid w:val="00975AB7"/>
    <w:rsid w:val="009805BC"/>
    <w:rsid w:val="00980A25"/>
    <w:rsid w:val="00982E68"/>
    <w:rsid w:val="0098415C"/>
    <w:rsid w:val="009857E8"/>
    <w:rsid w:val="00986B8F"/>
    <w:rsid w:val="00990054"/>
    <w:rsid w:val="00990327"/>
    <w:rsid w:val="00990854"/>
    <w:rsid w:val="00992758"/>
    <w:rsid w:val="0099605E"/>
    <w:rsid w:val="00996070"/>
    <w:rsid w:val="0099666A"/>
    <w:rsid w:val="009A30BE"/>
    <w:rsid w:val="009B002F"/>
    <w:rsid w:val="009B1488"/>
    <w:rsid w:val="009B16D6"/>
    <w:rsid w:val="009B4377"/>
    <w:rsid w:val="009B5966"/>
    <w:rsid w:val="009B7397"/>
    <w:rsid w:val="009C0705"/>
    <w:rsid w:val="009C613E"/>
    <w:rsid w:val="009C691C"/>
    <w:rsid w:val="009C7B62"/>
    <w:rsid w:val="009D567F"/>
    <w:rsid w:val="009D74E5"/>
    <w:rsid w:val="009E0C0B"/>
    <w:rsid w:val="009F0A7C"/>
    <w:rsid w:val="009F0B10"/>
    <w:rsid w:val="009F421D"/>
    <w:rsid w:val="009F5485"/>
    <w:rsid w:val="009F7F91"/>
    <w:rsid w:val="00A01B88"/>
    <w:rsid w:val="00A025C4"/>
    <w:rsid w:val="00A123C1"/>
    <w:rsid w:val="00A20560"/>
    <w:rsid w:val="00A20A66"/>
    <w:rsid w:val="00A20F00"/>
    <w:rsid w:val="00A22B87"/>
    <w:rsid w:val="00A232E5"/>
    <w:rsid w:val="00A27A83"/>
    <w:rsid w:val="00A30784"/>
    <w:rsid w:val="00A31743"/>
    <w:rsid w:val="00A3599D"/>
    <w:rsid w:val="00A35A69"/>
    <w:rsid w:val="00A37332"/>
    <w:rsid w:val="00A41E02"/>
    <w:rsid w:val="00A420A9"/>
    <w:rsid w:val="00A44251"/>
    <w:rsid w:val="00A45DEE"/>
    <w:rsid w:val="00A47FFB"/>
    <w:rsid w:val="00A50AAA"/>
    <w:rsid w:val="00A53B3E"/>
    <w:rsid w:val="00A547AA"/>
    <w:rsid w:val="00A66758"/>
    <w:rsid w:val="00A715E7"/>
    <w:rsid w:val="00A71ABB"/>
    <w:rsid w:val="00A73AAA"/>
    <w:rsid w:val="00A849DB"/>
    <w:rsid w:val="00A85AF6"/>
    <w:rsid w:val="00A9192B"/>
    <w:rsid w:val="00A9382B"/>
    <w:rsid w:val="00A9411C"/>
    <w:rsid w:val="00A94F5D"/>
    <w:rsid w:val="00A95F69"/>
    <w:rsid w:val="00AA14F6"/>
    <w:rsid w:val="00AA2AD6"/>
    <w:rsid w:val="00AA41CD"/>
    <w:rsid w:val="00AA41FF"/>
    <w:rsid w:val="00AA72BD"/>
    <w:rsid w:val="00AB7158"/>
    <w:rsid w:val="00AB76B9"/>
    <w:rsid w:val="00AC20D5"/>
    <w:rsid w:val="00AD0D38"/>
    <w:rsid w:val="00AD15C5"/>
    <w:rsid w:val="00AD1763"/>
    <w:rsid w:val="00AD3521"/>
    <w:rsid w:val="00AD598D"/>
    <w:rsid w:val="00AD7BF6"/>
    <w:rsid w:val="00AE3921"/>
    <w:rsid w:val="00AF35D0"/>
    <w:rsid w:val="00B00393"/>
    <w:rsid w:val="00B02359"/>
    <w:rsid w:val="00B03295"/>
    <w:rsid w:val="00B038F4"/>
    <w:rsid w:val="00B05189"/>
    <w:rsid w:val="00B05538"/>
    <w:rsid w:val="00B10125"/>
    <w:rsid w:val="00B11911"/>
    <w:rsid w:val="00B11D43"/>
    <w:rsid w:val="00B13869"/>
    <w:rsid w:val="00B15B78"/>
    <w:rsid w:val="00B172E8"/>
    <w:rsid w:val="00B20309"/>
    <w:rsid w:val="00B242E1"/>
    <w:rsid w:val="00B259D6"/>
    <w:rsid w:val="00B25B04"/>
    <w:rsid w:val="00B260F0"/>
    <w:rsid w:val="00B306D7"/>
    <w:rsid w:val="00B31406"/>
    <w:rsid w:val="00B32672"/>
    <w:rsid w:val="00B37093"/>
    <w:rsid w:val="00B40E75"/>
    <w:rsid w:val="00B452B3"/>
    <w:rsid w:val="00B47092"/>
    <w:rsid w:val="00B476CB"/>
    <w:rsid w:val="00B5166A"/>
    <w:rsid w:val="00B55356"/>
    <w:rsid w:val="00B66185"/>
    <w:rsid w:val="00B67EFE"/>
    <w:rsid w:val="00B71D38"/>
    <w:rsid w:val="00B739C6"/>
    <w:rsid w:val="00B73C6E"/>
    <w:rsid w:val="00B76C19"/>
    <w:rsid w:val="00B83B6F"/>
    <w:rsid w:val="00B87948"/>
    <w:rsid w:val="00B91FAA"/>
    <w:rsid w:val="00B928C1"/>
    <w:rsid w:val="00BA3351"/>
    <w:rsid w:val="00BA3443"/>
    <w:rsid w:val="00BA57F2"/>
    <w:rsid w:val="00BA7328"/>
    <w:rsid w:val="00BB11F9"/>
    <w:rsid w:val="00BB4429"/>
    <w:rsid w:val="00BB58A3"/>
    <w:rsid w:val="00BB75BC"/>
    <w:rsid w:val="00BC1C44"/>
    <w:rsid w:val="00BC3881"/>
    <w:rsid w:val="00BC4BDF"/>
    <w:rsid w:val="00BC4C14"/>
    <w:rsid w:val="00BC595B"/>
    <w:rsid w:val="00BC5EF6"/>
    <w:rsid w:val="00BE1715"/>
    <w:rsid w:val="00BE1CC2"/>
    <w:rsid w:val="00BE453B"/>
    <w:rsid w:val="00BE630C"/>
    <w:rsid w:val="00BF0AF6"/>
    <w:rsid w:val="00BF469C"/>
    <w:rsid w:val="00C00B43"/>
    <w:rsid w:val="00C029D1"/>
    <w:rsid w:val="00C06C13"/>
    <w:rsid w:val="00C12F50"/>
    <w:rsid w:val="00C13383"/>
    <w:rsid w:val="00C13C65"/>
    <w:rsid w:val="00C14649"/>
    <w:rsid w:val="00C1782E"/>
    <w:rsid w:val="00C25EE5"/>
    <w:rsid w:val="00C276B3"/>
    <w:rsid w:val="00C277B6"/>
    <w:rsid w:val="00C30C2E"/>
    <w:rsid w:val="00C33679"/>
    <w:rsid w:val="00C36853"/>
    <w:rsid w:val="00C42684"/>
    <w:rsid w:val="00C5113A"/>
    <w:rsid w:val="00C52852"/>
    <w:rsid w:val="00C53818"/>
    <w:rsid w:val="00C5414E"/>
    <w:rsid w:val="00C5487A"/>
    <w:rsid w:val="00C54C5E"/>
    <w:rsid w:val="00C54CD6"/>
    <w:rsid w:val="00C5703F"/>
    <w:rsid w:val="00C60DF2"/>
    <w:rsid w:val="00C6153F"/>
    <w:rsid w:val="00C65A71"/>
    <w:rsid w:val="00C65CAA"/>
    <w:rsid w:val="00C7036B"/>
    <w:rsid w:val="00C73C68"/>
    <w:rsid w:val="00C767F0"/>
    <w:rsid w:val="00C80302"/>
    <w:rsid w:val="00C8761F"/>
    <w:rsid w:val="00C94057"/>
    <w:rsid w:val="00CA021E"/>
    <w:rsid w:val="00CA065E"/>
    <w:rsid w:val="00CA1682"/>
    <w:rsid w:val="00CA337C"/>
    <w:rsid w:val="00CA441B"/>
    <w:rsid w:val="00CA4729"/>
    <w:rsid w:val="00CB42E4"/>
    <w:rsid w:val="00CB573C"/>
    <w:rsid w:val="00CB7204"/>
    <w:rsid w:val="00CC0616"/>
    <w:rsid w:val="00CC0FCF"/>
    <w:rsid w:val="00CC22F9"/>
    <w:rsid w:val="00CC2D6E"/>
    <w:rsid w:val="00CC36C9"/>
    <w:rsid w:val="00CD0899"/>
    <w:rsid w:val="00CD0A42"/>
    <w:rsid w:val="00CD0F39"/>
    <w:rsid w:val="00CD38ED"/>
    <w:rsid w:val="00CD3A75"/>
    <w:rsid w:val="00CD4DDB"/>
    <w:rsid w:val="00CD6987"/>
    <w:rsid w:val="00CE29BF"/>
    <w:rsid w:val="00CE36C5"/>
    <w:rsid w:val="00CE3E9F"/>
    <w:rsid w:val="00CE4694"/>
    <w:rsid w:val="00CE58D9"/>
    <w:rsid w:val="00CE5A92"/>
    <w:rsid w:val="00CE7108"/>
    <w:rsid w:val="00CF0736"/>
    <w:rsid w:val="00CF2D10"/>
    <w:rsid w:val="00CF3A2C"/>
    <w:rsid w:val="00CF660B"/>
    <w:rsid w:val="00CF7DB1"/>
    <w:rsid w:val="00D005BD"/>
    <w:rsid w:val="00D03184"/>
    <w:rsid w:val="00D0450D"/>
    <w:rsid w:val="00D07C35"/>
    <w:rsid w:val="00D12802"/>
    <w:rsid w:val="00D13C63"/>
    <w:rsid w:val="00D146D8"/>
    <w:rsid w:val="00D1678A"/>
    <w:rsid w:val="00D16AB2"/>
    <w:rsid w:val="00D20D18"/>
    <w:rsid w:val="00D245A6"/>
    <w:rsid w:val="00D26D1E"/>
    <w:rsid w:val="00D302DA"/>
    <w:rsid w:val="00D3194E"/>
    <w:rsid w:val="00D40DAA"/>
    <w:rsid w:val="00D540DF"/>
    <w:rsid w:val="00D5431A"/>
    <w:rsid w:val="00D56280"/>
    <w:rsid w:val="00D56FCC"/>
    <w:rsid w:val="00D5723B"/>
    <w:rsid w:val="00D61B52"/>
    <w:rsid w:val="00D634F4"/>
    <w:rsid w:val="00D64083"/>
    <w:rsid w:val="00D6602B"/>
    <w:rsid w:val="00D66395"/>
    <w:rsid w:val="00D7526B"/>
    <w:rsid w:val="00D80FF2"/>
    <w:rsid w:val="00D83980"/>
    <w:rsid w:val="00D84D19"/>
    <w:rsid w:val="00D85F13"/>
    <w:rsid w:val="00D86FDE"/>
    <w:rsid w:val="00D902D6"/>
    <w:rsid w:val="00D9047F"/>
    <w:rsid w:val="00D90761"/>
    <w:rsid w:val="00D944A6"/>
    <w:rsid w:val="00D95B8E"/>
    <w:rsid w:val="00DB245B"/>
    <w:rsid w:val="00DB476D"/>
    <w:rsid w:val="00DB7356"/>
    <w:rsid w:val="00DC0541"/>
    <w:rsid w:val="00DC354D"/>
    <w:rsid w:val="00DC4C67"/>
    <w:rsid w:val="00DC4C7D"/>
    <w:rsid w:val="00DC7C6F"/>
    <w:rsid w:val="00DD03AC"/>
    <w:rsid w:val="00DD18DF"/>
    <w:rsid w:val="00DD3884"/>
    <w:rsid w:val="00DD3907"/>
    <w:rsid w:val="00DD3CDA"/>
    <w:rsid w:val="00DD7D7D"/>
    <w:rsid w:val="00DE398D"/>
    <w:rsid w:val="00DE48C8"/>
    <w:rsid w:val="00DE7199"/>
    <w:rsid w:val="00DF366B"/>
    <w:rsid w:val="00DF4EED"/>
    <w:rsid w:val="00DF5C57"/>
    <w:rsid w:val="00E00192"/>
    <w:rsid w:val="00E01E6E"/>
    <w:rsid w:val="00E04E4F"/>
    <w:rsid w:val="00E06D22"/>
    <w:rsid w:val="00E075E9"/>
    <w:rsid w:val="00E07972"/>
    <w:rsid w:val="00E27037"/>
    <w:rsid w:val="00E2729F"/>
    <w:rsid w:val="00E272AA"/>
    <w:rsid w:val="00E27980"/>
    <w:rsid w:val="00E27D04"/>
    <w:rsid w:val="00E316C7"/>
    <w:rsid w:val="00E364B0"/>
    <w:rsid w:val="00E36BED"/>
    <w:rsid w:val="00E37DB2"/>
    <w:rsid w:val="00E43B5A"/>
    <w:rsid w:val="00E4501B"/>
    <w:rsid w:val="00E4508F"/>
    <w:rsid w:val="00E461E9"/>
    <w:rsid w:val="00E4630C"/>
    <w:rsid w:val="00E51EAD"/>
    <w:rsid w:val="00E52BCD"/>
    <w:rsid w:val="00E53D09"/>
    <w:rsid w:val="00E54EA8"/>
    <w:rsid w:val="00E57285"/>
    <w:rsid w:val="00E61C1F"/>
    <w:rsid w:val="00E62EFF"/>
    <w:rsid w:val="00E7301B"/>
    <w:rsid w:val="00E73EE8"/>
    <w:rsid w:val="00E749E3"/>
    <w:rsid w:val="00E74AEE"/>
    <w:rsid w:val="00E74B52"/>
    <w:rsid w:val="00E74F0A"/>
    <w:rsid w:val="00E75CB3"/>
    <w:rsid w:val="00E76713"/>
    <w:rsid w:val="00E76DA7"/>
    <w:rsid w:val="00E800C4"/>
    <w:rsid w:val="00E90CD5"/>
    <w:rsid w:val="00EA08C9"/>
    <w:rsid w:val="00EA0F6F"/>
    <w:rsid w:val="00EA36C4"/>
    <w:rsid w:val="00EA5D40"/>
    <w:rsid w:val="00EA5E41"/>
    <w:rsid w:val="00EA6806"/>
    <w:rsid w:val="00EB03E9"/>
    <w:rsid w:val="00EB0FF7"/>
    <w:rsid w:val="00EB5717"/>
    <w:rsid w:val="00EC5129"/>
    <w:rsid w:val="00EC5E9C"/>
    <w:rsid w:val="00EC6B10"/>
    <w:rsid w:val="00EC7EA2"/>
    <w:rsid w:val="00ED3ACD"/>
    <w:rsid w:val="00ED51EE"/>
    <w:rsid w:val="00ED56E9"/>
    <w:rsid w:val="00ED6CDE"/>
    <w:rsid w:val="00ED77D1"/>
    <w:rsid w:val="00EE442A"/>
    <w:rsid w:val="00EF041E"/>
    <w:rsid w:val="00EF0509"/>
    <w:rsid w:val="00EF0FFB"/>
    <w:rsid w:val="00EF2A45"/>
    <w:rsid w:val="00EF700E"/>
    <w:rsid w:val="00F0689B"/>
    <w:rsid w:val="00F11F8C"/>
    <w:rsid w:val="00F17AA3"/>
    <w:rsid w:val="00F17ADE"/>
    <w:rsid w:val="00F2199C"/>
    <w:rsid w:val="00F23654"/>
    <w:rsid w:val="00F362F8"/>
    <w:rsid w:val="00F366D5"/>
    <w:rsid w:val="00F36C8B"/>
    <w:rsid w:val="00F40B3F"/>
    <w:rsid w:val="00F40DF2"/>
    <w:rsid w:val="00F41EFF"/>
    <w:rsid w:val="00F423B4"/>
    <w:rsid w:val="00F4264B"/>
    <w:rsid w:val="00F47066"/>
    <w:rsid w:val="00F51388"/>
    <w:rsid w:val="00F516AE"/>
    <w:rsid w:val="00F518F5"/>
    <w:rsid w:val="00F65958"/>
    <w:rsid w:val="00F6635F"/>
    <w:rsid w:val="00F66871"/>
    <w:rsid w:val="00F670B8"/>
    <w:rsid w:val="00F67EEA"/>
    <w:rsid w:val="00F72E00"/>
    <w:rsid w:val="00F73FDD"/>
    <w:rsid w:val="00F74A66"/>
    <w:rsid w:val="00F77813"/>
    <w:rsid w:val="00F81B53"/>
    <w:rsid w:val="00F82629"/>
    <w:rsid w:val="00F82C36"/>
    <w:rsid w:val="00F85F5F"/>
    <w:rsid w:val="00F87889"/>
    <w:rsid w:val="00F87CA1"/>
    <w:rsid w:val="00F92632"/>
    <w:rsid w:val="00F95107"/>
    <w:rsid w:val="00F977E9"/>
    <w:rsid w:val="00FA3909"/>
    <w:rsid w:val="00FA48DA"/>
    <w:rsid w:val="00FA5D0B"/>
    <w:rsid w:val="00FA5DA6"/>
    <w:rsid w:val="00FA71D9"/>
    <w:rsid w:val="00FA76B3"/>
    <w:rsid w:val="00FB5259"/>
    <w:rsid w:val="00FB62D6"/>
    <w:rsid w:val="00FC1761"/>
    <w:rsid w:val="00FC5683"/>
    <w:rsid w:val="00FC5B02"/>
    <w:rsid w:val="00FC78F8"/>
    <w:rsid w:val="00FD3AB8"/>
    <w:rsid w:val="00FD3AF7"/>
    <w:rsid w:val="00FD4253"/>
    <w:rsid w:val="00FE031B"/>
    <w:rsid w:val="00FE3043"/>
    <w:rsid w:val="00FE31CE"/>
    <w:rsid w:val="00FE34CC"/>
    <w:rsid w:val="00FE7927"/>
    <w:rsid w:val="00FE7D7D"/>
    <w:rsid w:val="00FF00DF"/>
    <w:rsid w:val="00FF0C87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B1533A2-66C8-45C5-9FC4-B4F0398E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2A4DC6"/>
    <w:pPr>
      <w:keepNext/>
      <w:numPr>
        <w:ilvl w:val="1"/>
        <w:numId w:val="2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ind w:left="1298" w:hanging="1298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4DC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4DC6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2A4DC6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2A4DC6"/>
  </w:style>
  <w:style w:type="character" w:styleId="Znakapoznpodarou">
    <w:name w:val="footnote reference"/>
    <w:basedOn w:val="Standardnpsmoodstavce"/>
    <w:semiHidden/>
    <w:rsid w:val="002A4DC6"/>
    <w:rPr>
      <w:vertAlign w:val="superscript"/>
    </w:rPr>
  </w:style>
  <w:style w:type="paragraph" w:styleId="Titulek">
    <w:name w:val="caption"/>
    <w:basedOn w:val="Normln"/>
    <w:next w:val="Normln"/>
    <w:qFormat/>
    <w:rsid w:val="002A4DC6"/>
    <w:rPr>
      <w:bCs/>
      <w:sz w:val="22"/>
    </w:rPr>
  </w:style>
  <w:style w:type="paragraph" w:customStyle="1" w:styleId="Bntext">
    <w:name w:val="Běžný text"/>
    <w:basedOn w:val="Normln"/>
    <w:rsid w:val="002A4DC6"/>
    <w:pPr>
      <w:widowControl w:val="0"/>
      <w:spacing w:before="60" w:after="60"/>
    </w:pPr>
    <w:rPr>
      <w:szCs w:val="24"/>
    </w:rPr>
  </w:style>
  <w:style w:type="paragraph" w:styleId="Odstavecseseznamem">
    <w:name w:val="List Paragraph"/>
    <w:basedOn w:val="Normln"/>
    <w:qFormat/>
    <w:rsid w:val="00CF0736"/>
    <w:pPr>
      <w:numPr>
        <w:numId w:val="16"/>
      </w:numPr>
      <w:tabs>
        <w:tab w:val="left" w:pos="426"/>
      </w:tabs>
      <w:ind w:left="426" w:hanging="426"/>
      <w:contextualSpacing/>
      <w:jc w:val="left"/>
    </w:pPr>
  </w:style>
  <w:style w:type="paragraph" w:styleId="Textkomente">
    <w:name w:val="annotation text"/>
    <w:basedOn w:val="Normln"/>
    <w:link w:val="TextkomenteChar"/>
    <w:semiHidden/>
    <w:rsid w:val="002A4DC6"/>
  </w:style>
  <w:style w:type="character" w:customStyle="1" w:styleId="TextkomenteChar">
    <w:name w:val="Text komentáře Char"/>
    <w:basedOn w:val="Standardnpsmoodstavce"/>
    <w:link w:val="Textkomente"/>
    <w:semiHidden/>
    <w:rsid w:val="002A4DC6"/>
  </w:style>
  <w:style w:type="paragraph" w:customStyle="1" w:styleId="Zkladntext23">
    <w:name w:val="Základní text 23"/>
    <w:basedOn w:val="Normln"/>
    <w:rsid w:val="00E76713"/>
    <w:pPr>
      <w:suppressAutoHyphens/>
      <w:spacing w:line="360" w:lineRule="auto"/>
      <w:jc w:val="left"/>
    </w:pPr>
    <w:rPr>
      <w:rFonts w:ascii="Times New Roman" w:hAnsi="Times New Roman"/>
      <w:bCs/>
      <w:sz w:val="24"/>
      <w:lang w:eastAsia="ar-SA"/>
    </w:rPr>
  </w:style>
  <w:style w:type="paragraph" w:customStyle="1" w:styleId="Style2">
    <w:name w:val="Style 2"/>
    <w:basedOn w:val="Normln"/>
    <w:rsid w:val="00E76713"/>
    <w:pPr>
      <w:widowControl w:val="0"/>
      <w:suppressAutoHyphens/>
      <w:ind w:left="504"/>
      <w:jc w:val="left"/>
    </w:pPr>
    <w:rPr>
      <w:rFonts w:ascii="Times New Roman" w:hAnsi="Times New Roman"/>
      <w:color w:val="000000"/>
      <w:lang w:eastAsia="ar-SA"/>
    </w:rPr>
  </w:style>
  <w:style w:type="paragraph" w:customStyle="1" w:styleId="JVPVH-odstavec-normalni">
    <w:name w:val="JVPVH-odstavec-normalni"/>
    <w:rsid w:val="00E76713"/>
    <w:pPr>
      <w:suppressAutoHyphens/>
      <w:spacing w:before="120"/>
      <w:jc w:val="both"/>
    </w:pPr>
    <w:rPr>
      <w:rFonts w:eastAsia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E8C63-6C9C-4414-A3C5-F11D95B2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115</TotalTime>
  <Pages>2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A,B,C Úvodní údaje, Průvodní a Souhrnná zpráva</vt:lpstr>
    </vt:vector>
  </TitlesOfParts>
  <Company>Sweco Hydroprojekt a.s.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A,B,C Úvodní údaje, Průvodní a Souhrnná zpráva</dc:title>
  <dc:creator>Sweco Hydroprojekt a.s.</dc:creator>
  <cp:lastModifiedBy>Tolaszová, Alena</cp:lastModifiedBy>
  <cp:revision>24</cp:revision>
  <cp:lastPrinted>2017-12-20T08:00:00Z</cp:lastPrinted>
  <dcterms:created xsi:type="dcterms:W3CDTF">2017-12-17T14:29:00Z</dcterms:created>
  <dcterms:modified xsi:type="dcterms:W3CDTF">2020-02-03T06:18:00Z</dcterms:modified>
</cp:coreProperties>
</file>